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46E95" w14:textId="6586B95D" w:rsidR="009930C8" w:rsidRPr="006231ED" w:rsidRDefault="009930C8" w:rsidP="009930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Шаблон П</w:t>
      </w:r>
      <w:r w:rsidRPr="007D0D9D">
        <w:rPr>
          <w:rFonts w:ascii="Times New Roman" w:eastAsia="Times New Roman" w:hAnsi="Times New Roman" w:cs="Times New Roman"/>
          <w:lang w:eastAsia="ru-RU"/>
        </w:rPr>
        <w:t>рограммы повышения квалификации</w:t>
      </w:r>
      <w:r w:rsidR="006231ED" w:rsidRPr="006231ED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231ED">
        <w:rPr>
          <w:rFonts w:ascii="Times New Roman" w:eastAsia="Times New Roman" w:hAnsi="Times New Roman" w:cs="Times New Roman"/>
          <w:lang w:eastAsia="ru-RU"/>
        </w:rPr>
        <w:t>без требований профессиональных стандартов)</w:t>
      </w:r>
    </w:p>
    <w:p w14:paraId="6343216C" w14:textId="77777777" w:rsidR="009930C8" w:rsidRDefault="009930C8" w:rsidP="009930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83"/>
      </w:tblGrid>
      <w:tr w:rsidR="009930C8" w:rsidRPr="00821D51" w14:paraId="4E4D04FC" w14:textId="77777777" w:rsidTr="009930C8">
        <w:trPr>
          <w:tblHeader/>
        </w:trPr>
        <w:tc>
          <w:tcPr>
            <w:tcW w:w="2093" w:type="dxa"/>
          </w:tcPr>
          <w:p w14:paraId="21660E2B" w14:textId="2FA85F6A" w:rsidR="009930C8" w:rsidRPr="00FC5350" w:rsidRDefault="009930C8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C535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Издание №</w:t>
            </w:r>
            <w:r w:rsidR="00FC535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 / дата</w:t>
            </w:r>
          </w:p>
        </w:tc>
        <w:tc>
          <w:tcPr>
            <w:tcW w:w="7683" w:type="dxa"/>
          </w:tcPr>
          <w:p w14:paraId="633A4A9B" w14:textId="77777777" w:rsidR="009930C8" w:rsidRPr="00FC5350" w:rsidRDefault="009930C8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C535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Изменения</w:t>
            </w:r>
          </w:p>
        </w:tc>
      </w:tr>
      <w:tr w:rsidR="009930C8" w:rsidRPr="00A56F3D" w14:paraId="3453C291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07DE" w14:textId="6A111B80" w:rsidR="009930C8" w:rsidRPr="00FC5350" w:rsidRDefault="009930C8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350">
              <w:rPr>
                <w:rFonts w:ascii="Times New Roman" w:eastAsia="Times New Roman" w:hAnsi="Times New Roman" w:cs="Times New Roman"/>
                <w:lang w:eastAsia="ru-RU"/>
              </w:rPr>
              <w:t>00/</w:t>
            </w:r>
            <w:r w:rsidR="006231ED" w:rsidRPr="00FC5350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6231ED" w:rsidRPr="00FC5350"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  <w:r w:rsidR="006231ED" w:rsidRPr="00FC5350">
              <w:rPr>
                <w:rFonts w:ascii="Times New Roman" w:eastAsia="Times New Roman" w:hAnsi="Times New Roman" w:cs="Times New Roman"/>
                <w:lang w:eastAsia="ru-RU"/>
              </w:rPr>
              <w:t>.19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AA8" w14:textId="77777777" w:rsidR="009930C8" w:rsidRDefault="009930C8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56F3D">
              <w:rPr>
                <w:rFonts w:ascii="Times New Roman" w:eastAsia="Times New Roman" w:hAnsi="Times New Roman" w:cs="Times New Roman"/>
                <w:i/>
                <w:lang w:eastAsia="ru-RU"/>
              </w:rPr>
              <w:t>Это первое издание настоящего шаблона</w:t>
            </w:r>
          </w:p>
          <w:p w14:paraId="50CBC50F" w14:textId="1B2D6C52" w:rsidR="00556DBF" w:rsidRPr="00A56F3D" w:rsidRDefault="00556DBF" w:rsidP="00EF59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Утвержден: Н.В. Матюхова</w:t>
            </w:r>
          </w:p>
        </w:tc>
      </w:tr>
      <w:tr w:rsidR="00684846" w:rsidRPr="00A56F3D" w14:paraId="2DEABD54" w14:textId="77777777" w:rsidTr="009930C8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1E82" w14:textId="3BEC2DD9" w:rsidR="00684846" w:rsidRPr="00FC5350" w:rsidRDefault="00183B06" w:rsidP="006848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350">
              <w:rPr>
                <w:rFonts w:ascii="Times New Roman" w:eastAsia="Times New Roman" w:hAnsi="Times New Roman" w:cs="Times New Roman"/>
                <w:lang w:eastAsia="ru-RU"/>
              </w:rPr>
              <w:t>01/18</w:t>
            </w:r>
            <w:r w:rsidR="00684846" w:rsidRPr="00FC5350">
              <w:rPr>
                <w:rFonts w:ascii="Times New Roman" w:eastAsia="Times New Roman" w:hAnsi="Times New Roman" w:cs="Times New Roman"/>
                <w:lang w:eastAsia="ru-RU"/>
              </w:rPr>
              <w:t>.02.2020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5D8D" w14:textId="77777777" w:rsidR="00684846" w:rsidRDefault="00684846" w:rsidP="0068484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внесены изменения по результатам проверки в ГНК</w:t>
            </w:r>
          </w:p>
          <w:p w14:paraId="52765A74" w14:textId="77777777" w:rsidR="00556DBF" w:rsidRDefault="00556DBF" w:rsidP="00556DB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 Дороничев</w:t>
            </w:r>
          </w:p>
          <w:p w14:paraId="2179062F" w14:textId="77777777" w:rsidR="00556DBF" w:rsidRDefault="00556DBF" w:rsidP="00556DB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С.Г. Селезнева, Г.С. Кусина, М.В. Блазаренас, А.И. Бурдилов</w:t>
            </w:r>
          </w:p>
          <w:p w14:paraId="6AA7440E" w14:textId="3AEEFE15" w:rsidR="00556DBF" w:rsidRPr="00A56F3D" w:rsidRDefault="00556DBF" w:rsidP="00556DB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 Матюхова</w:t>
            </w:r>
          </w:p>
        </w:tc>
      </w:tr>
      <w:tr w:rsidR="008A0B4F" w:rsidRPr="00A56F3D" w14:paraId="5E932BA1" w14:textId="77777777" w:rsidTr="008A0B4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7FBB" w14:textId="5274974A" w:rsidR="008A0B4F" w:rsidRPr="00FC5350" w:rsidRDefault="008A0B4F" w:rsidP="008A0B4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350">
              <w:rPr>
                <w:rFonts w:ascii="Times New Roman" w:eastAsia="Times New Roman" w:hAnsi="Times New Roman" w:cs="Times New Roman"/>
                <w:lang w:eastAsia="ru-RU"/>
              </w:rPr>
              <w:t>02/10.02.2021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1087" w14:textId="77777777" w:rsidR="008A0B4F" w:rsidRDefault="008A0B4F" w:rsidP="004F7C7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 п. 1.3 добавлен абзац:</w:t>
            </w:r>
          </w:p>
          <w:p w14:paraId="1C2CAFE9" w14:textId="62B88425" w:rsidR="008A0B4F" w:rsidRDefault="008A0B4F" w:rsidP="004F7C7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501E3">
              <w:rPr>
                <w:rFonts w:ascii="Times New Roman" w:eastAsia="Times New Roman" w:hAnsi="Times New Roman" w:cs="Times New Roman"/>
                <w:i/>
                <w:lang w:eastAsia="ru-RU"/>
              </w:rPr>
              <w:t>В случае изменения нормативно-правовой базы, служащей основанием для разработки настоящей программы профессиональной переподготовки, актуализация программы производится в рабочем порядке и повторного согласования и утверждения не требует.</w:t>
            </w:r>
          </w:p>
          <w:p w14:paraId="79653F35" w14:textId="77777777" w:rsidR="008A0B4F" w:rsidRPr="00E647F4" w:rsidRDefault="008A0B4F" w:rsidP="004F7C7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внесены: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М.В. Блазаренас</w:t>
            </w:r>
          </w:p>
          <w:p w14:paraId="3C36C2A0" w14:textId="77777777" w:rsidR="008A0B4F" w:rsidRPr="00E647F4" w:rsidRDefault="008A0B4F" w:rsidP="004F7C7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согласованы: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Н.В. Матюхова, </w:t>
            </w: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Г.С. Кусина, , А.И. Бурдилов,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</w: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>В.А. Дороничев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, С.Г. Селезнева</w:t>
            </w:r>
          </w:p>
          <w:p w14:paraId="1BD53D08" w14:textId="77777777" w:rsidR="008A0B4F" w:rsidRPr="00263208" w:rsidRDefault="008A0B4F" w:rsidP="004F7C7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47F4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 Матюхова</w:t>
            </w:r>
          </w:p>
        </w:tc>
      </w:tr>
      <w:tr w:rsidR="004F7C7F" w:rsidRPr="00A56F3D" w14:paraId="3252BFB2" w14:textId="77777777" w:rsidTr="008A0B4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EFD4" w14:textId="11AA2C00" w:rsidR="004F7C7F" w:rsidRPr="00FC5350" w:rsidRDefault="00B51C26" w:rsidP="008A0B4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350">
              <w:rPr>
                <w:rFonts w:ascii="Times New Roman" w:eastAsia="Times New Roman" w:hAnsi="Times New Roman" w:cs="Times New Roman"/>
                <w:lang w:eastAsia="ru-RU"/>
              </w:rPr>
              <w:t>03/10.01</w:t>
            </w:r>
            <w:r w:rsidR="004F7C7F" w:rsidRPr="00FC5350">
              <w:rPr>
                <w:rFonts w:ascii="Times New Roman" w:eastAsia="Times New Roman" w:hAnsi="Times New Roman" w:cs="Times New Roman"/>
                <w:lang w:eastAsia="ru-RU"/>
              </w:rPr>
              <w:t>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0148" w14:textId="30116BF2" w:rsidR="004F7C7F" w:rsidRPr="004F7C7F" w:rsidRDefault="004F7C7F" w:rsidP="004F7C7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внесены изменения в соответствии с Требованиями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</w:t>
            </w:r>
            <w:r w:rsidR="00FC5350">
              <w:rPr>
                <w:rFonts w:ascii="Times New Roman" w:eastAsia="Times New Roman" w:hAnsi="Times New Roman" w:cs="Times New Roman"/>
                <w:i/>
                <w:lang w:eastAsia="ru-RU"/>
              </w:rPr>
              <w:t>изаций ПАО «Газпром», утвержден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ны</w:t>
            </w:r>
            <w:r w:rsidR="00FC5350">
              <w:rPr>
                <w:rFonts w:ascii="Times New Roman" w:eastAsia="Times New Roman" w:hAnsi="Times New Roman" w:cs="Times New Roman"/>
                <w:i/>
                <w:lang w:eastAsia="ru-RU"/>
              </w:rPr>
              <w:t>ми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Департаментом 715 ПАО «Газпром» (Е.Б. Касьян) 05.08.2019 № 07/15-3005.</w:t>
            </w:r>
          </w:p>
          <w:p w14:paraId="44DFEBA4" w14:textId="39B23BCB" w:rsidR="004F7C7F" w:rsidRPr="004F7C7F" w:rsidRDefault="004F7C7F" w:rsidP="004F7C7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5D5FCD2A" w14:textId="2FA280E8" w:rsidR="004F7C7F" w:rsidRPr="004F7C7F" w:rsidRDefault="004F7C7F" w:rsidP="004F7C7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 М.В. Блазаренас, С.Г. Селезнева.</w:t>
            </w:r>
          </w:p>
          <w:p w14:paraId="4459565B" w14:textId="3A46A56B" w:rsidR="004F7C7F" w:rsidRDefault="004F7C7F" w:rsidP="004F7C7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997743" w:rsidRPr="00A56F3D" w14:paraId="1CC1C841" w14:textId="77777777" w:rsidTr="008A0B4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E13F" w14:textId="73CE20F5" w:rsidR="00997743" w:rsidRPr="00FC5350" w:rsidRDefault="00997743" w:rsidP="008A0B4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04/05.05.2022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03B1" w14:textId="77777777" w:rsidR="00997743" w:rsidRDefault="00997743" w:rsidP="0099774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Внесены изменения в подраздел 10.1. Добавлено описание оценивания качества освоения учебной программы слушателем в форме зачета без выставления оценки.</w:t>
            </w:r>
          </w:p>
          <w:p w14:paraId="53B67FD5" w14:textId="77777777" w:rsidR="00997743" w:rsidRPr="004F7C7F" w:rsidRDefault="00997743" w:rsidP="0099774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1B52E2C0" w14:textId="77777777" w:rsidR="00997743" w:rsidRPr="004F7C7F" w:rsidRDefault="00997743" w:rsidP="0099774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М.В. Блазаренас,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799D25D8" w14:textId="55D1A775" w:rsidR="00997743" w:rsidRPr="004F7C7F" w:rsidRDefault="00997743" w:rsidP="0099774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0C050F" w:rsidRPr="00A56F3D" w14:paraId="7DD4AA2F" w14:textId="77777777" w:rsidTr="008A0B4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94DE" w14:textId="03C701BC" w:rsidR="000C050F" w:rsidRDefault="000C050F" w:rsidP="000C05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05/17.11.2022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9843" w14:textId="77777777" w:rsidR="000C050F" w:rsidRDefault="000C050F" w:rsidP="000C05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 шаблон добавлены блоки с не редактируемым тестом, блоки с выбором элемента списка и ввода даты.</w:t>
            </w:r>
          </w:p>
          <w:p w14:paraId="022B2B9E" w14:textId="77777777" w:rsidR="000C050F" w:rsidRPr="004F7C7F" w:rsidRDefault="000C050F" w:rsidP="000C05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4D3507BE" w14:textId="77777777" w:rsidR="000C050F" w:rsidRPr="004F7C7F" w:rsidRDefault="000C050F" w:rsidP="000C05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Изменения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согласованы: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7BCCE0B0" w14:textId="0676D879" w:rsidR="000C050F" w:rsidRDefault="000C050F" w:rsidP="000C05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енения утверждены: М.В. Блазаренас</w:t>
            </w:r>
          </w:p>
        </w:tc>
      </w:tr>
      <w:tr w:rsidR="004140B0" w:rsidRPr="00A56F3D" w14:paraId="59C1FC0A" w14:textId="77777777" w:rsidTr="008A0B4F">
        <w:trPr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6A1E" w14:textId="0E95153B" w:rsidR="004140B0" w:rsidRDefault="004140B0" w:rsidP="000C050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06/24.01.2023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CAE1" w14:textId="77777777" w:rsidR="004140B0" w:rsidRDefault="004140B0" w:rsidP="004140B0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Внесены изменения в подраздел 1.4. Требования к слушателям.</w:t>
            </w:r>
          </w:p>
          <w:p w14:paraId="04890437" w14:textId="77777777" w:rsidR="004140B0" w:rsidRDefault="004140B0" w:rsidP="004140B0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Абзац с текстом «</w:t>
            </w:r>
            <w:r w:rsidRPr="003352EB">
              <w:rPr>
                <w:rFonts w:ascii="Times New Roman" w:eastAsia="Times New Roman" w:hAnsi="Times New Roman" w:cs="Times New Roman"/>
                <w:i/>
                <w:lang w:eastAsia="ru-RU"/>
              </w:rPr>
              <w:t>Уровень образования слушателей для допуска к обучению – не ниже среднего профессионального образования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 заменен на текст «</w:t>
            </w:r>
            <w:r w:rsidRPr="003352EB">
              <w:rPr>
                <w:rFonts w:ascii="Times New Roman" w:eastAsia="Times New Roman" w:hAnsi="Times New Roman" w:cs="Times New Roman"/>
                <w:i/>
                <w:lang w:eastAsia="ru-RU"/>
              </w:rPr>
              <w:t>К освоению программы повышения квалификации допускаются лица, имеющие/получающие среднее профессио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нальное и (или) высшее образова</w:t>
            </w:r>
            <w:r w:rsidRPr="003352EB">
              <w:rPr>
                <w:rFonts w:ascii="Times New Roman" w:eastAsia="Times New Roman" w:hAnsi="Times New Roman" w:cs="Times New Roman"/>
                <w:i/>
                <w:lang w:eastAsia="ru-RU"/>
              </w:rPr>
              <w:t>ние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3352EB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177369CE" w14:textId="77777777" w:rsidR="004140B0" w:rsidRPr="004F7C7F" w:rsidRDefault="004140B0" w:rsidP="004140B0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41AEC3AD" w14:textId="77777777" w:rsidR="004140B0" w:rsidRPr="004F7C7F" w:rsidRDefault="004140B0" w:rsidP="004140B0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согласованы: Н.В. Матюхова,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М.В. Блазаренас, А.И. Бурдилов</w:t>
            </w: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1E37B25A" w14:textId="68959465" w:rsidR="004140B0" w:rsidRDefault="004140B0" w:rsidP="004140B0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утверждены: Н.В. Матюхова</w:t>
            </w:r>
          </w:p>
        </w:tc>
      </w:tr>
      <w:tr w:rsidR="002B6F09" w:rsidRPr="00A56F3D" w14:paraId="5CAFA045" w14:textId="77777777" w:rsidTr="00157130">
        <w:trPr>
          <w:tblHeader/>
        </w:trPr>
        <w:tc>
          <w:tcPr>
            <w:tcW w:w="2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325FA" w14:textId="5C0A5B99" w:rsidR="002B6F09" w:rsidRDefault="002B6F09" w:rsidP="002B6F09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07/19.09.2023</w:t>
            </w:r>
          </w:p>
        </w:tc>
        <w:tc>
          <w:tcPr>
            <w:tcW w:w="7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443B" w14:textId="77777777" w:rsidR="002B6F09" w:rsidRDefault="002B6F09" w:rsidP="002B6F09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Внесены изменения в подраздел 10.1 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Общая характеристика контроля и оценивания качества освоения программы повышения квалификации по курсу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14:paraId="6B063E3C" w14:textId="77777777" w:rsidR="002B6F09" w:rsidRDefault="002B6F09" w:rsidP="002B6F09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Добавлены критерии оценивания 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при планировании итоговой аттеста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ции в форме тестирования без вы</w:t>
            </w:r>
            <w:r w:rsidRPr="00D23737">
              <w:rPr>
                <w:rFonts w:ascii="Times New Roman" w:eastAsia="Times New Roman" w:hAnsi="Times New Roman" w:cs="Times New Roman"/>
                <w:i/>
                <w:lang w:eastAsia="ru-RU"/>
              </w:rPr>
              <w:t>ставления оценки (зачет / не зачет).</w:t>
            </w:r>
          </w:p>
          <w:p w14:paraId="698E637B" w14:textId="77777777" w:rsidR="002B6F09" w:rsidRPr="004F7C7F" w:rsidRDefault="002B6F09" w:rsidP="002B6F09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Изменения внесены: В.А. Дороничев</w:t>
            </w:r>
          </w:p>
          <w:p w14:paraId="168B496A" w14:textId="77777777" w:rsidR="002B6F09" w:rsidRPr="004F7C7F" w:rsidRDefault="002B6F09" w:rsidP="002B6F09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Измен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ения согласованы: М.В. Блазаренас, Кремлякова Е.С., Васильева Е.В., Смирнова И.А. Долженкова Ю.В., Терновский Д.Э.</w:t>
            </w:r>
          </w:p>
          <w:p w14:paraId="29D49D9F" w14:textId="788C3847" w:rsidR="002B6F09" w:rsidRDefault="002B6F09" w:rsidP="002B6F09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7C7F">
              <w:rPr>
                <w:rFonts w:ascii="Times New Roman" w:eastAsia="Times New Roman" w:hAnsi="Times New Roman" w:cs="Times New Roman"/>
                <w:i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енения утверждены: М.В. Блазаренас.</w:t>
            </w:r>
          </w:p>
        </w:tc>
      </w:tr>
    </w:tbl>
    <w:p w14:paraId="073FF74C" w14:textId="77777777" w:rsidR="009930C8" w:rsidRDefault="009930C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37E366" w14:textId="77777777" w:rsidR="00A52C5B" w:rsidRPr="001E30BF" w:rsidRDefault="00A52C5B" w:rsidP="00A52C5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Настоящий Шаблон предназначен для разработки дополнительной профессиональной программы повышения квалификации по курсам, проводимым в очно-заочной/заочной форме с использованием дистанционных образовательных технологий,</w:t>
      </w:r>
      <w:r w:rsidRPr="001E30B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которых учитываются требования профессиональных стандартов.</w:t>
      </w:r>
    </w:p>
    <w:p w14:paraId="391BB41F" w14:textId="77777777" w:rsidR="00A52C5B" w:rsidRPr="0096653C" w:rsidRDefault="00A52C5B" w:rsidP="00A52C5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6653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Требования к оформлению</w:t>
      </w:r>
    </w:p>
    <w:p w14:paraId="76D9CA99" w14:textId="77777777" w:rsidR="00A52C5B" w:rsidRPr="00B35F9C" w:rsidRDefault="00A52C5B" w:rsidP="00A52C5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35F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 шаблона, выделенный красным цветом, подлежит редактированию или удалению (при необходимости).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53C0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Курсивом выделены пояснения и примеры.</w:t>
      </w:r>
    </w:p>
    <w:p w14:paraId="1C3E3869" w14:textId="77777777" w:rsidR="00A52C5B" w:rsidRPr="003B6DE5" w:rsidRDefault="00A52C5B" w:rsidP="00A52C5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Дополнительная профессиональная программа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выполняет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ся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на бумажном носителе и/или в виде электронного документа.</w:t>
      </w:r>
    </w:p>
    <w:p w14:paraId="1A06CC1E" w14:textId="77777777" w:rsidR="00A52C5B" w:rsidRPr="003B6DE5" w:rsidRDefault="00A52C5B" w:rsidP="00A52C5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Страницы текста документа и включенные в него иллюстрации, таблицы должны соответствовать формату А4.</w:t>
      </w:r>
    </w:p>
    <w:p w14:paraId="11D168AD" w14:textId="46BC95A9" w:rsidR="00A52C5B" w:rsidRPr="003B6DE5" w:rsidRDefault="00A52C5B" w:rsidP="00A52C5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 документа следует печатать с исполь</w:t>
      </w:r>
      <w:r w:rsidR="0075415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зованием компьютера и принтера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 двух сто</w:t>
      </w:r>
      <w:r w:rsidR="0075415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рон бумаги</w:t>
      </w:r>
      <w:r w:rsidRPr="003B6DE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соблюдая следующие размеры полей: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52C5B" w:rsidRPr="003B6DE5" w14:paraId="724525E8" w14:textId="77777777" w:rsidTr="001B4CE1">
        <w:tc>
          <w:tcPr>
            <w:tcW w:w="4813" w:type="dxa"/>
          </w:tcPr>
          <w:p w14:paraId="75453596" w14:textId="77777777" w:rsidR="00A52C5B" w:rsidRPr="003B6DE5" w:rsidRDefault="00A52C5B" w:rsidP="001B4CE1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левое – 25 мм;</w:t>
            </w:r>
          </w:p>
        </w:tc>
        <w:tc>
          <w:tcPr>
            <w:tcW w:w="4814" w:type="dxa"/>
          </w:tcPr>
          <w:p w14:paraId="7B25C009" w14:textId="3E69391C" w:rsidR="00A52C5B" w:rsidRPr="003B6DE5" w:rsidRDefault="00A52C5B" w:rsidP="001B4CE1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52C5B" w:rsidRPr="003B6DE5" w14:paraId="49ED8E62" w14:textId="77777777" w:rsidTr="001B4CE1">
        <w:tc>
          <w:tcPr>
            <w:tcW w:w="4813" w:type="dxa"/>
          </w:tcPr>
          <w:p w14:paraId="61CC333C" w14:textId="77777777" w:rsidR="00A52C5B" w:rsidRPr="003B6DE5" w:rsidRDefault="00A52C5B" w:rsidP="001B4CE1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правое – 15 мм;</w:t>
            </w:r>
          </w:p>
        </w:tc>
        <w:tc>
          <w:tcPr>
            <w:tcW w:w="4814" w:type="dxa"/>
          </w:tcPr>
          <w:p w14:paraId="71D66BAC" w14:textId="65C0B0C0" w:rsidR="00A52C5B" w:rsidRPr="003B6DE5" w:rsidRDefault="00A52C5B" w:rsidP="001B4CE1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52C5B" w:rsidRPr="003B6DE5" w14:paraId="3F9D88FA" w14:textId="77777777" w:rsidTr="001B4CE1">
        <w:tc>
          <w:tcPr>
            <w:tcW w:w="4813" w:type="dxa"/>
          </w:tcPr>
          <w:p w14:paraId="397C2AD5" w14:textId="77777777" w:rsidR="00A52C5B" w:rsidRPr="003B6DE5" w:rsidRDefault="00A52C5B" w:rsidP="001B4CE1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верхнее – 20 мм;</w:t>
            </w:r>
          </w:p>
        </w:tc>
        <w:tc>
          <w:tcPr>
            <w:tcW w:w="4814" w:type="dxa"/>
          </w:tcPr>
          <w:p w14:paraId="6B83F010" w14:textId="2C499DD4" w:rsidR="00A52C5B" w:rsidRPr="003B6DE5" w:rsidRDefault="00A52C5B" w:rsidP="001B4CE1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52C5B" w:rsidRPr="003B6DE5" w14:paraId="3728304A" w14:textId="77777777" w:rsidTr="001B4CE1">
        <w:tc>
          <w:tcPr>
            <w:tcW w:w="4813" w:type="dxa"/>
          </w:tcPr>
          <w:p w14:paraId="199CBFB5" w14:textId="77777777" w:rsidR="00A52C5B" w:rsidRPr="003B6DE5" w:rsidRDefault="00A52C5B" w:rsidP="001B4CE1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6D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нижнее – 20 мм.</w:t>
            </w:r>
          </w:p>
        </w:tc>
        <w:tc>
          <w:tcPr>
            <w:tcW w:w="4814" w:type="dxa"/>
          </w:tcPr>
          <w:p w14:paraId="2D7330E9" w14:textId="1F388CF5" w:rsidR="00A52C5B" w:rsidRPr="003B6DE5" w:rsidRDefault="00A52C5B" w:rsidP="001B4CE1">
            <w:pPr>
              <w:spacing w:line="30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1BD151F7" w14:textId="77777777" w:rsidR="00A52C5B" w:rsidRPr="003B6DE5" w:rsidRDefault="00A52C5B" w:rsidP="00A52C5B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Расстояние от края листа до колонтитула: верхнего – 10 мм; нижнего – 10 мм. </w:t>
      </w:r>
    </w:p>
    <w:p w14:paraId="4842245B" w14:textId="77777777" w:rsidR="00A52C5B" w:rsidRPr="003B6DE5" w:rsidRDefault="00A52C5B" w:rsidP="00A52C5B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Ориентация печати – книжная. При необходимости для таблиц, рисунков допускается альбомная ориентация. </w:t>
      </w:r>
    </w:p>
    <w:p w14:paraId="2C7996AB" w14:textId="77777777" w:rsidR="00A52C5B" w:rsidRPr="003B6DE5" w:rsidRDefault="00A52C5B" w:rsidP="00A52C5B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Текстовый документ выполняется с использованием компьютера в программе Microsoft Word. При этом следует соблюдать следующие требования: </w:t>
      </w:r>
    </w:p>
    <w:p w14:paraId="4F95EF45" w14:textId="77777777" w:rsidR="00A52C5B" w:rsidRPr="003B6DE5" w:rsidRDefault="00A52C5B" w:rsidP="00A52C5B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шрифт Times New Roman, размер (кегль) – 14, стиль (начертание) – обычный, цвет шрифта – черный; </w:t>
      </w:r>
    </w:p>
    <w:p w14:paraId="4608F90A" w14:textId="0F256538" w:rsidR="00A52C5B" w:rsidRDefault="00A52C5B" w:rsidP="00A52C5B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>выравнивание – по ширине (основно</w:t>
      </w:r>
      <w:r>
        <w:rPr>
          <w:rFonts w:ascii="Times New Roman" w:hAnsi="Times New Roman" w:cs="Times New Roman"/>
          <w:color w:val="FF0000"/>
          <w:sz w:val="24"/>
          <w:szCs w:val="24"/>
        </w:rPr>
        <w:t>й текст документа); абзацный от</w:t>
      </w:r>
      <w:r w:rsidRPr="003B6DE5">
        <w:rPr>
          <w:rFonts w:ascii="Times New Roman" w:hAnsi="Times New Roman" w:cs="Times New Roman"/>
          <w:color w:val="FF0000"/>
          <w:sz w:val="24"/>
          <w:szCs w:val="24"/>
        </w:rPr>
        <w:t>ступ – 1,25 см; междустрочный интервал – с множителем 1,25, допускается междустрочный интервал с</w:t>
      </w:r>
      <w:r w:rsidR="00FD457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3B6DE5">
        <w:rPr>
          <w:rFonts w:ascii="Times New Roman" w:hAnsi="Times New Roman" w:cs="Times New Roman"/>
          <w:color w:val="FF0000"/>
          <w:sz w:val="24"/>
          <w:szCs w:val="24"/>
        </w:rPr>
        <w:t xml:space="preserve">множителем 1; </w:t>
      </w:r>
    </w:p>
    <w:p w14:paraId="5760BD5F" w14:textId="77777777" w:rsidR="00FD457E" w:rsidRPr="003B6DE5" w:rsidRDefault="00FD457E" w:rsidP="00FD457E">
      <w:pPr>
        <w:pStyle w:val="a6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30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интервал между заголовком и текстом, а также между двумя подряд заголовками – 18 пт;</w:t>
      </w:r>
    </w:p>
    <w:p w14:paraId="7700EBE2" w14:textId="77777777" w:rsidR="00A52C5B" w:rsidRPr="004A6393" w:rsidRDefault="00A52C5B" w:rsidP="00A52C5B">
      <w:pPr>
        <w:pStyle w:val="a6"/>
        <w:numPr>
          <w:ilvl w:val="0"/>
          <w:numId w:val="30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6DE5">
        <w:rPr>
          <w:rFonts w:ascii="Times New Roman" w:hAnsi="Times New Roman" w:cs="Times New Roman"/>
          <w:color w:val="FF0000"/>
          <w:sz w:val="24"/>
          <w:szCs w:val="24"/>
        </w:rPr>
        <w:t>автоматический перенос слов.</w:t>
      </w:r>
    </w:p>
    <w:p w14:paraId="796621BA" w14:textId="77777777" w:rsidR="00A52C5B" w:rsidRPr="004A6393" w:rsidRDefault="00A52C5B" w:rsidP="00A52C5B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6393">
        <w:rPr>
          <w:rFonts w:ascii="Times New Roman" w:hAnsi="Times New Roman" w:cs="Times New Roman"/>
          <w:color w:val="FF0000"/>
          <w:sz w:val="24"/>
          <w:szCs w:val="24"/>
        </w:rPr>
        <w:t>В таблицах текст рекомендуется оформлять с одинарным междустрочным интервалом и с интервалом перед текстом 6 пт. Размер текста внутри таблиц такой же, как в тексте документа. Допускается применя</w:t>
      </w:r>
      <w:r>
        <w:rPr>
          <w:rFonts w:ascii="Times New Roman" w:hAnsi="Times New Roman" w:cs="Times New Roman"/>
          <w:color w:val="FF0000"/>
          <w:sz w:val="24"/>
          <w:szCs w:val="24"/>
        </w:rPr>
        <w:t>ть размер шрифта в таблице на 1–</w:t>
      </w:r>
      <w:r w:rsidRPr="004A6393">
        <w:rPr>
          <w:rFonts w:ascii="Times New Roman" w:hAnsi="Times New Roman" w:cs="Times New Roman"/>
          <w:color w:val="FF0000"/>
          <w:sz w:val="24"/>
          <w:szCs w:val="24"/>
        </w:rPr>
        <w:t>2 кегля меньше, чем в тексте (н</w:t>
      </w:r>
      <w:r>
        <w:rPr>
          <w:rFonts w:ascii="Times New Roman" w:hAnsi="Times New Roman" w:cs="Times New Roman"/>
          <w:color w:val="FF0000"/>
          <w:sz w:val="24"/>
          <w:szCs w:val="24"/>
        </w:rPr>
        <w:t>априме</w:t>
      </w:r>
      <w:r w:rsidRPr="004A6393">
        <w:rPr>
          <w:rFonts w:ascii="Times New Roman" w:hAnsi="Times New Roman" w:cs="Times New Roman"/>
          <w:color w:val="FF0000"/>
          <w:sz w:val="24"/>
          <w:szCs w:val="24"/>
        </w:rPr>
        <w:t>р, при оформлении больших «насыщенных» таблиц). Но в этом случае все таблицы в документе должны быть стилизованы аналогично. Текст примечаний в таблицах при этом должен быть меньше основного табличного текста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E28DAAC" w14:textId="77777777" w:rsidR="00A52C5B" w:rsidRPr="00282812" w:rsidRDefault="00A52C5B" w:rsidP="00A52C5B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Страницы документа следует нумеровать арабскими цифрами, соблюдая сквозную нумерацию по всему тексту, включая приложения. </w:t>
      </w:r>
    </w:p>
    <w:p w14:paraId="6059ED4C" w14:textId="77777777" w:rsidR="00A52C5B" w:rsidRPr="00282812" w:rsidRDefault="00A52C5B" w:rsidP="00A52C5B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t>Титульный лист включают в общую нумерацию страниц документа. Номер страницы на титульном л</w:t>
      </w:r>
      <w:r>
        <w:rPr>
          <w:rFonts w:ascii="Times New Roman" w:hAnsi="Times New Roman" w:cs="Times New Roman"/>
          <w:color w:val="FF0000"/>
          <w:sz w:val="24"/>
          <w:szCs w:val="24"/>
        </w:rPr>
        <w:t>исте не проставлять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74F15D44" w14:textId="77777777" w:rsidR="00A52C5B" w:rsidRPr="00282812" w:rsidRDefault="00A52C5B" w:rsidP="00A52C5B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2812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Иллюстрации и таблицы, расположенные на отдельных </w:t>
      </w:r>
      <w:r>
        <w:rPr>
          <w:rFonts w:ascii="Times New Roman" w:hAnsi="Times New Roman" w:cs="Times New Roman"/>
          <w:color w:val="FF0000"/>
          <w:sz w:val="24"/>
          <w:szCs w:val="24"/>
        </w:rPr>
        <w:t>листах, включать в общую нумера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>цию страниц документа.</w:t>
      </w:r>
    </w:p>
    <w:p w14:paraId="6A93DFAE" w14:textId="77777777" w:rsidR="00A52C5B" w:rsidRPr="00282812" w:rsidRDefault="00A52C5B" w:rsidP="00A52C5B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Номер страницы проставлять</w:t>
      </w:r>
      <w:r w:rsidRPr="00282812">
        <w:rPr>
          <w:rFonts w:ascii="Times New Roman" w:hAnsi="Times New Roman" w:cs="Times New Roman"/>
          <w:color w:val="FF0000"/>
          <w:sz w:val="24"/>
          <w:szCs w:val="24"/>
        </w:rPr>
        <w:t xml:space="preserve"> в верхнем колонтитуле в центре строки без точек и черточек. Размер шрифта (кегль) – 12.</w:t>
      </w:r>
    </w:p>
    <w:p w14:paraId="46C7C3BA" w14:textId="5DE1EFA6" w:rsidR="006F006F" w:rsidRDefault="006F00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90E968" w14:textId="084E34F4" w:rsidR="007A2CD1" w:rsidRDefault="007A2CD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ACA1DD" w14:textId="155912E0" w:rsidR="003B6DE5" w:rsidRPr="006F006F" w:rsidRDefault="006231ED" w:rsidP="006F006F">
      <w:pPr>
        <w:spacing w:after="0" w:line="30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Автор В.А. Дороничев</w:t>
      </w:r>
    </w:p>
    <w:p w14:paraId="11CA9FB0" w14:textId="77777777" w:rsidR="009930C8" w:rsidRDefault="009930C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d w:val="-408004288"/>
        <w:lock w:val="contentLocked"/>
        <w:placeholder>
          <w:docPart w:val="DefaultPlaceholder_-1854013440"/>
        </w:placeholder>
      </w:sdtPr>
      <w:sdtEndPr>
        <w:rPr>
          <w:caps/>
          <w:sz w:val="20"/>
          <w:szCs w:val="20"/>
        </w:rPr>
      </w:sdtEndPr>
      <w:sdtContent>
        <w:p w14:paraId="255CD4EB" w14:textId="79D82384" w:rsidR="00F807E1" w:rsidRPr="00F807E1" w:rsidRDefault="00F807E1" w:rsidP="00F807E1">
          <w:pPr>
            <w:spacing w:after="0" w:line="30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ПУБЛИЧНОЕ АКЦИОНЕРНОЕ ОБЩЕСТВО «ГАЗПРОМ»</w:t>
          </w:r>
        </w:p>
        <w:p w14:paraId="7560F4C3" w14:textId="77777777" w:rsidR="00F807E1" w:rsidRPr="00F807E1" w:rsidRDefault="00F807E1" w:rsidP="00F807E1">
          <w:pPr>
            <w:spacing w:before="240" w:after="0" w:line="240" w:lineRule="auto"/>
            <w:ind w:left="-284" w:right="-284"/>
            <w:jc w:val="center"/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  <w:t>ЧАСТНОЕ УЧРЕЖДЕНИЕ ДОПОЛНИТЕЛЬНОГО ПРОФЕССИОНАЛЬНОГО ОБРАЗОВАНИЯ</w:t>
          </w:r>
        </w:p>
        <w:p w14:paraId="239AE24A" w14:textId="376D5EBC" w:rsidR="00F807E1" w:rsidRPr="00F807E1" w:rsidRDefault="00F807E1" w:rsidP="00F807E1">
          <w:pPr>
            <w:spacing w:after="0" w:line="240" w:lineRule="auto"/>
            <w:ind w:left="-284" w:right="-285"/>
            <w:jc w:val="center"/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</w:pPr>
          <w:r w:rsidRPr="00F807E1">
            <w:rPr>
              <w:rFonts w:ascii="Times New Roman" w:eastAsia="Times New Roman" w:hAnsi="Times New Roman" w:cs="Times New Roman"/>
              <w:b/>
              <w:caps/>
              <w:sz w:val="20"/>
              <w:szCs w:val="20"/>
              <w:lang w:eastAsia="ru-RU"/>
            </w:rPr>
            <w:t>«Отраслевой научно-исследовательский учебно-тренажерный центр ГАЗПРОМА»</w:t>
          </w:r>
        </w:p>
      </w:sdtContent>
    </w:sdt>
    <w:p w14:paraId="07E7F7B2" w14:textId="77777777" w:rsidR="00F807E1" w:rsidRPr="00F807E1" w:rsidRDefault="00F807E1" w:rsidP="001C26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807E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––––––––––––––––––––––––––––––––––––––––––––––––––––––––––––––––––––</w:t>
      </w:r>
    </w:p>
    <w:tbl>
      <w:tblPr>
        <w:tblW w:w="963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111C0E" w:rsidRPr="00230BD3" w14:paraId="05796F57" w14:textId="77777777" w:rsidTr="00AD10E6">
        <w:trPr>
          <w:trHeight w:val="2047"/>
        </w:trPr>
        <w:tc>
          <w:tcPr>
            <w:tcW w:w="4819" w:type="dxa"/>
          </w:tcPr>
          <w:p w14:paraId="04555C0B" w14:textId="49A114DD" w:rsidR="00971EFA" w:rsidRPr="00230BD3" w:rsidRDefault="00971EFA" w:rsidP="00AD10E6">
            <w:pPr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14:paraId="59B8D415" w14:textId="77777777" w:rsidR="00111C0E" w:rsidRPr="00580038" w:rsidRDefault="00111C0E" w:rsidP="008C5A89">
            <w:pPr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8003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УТВЕРЖДАЮ</w:t>
            </w:r>
          </w:p>
          <w:p w14:paraId="22AD0B6A" w14:textId="77777777" w:rsidR="00111C0E" w:rsidRPr="00580038" w:rsidRDefault="00111C0E" w:rsidP="008C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0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14:paraId="639B968E" w14:textId="77777777" w:rsidR="00111C0E" w:rsidRDefault="00111C0E" w:rsidP="008C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0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 ДПО «Газпром ОНУТЦ»</w:t>
            </w:r>
          </w:p>
          <w:p w14:paraId="62EBB680" w14:textId="77777777" w:rsidR="00111C0E" w:rsidRPr="00580038" w:rsidRDefault="00111C0E" w:rsidP="008C5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C54271" w14:textId="77777777" w:rsidR="00111C0E" w:rsidRPr="00580038" w:rsidRDefault="00111C0E" w:rsidP="00FD48AD">
            <w:pPr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0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 А.С. Кандалов</w:t>
            </w:r>
          </w:p>
          <w:p w14:paraId="359298C8" w14:textId="37C0F617" w:rsidR="00111C0E" w:rsidRPr="00580038" w:rsidRDefault="0083580D" w:rsidP="00C62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-1110112585"/>
                <w:placeholder>
                  <w:docPart w:val="3091B3AFAEB54BDAA568E9A795698F71"/>
                </w:placeholder>
                <w:showingPlcHdr/>
                <w15:color w:val="FF0000"/>
                <w:date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C62970" w:rsidRPr="00C62970">
                  <w:rPr>
                    <w:color w:val="808080"/>
                  </w:rPr>
                  <w:t>Место для ввода даты.</w:t>
                </w:r>
              </w:sdtContent>
            </w:sdt>
          </w:p>
          <w:p w14:paraId="53FBFF2E" w14:textId="77777777" w:rsidR="00111C0E" w:rsidRPr="00580038" w:rsidRDefault="00111C0E" w:rsidP="00AD10E6">
            <w:pPr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EB1181A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F65977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D2F0AA" w14:textId="77777777" w:rsidR="001C26C3" w:rsidRDefault="001C26C3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6779B4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B4E753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1B3B6F" w14:textId="77777777" w:rsidR="00307E3E" w:rsidRDefault="00307E3E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C3FAD4" w14:textId="5F9C0A78" w:rsidR="00E71B01" w:rsidRPr="00C62970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Направление: </w:t>
      </w:r>
      <w:sdt>
        <w:sdtPr>
          <w:rPr>
            <w:rFonts w:ascii="Times New Roman" w:hAnsi="Times New Roman" w:cs="Times New Roman"/>
            <w:sz w:val="28"/>
            <w:szCs w:val="28"/>
          </w:rPr>
          <w:alias w:val="Направление"/>
          <w:tag w:val="Выбрать из списка"/>
          <w:id w:val="-1455168458"/>
          <w:placeholder>
            <w:docPart w:val="7729C1E5581943B99736B591755B6E13"/>
          </w:placeholder>
          <w:showingPlcHdr/>
          <w15:color w:val="FF0000"/>
          <w:dropDownList>
            <w:listItem w:displayText="выберите элемент" w:value=""/>
            <w:listItem w:displayText="БУРЕНИЕ СКВАЖИН" w:value="БУРЕНИЕ СКВАЖИН"/>
            <w:listItem w:displayText="ДОБЫЧА ГАЗА" w:value="ДОБЫЧА ГАЗА"/>
            <w:listItem w:displayText="ПЕРЕРАБОТКА ГАЗА" w:value="ПЕРЕРАБОТКА ГАЗА"/>
            <w:listItem w:displayText="ТРАНСПОРТИРОВКА ГАЗА" w:value="ТРАНСПОРТИРОВКА ГАЗА"/>
            <w:listItem w:displayText="УПРАВЛЕНИЕ ПЕРСОНАЛОМ" w:value="УПРАВЛЕНИЕ ПЕРСОНАЛОМ"/>
            <w:listItem w:displayText="ЭКОНОМИКА" w:value="ЭКОНОМИКА"/>
            <w:listItem w:displayText="РЕЗЕРВ КАДРОВ" w:value="РЕЗЕРВ КАДРОВ"/>
            <w:listItem w:displayText="ОБЩЕОТРАСЛЕВОЕ" w:value="ОБЩЕОТРАСЛЕВОЕ"/>
            <w:listItem w:displayText="ГАЗОВОЕ ХОЗЯЙСТВО" w:value="ГАЗОВОЕ ХОЗЯЙСТВО"/>
          </w:dropDownList>
        </w:sdtPr>
        <w:sdtEndPr/>
        <w:sdtContent>
          <w:r w:rsidR="00CE205F" w:rsidRPr="00140518">
            <w:rPr>
              <w:rStyle w:val="afb"/>
            </w:rPr>
            <w:t>Выберите элемент.</w:t>
          </w:r>
        </w:sdtContent>
      </w:sdt>
    </w:p>
    <w:p w14:paraId="497A40E6" w14:textId="7081C370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33885D" w14:textId="77777777" w:rsidR="007A2CD1" w:rsidRDefault="007A2CD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18A5FF" w14:textId="3C67DD68" w:rsidR="00E71B01" w:rsidRPr="00E71B01" w:rsidRDefault="004F7C7F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ПРОФЕССИОНАЛЬНАЯ ПРОГРАММА</w:t>
      </w:r>
    </w:p>
    <w:p w14:paraId="36A51DCD" w14:textId="4C36179C" w:rsidR="00E71B01" w:rsidRPr="00C62970" w:rsidRDefault="00E71B01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6D">
        <w:rPr>
          <w:rFonts w:ascii="Times New Roman" w:hAnsi="Times New Roman" w:cs="Times New Roman"/>
          <w:b/>
          <w:sz w:val="28"/>
          <w:szCs w:val="28"/>
        </w:rPr>
        <w:t xml:space="preserve">повышения квалификации </w:t>
      </w:r>
      <w:sdt>
        <w:sdtPr>
          <w:rPr>
            <w:rFonts w:ascii="Times New Roman" w:hAnsi="Times New Roman" w:cs="Times New Roman"/>
            <w:b/>
            <w:sz w:val="28"/>
            <w:szCs w:val="28"/>
          </w:rPr>
          <w:alias w:val="категории слушателей"/>
          <w:tag w:val="категории слушателей"/>
          <w:id w:val="383453584"/>
          <w:placeholder>
            <w:docPart w:val="C09786C41DA142B491C507863E29A1F9"/>
          </w:placeholder>
          <w:showingPlcHdr/>
          <w15:color w:val="FF0000"/>
          <w:dropDownList>
            <w:listItem w:displayText="выберите элемент" w:value=""/>
            <w:listItem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C62970" w:rsidRPr="00C62970">
            <w:rPr>
              <w:color w:val="808080"/>
            </w:rPr>
            <w:t>Выберите элемент.</w:t>
          </w:r>
        </w:sdtContent>
      </w:sdt>
    </w:p>
    <w:p w14:paraId="7775062E" w14:textId="73D08801" w:rsidR="00E71B01" w:rsidRDefault="004B4EBB" w:rsidP="00307E3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курсу </w:t>
      </w:r>
      <w:r w:rsidRPr="00CC175F">
        <w:rPr>
          <w:rFonts w:ascii="Times New Roman" w:hAnsi="Times New Roman" w:cs="Times New Roman"/>
          <w:b/>
          <w:i/>
          <w:color w:val="FF0000"/>
          <w:sz w:val="28"/>
          <w:szCs w:val="28"/>
        </w:rPr>
        <w:t>«</w:t>
      </w:r>
      <w:r w:rsidR="00DD4CE6" w:rsidRPr="00CC175F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курса</w:t>
      </w:r>
      <w:r w:rsidR="00E71B01" w:rsidRPr="00CC175F">
        <w:rPr>
          <w:rFonts w:ascii="Times New Roman" w:hAnsi="Times New Roman" w:cs="Times New Roman"/>
          <w:b/>
          <w:i/>
          <w:color w:val="FF0000"/>
          <w:sz w:val="28"/>
          <w:szCs w:val="28"/>
        </w:rPr>
        <w:t>»</w:t>
      </w:r>
    </w:p>
    <w:p w14:paraId="5F7B0234" w14:textId="6F76CCE1" w:rsidR="00E71B01" w:rsidRPr="007A2CD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9ED00B" w14:textId="77777777" w:rsidR="007A2CD1" w:rsidRPr="007A2CD1" w:rsidRDefault="007A2CD1" w:rsidP="001C2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106986" w14:textId="77777777" w:rsidR="00307E3E" w:rsidRPr="00307E3E" w:rsidRDefault="00307E3E" w:rsidP="00307E3E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7E3E">
        <w:rPr>
          <w:rFonts w:ascii="Times New Roman" w:hAnsi="Times New Roman" w:cs="Times New Roman"/>
          <w:sz w:val="28"/>
          <w:szCs w:val="28"/>
        </w:rPr>
        <w:t>Образовательная организация: ЧУ ДПО «Газпром ОНУТЦ»</w:t>
      </w:r>
    </w:p>
    <w:p w14:paraId="63C252BE" w14:textId="77777777" w:rsidR="004F7C7F" w:rsidRDefault="004F7C7F" w:rsidP="004F7C7F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документа: </w:t>
      </w:r>
      <w:r w:rsidRPr="00A3568F">
        <w:rPr>
          <w:rFonts w:ascii="Times New Roman" w:hAnsi="Times New Roman" w:cs="Times New Roman"/>
          <w:sz w:val="28"/>
          <w:szCs w:val="28"/>
        </w:rPr>
        <w:t xml:space="preserve">СНО </w:t>
      </w:r>
    </w:p>
    <w:p w14:paraId="49ACEAFB" w14:textId="4D99711A" w:rsidR="00E71B01" w:rsidRPr="00DD4CE6" w:rsidRDefault="001F1CE9" w:rsidP="00307E3E">
      <w:pPr>
        <w:spacing w:after="0" w:line="30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курса</w:t>
      </w:r>
      <w:r w:rsidR="00307E3E">
        <w:rPr>
          <w:rFonts w:ascii="Times New Roman" w:hAnsi="Times New Roman" w:cs="Times New Roman"/>
          <w:sz w:val="28"/>
          <w:szCs w:val="28"/>
        </w:rPr>
        <w:t>:</w:t>
      </w:r>
      <w:r w:rsidR="00DD4CE6">
        <w:rPr>
          <w:rFonts w:ascii="Times New Roman" w:hAnsi="Times New Roman" w:cs="Times New Roman"/>
          <w:sz w:val="28"/>
          <w:szCs w:val="28"/>
        </w:rPr>
        <w:t xml:space="preserve"> </w:t>
      </w:r>
      <w:r w:rsidR="006C3B57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(</w:t>
      </w:r>
      <w:r w:rsidR="00DD4CE6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Код курса в ГПК</w:t>
      </w:r>
      <w:r w:rsidR="006C3B57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09BF8CF5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4A74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280780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B49EA8" w14:textId="77777777" w:rsidR="00111C0E" w:rsidRDefault="00111C0E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74EC0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4ECAD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862EB" w14:textId="77777777" w:rsidR="00E71B01" w:rsidRDefault="00E71B0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7A272" w14:textId="77777777" w:rsidR="001A3F21" w:rsidRDefault="001A3F21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2FCE6C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0EEB5D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68185E" w14:textId="77777777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7B8FDD" w14:textId="345CA691" w:rsidR="007002DD" w:rsidRDefault="007002DD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6ED22E" w14:textId="77777777" w:rsidR="00C62970" w:rsidRDefault="00C62970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8A1E5A" w14:textId="49CBB2EB" w:rsidR="00C0384C" w:rsidRDefault="00C0384C" w:rsidP="001C2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Калининград </w:t>
      </w:r>
      <w:r w:rsidR="00CA3393" w:rsidRPr="007A2CD1">
        <w:rPr>
          <w:rFonts w:ascii="Times New Roman" w:hAnsi="Times New Roman" w:cs="Times New Roman"/>
          <w:b/>
          <w:sz w:val="28"/>
          <w:szCs w:val="28"/>
        </w:rPr>
        <w:t>20</w:t>
      </w:r>
      <w:r w:rsidR="00CA3393">
        <w:rPr>
          <w:rFonts w:ascii="Times New Roman" w:hAnsi="Times New Roman" w:cs="Times New Roman"/>
          <w:b/>
          <w:i/>
          <w:color w:val="FF0000"/>
          <w:sz w:val="28"/>
          <w:szCs w:val="28"/>
        </w:rPr>
        <w:t>_</w:t>
      </w:r>
      <w:r w:rsidR="00DD4CE6" w:rsidRPr="006C3B57">
        <w:rPr>
          <w:rFonts w:ascii="Times New Roman" w:hAnsi="Times New Roman" w:cs="Times New Roman"/>
          <w:b/>
          <w:i/>
          <w:color w:val="FF0000"/>
          <w:sz w:val="28"/>
          <w:szCs w:val="28"/>
        </w:rPr>
        <w:t>_</w:t>
      </w:r>
    </w:p>
    <w:p w14:paraId="2DBB4E38" w14:textId="77777777" w:rsidR="00C0384C" w:rsidRPr="00C0384C" w:rsidRDefault="00AA3F93" w:rsidP="00E10C14">
      <w:pPr>
        <w:spacing w:after="0" w:line="30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14:paraId="05B486ED" w14:textId="77777777" w:rsidR="00C0384C" w:rsidRPr="00C0384C" w:rsidRDefault="00C0384C" w:rsidP="00E10C14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0384C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3A11752B" w14:textId="2DC5DC61" w:rsidR="004F7C7F" w:rsidRPr="00C62970" w:rsidRDefault="0083580D" w:rsidP="004F7C7F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1551193981"/>
          <w:lock w:val="contentLocked"/>
          <w:placeholder>
            <w:docPart w:val="DefaultPlaceholder_-1854013440"/>
          </w:placeholder>
        </w:sdtPr>
        <w:sdtEndPr/>
        <w:sdtContent>
          <w:r w:rsidR="004F7C7F" w:rsidRPr="00C6297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Дополнительная профессиональная программа повышения квалификации</w:t>
          </w:r>
        </w:sdtContent>
      </w:sdt>
      <w:r w:rsidR="004F7C7F" w:rsidRPr="00C62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939342505"/>
          <w:placeholder>
            <w:docPart w:val="E9746647E6CA48B5949B97ADEAEDCA4A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C62970" w:rsidRPr="00C62970">
            <w:rPr>
              <w:color w:val="808080"/>
            </w:rPr>
            <w:t>Выберите элемент.</w:t>
          </w:r>
        </w:sdtContent>
      </w:sdt>
      <w:r w:rsidR="004F7C7F" w:rsidRPr="00C629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color w:val="FF0000"/>
            <w:sz w:val="28"/>
            <w:szCs w:val="28"/>
            <w:lang w:eastAsia="ru-RU"/>
          </w:rPr>
          <w:id w:val="692351231"/>
          <w:lock w:val="contentLocked"/>
          <w:placeholder>
            <w:docPart w:val="DefaultPlaceholder_-1854013440"/>
          </w:placeholder>
        </w:sdtPr>
        <w:sdtEndPr>
          <w:rPr>
            <w:color w:val="auto"/>
          </w:rPr>
        </w:sdtEndPr>
        <w:sdtContent>
          <w:r w:rsidR="004F7C7F" w:rsidRPr="00C6297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 курсу</w:t>
          </w:r>
        </w:sdtContent>
      </w:sdt>
      <w:r w:rsidR="004F7C7F" w:rsidRPr="00C62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F7C7F" w:rsidRPr="00C62970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Название курса</w:t>
      </w:r>
      <w:r w:rsidR="004F7C7F" w:rsidRPr="00C62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893931674"/>
          <w:lock w:val="contentLocked"/>
          <w:placeholder>
            <w:docPart w:val="DefaultPlaceholder_-1854013440"/>
          </w:placeholder>
        </w:sdtPr>
        <w:sdtEndPr/>
        <w:sdtContent>
          <w:r w:rsidR="004F7C7F" w:rsidRPr="00C6297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предназначена для повышения квалификации</w:t>
          </w:r>
        </w:sdtContent>
      </w:sdt>
      <w:r w:rsidR="004F7C7F" w:rsidRPr="00C62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C7F" w:rsidRPr="00C62970">
        <w:rPr>
          <w:rFonts w:ascii="Times New Roman" w:hAnsi="Times New Roman" w:cs="Times New Roman"/>
          <w:i/>
          <w:color w:val="FF0000"/>
          <w:sz w:val="28"/>
          <w:szCs w:val="28"/>
        </w:rPr>
        <w:t>(указываются должностные категории руководителей и/или специалистов</w:t>
      </w:r>
      <w:r w:rsidR="004F7C7F" w:rsidRPr="00C62970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id="1"/>
      </w:r>
      <w:r w:rsidR="004F7C7F" w:rsidRPr="00C62970">
        <w:rPr>
          <w:rFonts w:ascii="Times New Roman" w:hAnsi="Times New Roman" w:cs="Times New Roman"/>
          <w:i/>
          <w:color w:val="FF0000"/>
          <w:sz w:val="28"/>
          <w:szCs w:val="28"/>
        </w:rPr>
        <w:t>, например: руководителей среднего звена управления, их заместителей, начальников структурных подр</w:t>
      </w:r>
      <w:r w:rsidR="00C62970">
        <w:rPr>
          <w:rFonts w:ascii="Times New Roman" w:hAnsi="Times New Roman" w:cs="Times New Roman"/>
          <w:i/>
          <w:color w:val="FF0000"/>
          <w:sz w:val="28"/>
          <w:szCs w:val="28"/>
        </w:rPr>
        <w:t>азделений</w:t>
      </w:r>
      <w:r w:rsidR="004F7C7F" w:rsidRPr="00C62970">
        <w:rPr>
          <w:rFonts w:ascii="Times New Roman" w:hAnsi="Times New Roman" w:cs="Times New Roman"/>
          <w:i/>
          <w:color w:val="FF0000"/>
          <w:sz w:val="28"/>
          <w:szCs w:val="28"/>
        </w:rPr>
        <w:t>).</w:t>
      </w:r>
    </w:p>
    <w:p w14:paraId="31723341" w14:textId="73D1081A" w:rsidR="004F7C7F" w:rsidRPr="00C62970" w:rsidRDefault="0083580D" w:rsidP="004F7C7F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1784763163"/>
          <w:lock w:val="contentLocked"/>
          <w:placeholder>
            <w:docPart w:val="DefaultPlaceholder_-1854013440"/>
          </w:placeholder>
        </w:sdtPr>
        <w:sdtEndPr/>
        <w:sdtContent>
          <w:r w:rsidR="004F7C7F" w:rsidRPr="00C6297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 программе теоретического обучения рассматриваются вопросы</w:t>
          </w:r>
        </w:sdtContent>
      </w:sdt>
      <w:r w:rsidR="004F7C7F" w:rsidRPr="00C62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C7F" w:rsidRPr="00C62970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(например: понятие, су</w:t>
      </w:r>
      <w:r w:rsidR="00C62970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щность и классификация рисков</w:t>
      </w:r>
      <w:r w:rsidR="004F7C7F" w:rsidRPr="00C62970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).</w:t>
      </w:r>
    </w:p>
    <w:p w14:paraId="05250488" w14:textId="47341562" w:rsidR="004F7C7F" w:rsidRPr="00C62970" w:rsidRDefault="0083580D" w:rsidP="004F7C7F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587426945"/>
          <w:placeholder>
            <w:docPart w:val="DefaultPlaceholder_-1854013440"/>
          </w:placeholder>
        </w:sdtPr>
        <w:sdtEndPr/>
        <w:sdtContent>
          <w:r w:rsidR="004F57E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 ходе практических занятий</w:t>
          </w:r>
          <w:r w:rsidR="003A341E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отрабатываются</w:t>
          </w:r>
          <w:r w:rsidR="004F7C7F" w:rsidRPr="00C6297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навыки</w:t>
          </w:r>
        </w:sdtContent>
      </w:sdt>
      <w:r w:rsidR="004F7C7F" w:rsidRPr="00C62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C7F" w:rsidRPr="00C62970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(например: документирования процесса управления рисками в рамках отдельных бизнес-процессов, направлений)</w:t>
      </w:r>
      <w:r w:rsidR="008C5BDA" w:rsidRPr="00C62970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.</w:t>
      </w:r>
    </w:p>
    <w:sdt>
      <w:sdt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d w:val="-1550828347"/>
        <w:lock w:val="contentLocked"/>
        <w:placeholder>
          <w:docPart w:val="DefaultPlaceholder_-1854013440"/>
        </w:placeholder>
      </w:sdtPr>
      <w:sdtEndPr>
        <w:rPr>
          <w:b w:val="0"/>
        </w:rPr>
      </w:sdtEndPr>
      <w:sdtContent>
        <w:p w14:paraId="608B49C1" w14:textId="143F0C55" w:rsidR="00364508" w:rsidRDefault="00111C0E" w:rsidP="00E10C14">
          <w:pPr>
            <w:spacing w:before="120" w:after="120" w:line="300" w:lineRule="auto"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t>Сведения о документе</w:t>
          </w:r>
          <w:r w:rsidR="00307E3E" w:rsidRPr="008C5BDA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:</w:t>
          </w:r>
        </w:p>
      </w:sdtContent>
    </w:sdt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963"/>
      </w:tblGrid>
      <w:tr w:rsidR="004F7C7F" w14:paraId="3F20945C" w14:textId="77777777" w:rsidTr="004F7C7F">
        <w:tc>
          <w:tcPr>
            <w:tcW w:w="4106" w:type="dxa"/>
          </w:tcPr>
          <w:p w14:paraId="407BA8CF" w14:textId="77777777" w:rsidR="004F7C7F" w:rsidRDefault="004F7C7F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РАЗРАБОТАН</w:t>
            </w:r>
          </w:p>
        </w:tc>
        <w:tc>
          <w:tcPr>
            <w:tcW w:w="5521" w:type="dxa"/>
            <w:gridSpan w:val="2"/>
          </w:tcPr>
          <w:p w14:paraId="6307D91A" w14:textId="77777777" w:rsidR="004F7C7F" w:rsidRDefault="004F7C7F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 ДПО «Газпром ОНУТЦ»</w:t>
            </w:r>
          </w:p>
        </w:tc>
      </w:tr>
      <w:tr w:rsidR="004F7C7F" w14:paraId="2D20793B" w14:textId="77777777" w:rsidTr="004F7C7F">
        <w:tc>
          <w:tcPr>
            <w:tcW w:w="4106" w:type="dxa"/>
          </w:tcPr>
          <w:p w14:paraId="5FE8660F" w14:textId="77777777" w:rsidR="004F7C7F" w:rsidRDefault="004F7C7F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ВНЕСЕН</w:t>
            </w:r>
          </w:p>
        </w:tc>
        <w:tc>
          <w:tcPr>
            <w:tcW w:w="5521" w:type="dxa"/>
            <w:gridSpan w:val="2"/>
          </w:tcPr>
          <w:p w14:paraId="71A04914" w14:textId="77777777" w:rsidR="004F7C7F" w:rsidRDefault="004F7C7F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 ДПО «Газпром ОНУТЦ»</w:t>
            </w:r>
          </w:p>
        </w:tc>
      </w:tr>
      <w:tr w:rsidR="004F7C7F" w14:paraId="6DC4FD6B" w14:textId="77777777" w:rsidTr="004F7C7F">
        <w:tc>
          <w:tcPr>
            <w:tcW w:w="4106" w:type="dxa"/>
          </w:tcPr>
          <w:p w14:paraId="51D794BD" w14:textId="77777777" w:rsidR="004F7C7F" w:rsidRDefault="004F7C7F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УТВЕРЖДЕН</w:t>
            </w:r>
          </w:p>
        </w:tc>
        <w:tc>
          <w:tcPr>
            <w:tcW w:w="5521" w:type="dxa"/>
            <w:gridSpan w:val="2"/>
          </w:tcPr>
          <w:p w14:paraId="5671FB5D" w14:textId="2B9A2FAE" w:rsidR="004F7C7F" w:rsidRPr="00C62970" w:rsidRDefault="004F7C7F" w:rsidP="00C62970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Директором ЧУ ДПО </w:t>
            </w:r>
            <w:r w:rsidR="00C62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«Газпром ОНУТЦ» А.С. Кандаловым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2066526251"/>
                <w:placeholder>
                  <w:docPart w:val="F33A8539794D49CEB108FAC919325C0E"/>
                </w:placeholder>
                <w:showingPlcHdr/>
                <w15:color w:val="FF0000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C62970" w:rsidRPr="00C62970">
                  <w:rPr>
                    <w:color w:val="808080"/>
                  </w:rPr>
                  <w:t>Место для ввода даты.</w:t>
                </w:r>
              </w:sdtContent>
            </w:sdt>
          </w:p>
        </w:tc>
      </w:tr>
      <w:tr w:rsidR="004F7C7F" w14:paraId="1C3CE372" w14:textId="77777777" w:rsidTr="004F7C7F">
        <w:tc>
          <w:tcPr>
            <w:tcW w:w="4106" w:type="dxa"/>
          </w:tcPr>
          <w:p w14:paraId="393ADB85" w14:textId="51720FDC" w:rsidR="004F7C7F" w:rsidRDefault="004F7C7F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Pr="00DE39A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СОГЛАСОВАН</w:t>
            </w:r>
            <w:r w:rsidR="00DE39A8" w:rsidRPr="00DE39A8">
              <w:rPr>
                <w:rStyle w:val="af8"/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footnoteReference w:id="2"/>
            </w:r>
          </w:p>
        </w:tc>
        <w:tc>
          <w:tcPr>
            <w:tcW w:w="5521" w:type="dxa"/>
            <w:gridSpan w:val="2"/>
          </w:tcPr>
          <w:p w14:paraId="22045BA7" w14:textId="1840BC04" w:rsidR="004F7C7F" w:rsidRPr="00C62970" w:rsidRDefault="004F7C7F" w:rsidP="00EA2DD1">
            <w:pPr>
              <w:suppressAutoHyphens/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заседания педагогического совета ЧУ ДПО «Газпром ОНУТЦ» от</w:t>
            </w:r>
            <w:r w:rsidR="00EA2DD1" w:rsidRPr="00C62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id w:val="-1783337586"/>
                <w:placeholder>
                  <w:docPart w:val="CDA20E7B622D414B834EE274FB3C747F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C62970" w:rsidRPr="00C62970">
                  <w:t>Место для ввода даты.</w:t>
                </w:r>
              </w:sdtContent>
            </w:sdt>
            <w:r w:rsidR="00C62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id w:val="1823382375"/>
                <w:placeholder>
                  <w:docPart w:val="497C92AB98DF4F8EAC178E82A38CEB33"/>
                </w:placeholder>
                <w:showingPlcHdr/>
                <w:dropDownList>
                  <w:listItem w:value="Выберите элемент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C62970" w:rsidRPr="00C62970">
                  <w:rPr>
                    <w:color w:val="808080"/>
                  </w:rPr>
                  <w:t>Выберите элемент.</w:t>
                </w:r>
              </w:sdtContent>
            </w:sdt>
          </w:p>
        </w:tc>
      </w:tr>
      <w:tr w:rsidR="004F7C7F" w14:paraId="6BA3087E" w14:textId="77777777" w:rsidTr="004F7C7F">
        <w:tc>
          <w:tcPr>
            <w:tcW w:w="4106" w:type="dxa"/>
          </w:tcPr>
          <w:p w14:paraId="66EE54B8" w14:textId="77777777" w:rsidR="004F7C7F" w:rsidRDefault="004F7C7F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СРОК ДЕЙСТВИЯ</w:t>
            </w:r>
          </w:p>
        </w:tc>
        <w:tc>
          <w:tcPr>
            <w:tcW w:w="5521" w:type="dxa"/>
            <w:gridSpan w:val="2"/>
          </w:tcPr>
          <w:p w14:paraId="6034FB8C" w14:textId="77777777" w:rsidR="004F7C7F" w:rsidRDefault="004F7C7F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лет</w:t>
            </w:r>
          </w:p>
        </w:tc>
      </w:tr>
      <w:tr w:rsidR="004F7C7F" w14:paraId="0EE2F2D1" w14:textId="77777777" w:rsidTr="004F7C7F">
        <w:tc>
          <w:tcPr>
            <w:tcW w:w="4106" w:type="dxa"/>
          </w:tcPr>
          <w:p w14:paraId="6889B36C" w14:textId="77777777" w:rsidR="004F7C7F" w:rsidRDefault="004F7C7F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Pr="001659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ВВЕДЕН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 ВПЕРВЫЕ</w:t>
            </w:r>
            <w:r w:rsidRPr="001659C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/ВЗАМЕН</w:t>
            </w:r>
          </w:p>
        </w:tc>
        <w:tc>
          <w:tcPr>
            <w:tcW w:w="5521" w:type="dxa"/>
            <w:gridSpan w:val="2"/>
          </w:tcPr>
          <w:p w14:paraId="05B51493" w14:textId="1CD08B21" w:rsidR="004F7C7F" w:rsidRDefault="0083580D" w:rsidP="00CC088D">
            <w:pPr>
              <w:spacing w:before="60"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i/>
                  <w:color w:val="FF0000"/>
                  <w:sz w:val="28"/>
                  <w:szCs w:val="28"/>
                  <w:lang w:eastAsia="ru-RU"/>
                </w:rPr>
                <w:id w:val="1725719173"/>
                <w:placeholder>
                  <w:docPart w:val="E426B53F46C941C092EBB4CA34174DD5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CE205F" w:rsidRPr="00CE205F">
                  <w:rPr>
                    <w:color w:val="808080"/>
                  </w:rPr>
                  <w:t>Место для ввода даты.</w:t>
                </w:r>
              </w:sdtContent>
            </w:sdt>
            <w:r w:rsidR="00CE205F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4F7C7F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/</w:t>
            </w:r>
            <w:r w:rsidR="00CE205F">
              <w:t xml:space="preserve"> </w:t>
            </w:r>
            <w:r w:rsidR="00CE205F" w:rsidRPr="00CE205F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>Учебного плана и программы повышения квалификации… (указывается полное название заменяемой ДПП при актуализации (переработке)</w:t>
            </w:r>
            <w:r w:rsidR="00DF7E44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  <w:t xml:space="preserve">, утвержденных директором ЧУ ДПО «Газпром ОНУТЦ»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alias w:val="Дата утверждения"/>
                <w:tag w:val="Дата утверждения"/>
                <w:id w:val="-86230976"/>
                <w:placeholder>
                  <w:docPart w:val="9BB8468A4578495B8974BA09FE0C3B68"/>
                </w:placeholder>
                <w:showingPlcHdr/>
                <w15:color w:val="FF0000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DF7E44" w:rsidRPr="00C62970">
                  <w:rPr>
                    <w:color w:val="808080"/>
                  </w:rPr>
                  <w:t>Место для ввода даты.</w:t>
                </w:r>
              </w:sdtContent>
            </w:sdt>
          </w:p>
        </w:tc>
      </w:tr>
      <w:tr w:rsidR="004F7C7F" w14:paraId="04308D5A" w14:textId="77777777" w:rsidTr="004F7C7F">
        <w:tc>
          <w:tcPr>
            <w:tcW w:w="5665" w:type="dxa"/>
            <w:gridSpan w:val="2"/>
          </w:tcPr>
          <w:p w14:paraId="338A043C" w14:textId="77777777" w:rsidR="004F7C7F" w:rsidRDefault="004F7C7F" w:rsidP="004F7C7F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</w:tcPr>
          <w:p w14:paraId="50D13023" w14:textId="21104847" w:rsidR="004F7C7F" w:rsidRPr="00CE205F" w:rsidRDefault="004F7C7F" w:rsidP="00CC088D">
            <w:pPr>
              <w:spacing w:before="12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5FB">
              <w:rPr>
                <w:rFonts w:ascii="Times New Roman" w:eastAsia="Calibri" w:hAnsi="Times New Roman" w:cs="Times New Roman"/>
                <w:kern w:val="28"/>
              </w:rPr>
              <w:sym w:font="Symbol" w:char="F0E3"/>
            </w:r>
            <w:r w:rsidRPr="00B015FB">
              <w:rPr>
                <w:rFonts w:ascii="Times New Roman" w:eastAsia="Calibri" w:hAnsi="Times New Roman" w:cs="Times New Roman"/>
                <w:kern w:val="28"/>
              </w:rPr>
              <w:t xml:space="preserve"> П</w:t>
            </w:r>
            <w:r>
              <w:rPr>
                <w:rFonts w:ascii="Times New Roman" w:eastAsia="Calibri" w:hAnsi="Times New Roman" w:cs="Times New Roman"/>
                <w:kern w:val="28"/>
              </w:rPr>
              <w:t xml:space="preserve">АО «Газпром», </w:t>
            </w:r>
            <w:r w:rsidRPr="006F5044">
              <w:rPr>
                <w:rFonts w:ascii="Times New Roman" w:eastAsia="Calibri" w:hAnsi="Times New Roman" w:cs="Times New Roman"/>
                <w:kern w:val="28"/>
              </w:rPr>
              <w:t>20</w:t>
            </w:r>
            <w:r w:rsidR="00CE205F" w:rsidRPr="00CE205F">
              <w:rPr>
                <w:rFonts w:ascii="Times New Roman" w:eastAsia="Calibri" w:hAnsi="Times New Roman" w:cs="Times New Roman"/>
                <w:kern w:val="28"/>
              </w:rPr>
              <w:t>22</w:t>
            </w:r>
          </w:p>
        </w:tc>
      </w:tr>
      <w:tr w:rsidR="004F7C7F" w14:paraId="63DAC43E" w14:textId="77777777" w:rsidTr="004F7C7F">
        <w:tc>
          <w:tcPr>
            <w:tcW w:w="5665" w:type="dxa"/>
            <w:gridSpan w:val="2"/>
          </w:tcPr>
          <w:p w14:paraId="55AB78FB" w14:textId="77777777" w:rsidR="004F7C7F" w:rsidRDefault="004F7C7F" w:rsidP="004F7C7F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</w:tcPr>
          <w:p w14:paraId="2E4D135F" w14:textId="77777777" w:rsidR="004F7C7F" w:rsidRDefault="004F7C7F" w:rsidP="00CC088D">
            <w:pPr>
              <w:spacing w:before="120" w:line="300" w:lineRule="auto"/>
              <w:jc w:val="both"/>
              <w:rPr>
                <w:rFonts w:ascii="Times New Roman" w:eastAsia="Calibri" w:hAnsi="Times New Roman" w:cs="Times New Roman"/>
                <w:kern w:val="28"/>
              </w:rPr>
            </w:pPr>
            <w:r w:rsidRPr="00B015FB">
              <w:rPr>
                <w:rFonts w:ascii="Times New Roman" w:eastAsia="Calibri" w:hAnsi="Times New Roman" w:cs="Times New Roman"/>
                <w:kern w:val="28"/>
              </w:rPr>
              <w:sym w:font="Symbol" w:char="F0E3"/>
            </w:r>
            <w:r>
              <w:rPr>
                <w:rFonts w:ascii="Times New Roman" w:eastAsia="Calibri" w:hAnsi="Times New Roman" w:cs="Times New Roman"/>
                <w:kern w:val="28"/>
              </w:rPr>
              <w:t xml:space="preserve"> Разработка и оформление</w:t>
            </w:r>
          </w:p>
          <w:p w14:paraId="5DECE359" w14:textId="47D2253F" w:rsidR="004F7C7F" w:rsidRDefault="004F7C7F" w:rsidP="00CC088D">
            <w:pPr>
              <w:ind w:left="1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8"/>
              </w:rPr>
              <w:t xml:space="preserve">ЧУ ДПО «Газпром ОНУТЦ», </w:t>
            </w:r>
            <w:r w:rsidR="00CE205F">
              <w:rPr>
                <w:rFonts w:ascii="Times New Roman" w:eastAsia="Calibri" w:hAnsi="Times New Roman" w:cs="Times New Roman"/>
                <w:kern w:val="28"/>
              </w:rPr>
              <w:t>2022</w:t>
            </w:r>
            <w:r w:rsidRPr="006C3B57">
              <w:rPr>
                <w:rFonts w:ascii="Times New Roman" w:eastAsia="Calibri" w:hAnsi="Times New Roman" w:cs="Times New Roman"/>
                <w:i/>
                <w:color w:val="FF0000"/>
                <w:kern w:val="28"/>
              </w:rPr>
              <w:t>_</w:t>
            </w:r>
          </w:p>
        </w:tc>
      </w:tr>
    </w:tbl>
    <w:p w14:paraId="2241715A" w14:textId="75729221" w:rsidR="00C0384C" w:rsidRPr="00F02D89" w:rsidRDefault="0083580D" w:rsidP="000449F7">
      <w:pPr>
        <w:spacing w:before="120"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1900436414"/>
          <w:lock w:val="contentLocked"/>
          <w:placeholder>
            <w:docPart w:val="DefaultPlaceholder_-1854013440"/>
          </w:placeholder>
        </w:sdtPr>
        <w:sdtEndPr/>
        <w:sdtContent>
          <w:r w:rsidR="00120493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Распространение настоящего документа</w:t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 осуществляется в соответствии </w:t>
          </w:r>
          <w:r w:rsidR="00E10C14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br/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 xml:space="preserve">с действующим законодательством и с соблюдением правил, установленных </w:t>
          </w:r>
          <w:r w:rsid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ПАО</w:t>
          </w:r>
          <w:r w:rsidR="00573720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 </w:t>
          </w:r>
          <w:r w:rsidR="00B015FB" w:rsidRPr="00B015F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«Газпром».</w:t>
          </w:r>
        </w:sdtContent>
      </w:sdt>
      <w:r w:rsidR="00C0384C">
        <w:rPr>
          <w:rFonts w:ascii="Times New Roman" w:hAnsi="Times New Roman" w:cs="Times New Roman"/>
          <w:b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d w:val="-983232398"/>
        <w:lock w:val="contentLocked"/>
        <w:placeholder>
          <w:docPart w:val="DefaultPlaceholder_-1854013440"/>
        </w:placeholder>
      </w:sdtPr>
      <w:sdtEndPr>
        <w:rPr>
          <w:b w:val="0"/>
        </w:rPr>
      </w:sdtEndPr>
      <w:sdtContent>
        <w:p w14:paraId="43A6578C" w14:textId="418D3EE7" w:rsidR="00F97E52" w:rsidRPr="00F97E52" w:rsidRDefault="00684846" w:rsidP="00CC088D">
          <w:pPr>
            <w:spacing w:before="240" w:after="240" w:line="300" w:lineRule="auto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Список исполнителей</w:t>
          </w:r>
          <w:r w:rsidR="00F765C7" w:rsidRPr="008C5BDA"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t>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4F7C7F" w:rsidRPr="00C43504" w14:paraId="199A1C79" w14:textId="77777777" w:rsidTr="004F7C7F">
        <w:tc>
          <w:tcPr>
            <w:tcW w:w="6799" w:type="dxa"/>
          </w:tcPr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695892175"/>
              <w:lock w:val="contentLocked"/>
              <w:placeholder>
                <w:docPart w:val="DefaultPlaceholder_-1854013440"/>
              </w:placeholder>
            </w:sdtPr>
            <w:sdtEndPr/>
            <w:sdtContent>
              <w:p w14:paraId="00E90219" w14:textId="70EED063" w:rsidR="004F7C7F" w:rsidRPr="00C43504" w:rsidRDefault="004F7C7F" w:rsidP="004F7C7F">
                <w:pPr>
                  <w:spacing w:line="30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43504">
                  <w:rPr>
                    <w:rFonts w:ascii="Times New Roman" w:hAnsi="Times New Roman" w:cs="Times New Roman"/>
                    <w:sz w:val="28"/>
                    <w:szCs w:val="28"/>
                  </w:rPr>
                  <w:t>Разработчик:</w:t>
                </w:r>
              </w:p>
            </w:sdtContent>
          </w:sdt>
        </w:tc>
        <w:tc>
          <w:tcPr>
            <w:tcW w:w="2829" w:type="dxa"/>
          </w:tcPr>
          <w:p w14:paraId="06021988" w14:textId="77777777" w:rsidR="004F7C7F" w:rsidRPr="00C43504" w:rsidRDefault="004F7C7F" w:rsidP="004F7C7F">
            <w:pPr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7C7F" w:rsidRPr="006C3B57" w14:paraId="21C647DB" w14:textId="77777777" w:rsidTr="00EA2DD1">
        <w:tc>
          <w:tcPr>
            <w:tcW w:w="6799" w:type="dxa"/>
          </w:tcPr>
          <w:p w14:paraId="4843176B" w14:textId="77777777" w:rsidR="004F7C7F" w:rsidRPr="006C3B57" w:rsidRDefault="004F7C7F" w:rsidP="004F7C7F">
            <w:pPr>
              <w:spacing w:line="300" w:lineRule="auto"/>
              <w:ind w:left="748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должность, ученое звание, ученая степень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2E26CE54" w14:textId="7147FD58" w:rsidR="004F7C7F" w:rsidRPr="006C3B57" w:rsidRDefault="00CC088D" w:rsidP="004F7C7F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</w:t>
            </w:r>
            <w:r>
              <w:t>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p w14:paraId="336AA1F0" w14:textId="58C05DA0" w:rsidR="004F7C7F" w:rsidRDefault="004F7C7F" w:rsidP="00E10C14"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4F7C7F" w:rsidRPr="00C43504" w14:paraId="13E5547D" w14:textId="77777777" w:rsidTr="004F7C7F">
        <w:tc>
          <w:tcPr>
            <w:tcW w:w="6799" w:type="dxa"/>
          </w:tcPr>
          <w:sdt>
            <w:sdtPr>
              <w:rPr>
                <w:rFonts w:ascii="Times New Roman" w:hAnsi="Times New Roman" w:cs="Times New Roman"/>
                <w:sz w:val="28"/>
                <w:szCs w:val="28"/>
              </w:rPr>
              <w:id w:val="-412630369"/>
              <w:lock w:val="contentLocked"/>
              <w:placeholder>
                <w:docPart w:val="DefaultPlaceholder_-1854013440"/>
              </w:placeholder>
            </w:sdtPr>
            <w:sdtEndPr/>
            <w:sdtContent>
              <w:p w14:paraId="6C4A94E8" w14:textId="7043CA48" w:rsidR="004F7C7F" w:rsidRPr="00C43504" w:rsidRDefault="001A2F66" w:rsidP="001A2F66">
                <w:pPr>
                  <w:suppressAutoHyphens/>
                  <w:spacing w:line="30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Ответственный за м</w:t>
                </w:r>
                <w:r w:rsidR="002F5352">
                  <w:rPr>
                    <w:rFonts w:ascii="Times New Roman" w:hAnsi="Times New Roman" w:cs="Times New Roman"/>
                    <w:sz w:val="28"/>
                    <w:szCs w:val="28"/>
                  </w:rPr>
                  <w:t>етодическое</w:t>
                </w:r>
                <w:r w:rsidR="004F7C7F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обеспечение разработки и составления настоящей учебно-программной документации</w:t>
                </w:r>
                <w:r w:rsidR="004F7C7F" w:rsidRPr="00C43504">
                  <w:rPr>
                    <w:rFonts w:ascii="Times New Roman" w:hAnsi="Times New Roman" w:cs="Times New Roman"/>
                    <w:sz w:val="28"/>
                    <w:szCs w:val="28"/>
                  </w:rPr>
                  <w:t>:</w:t>
                </w:r>
              </w:p>
            </w:sdtContent>
          </w:sdt>
        </w:tc>
        <w:tc>
          <w:tcPr>
            <w:tcW w:w="2829" w:type="dxa"/>
          </w:tcPr>
          <w:p w14:paraId="043F8531" w14:textId="77777777" w:rsidR="004F7C7F" w:rsidRPr="00C43504" w:rsidRDefault="004F7C7F" w:rsidP="004F7C7F">
            <w:pPr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7C7F" w14:paraId="49BDB749" w14:textId="77777777" w:rsidTr="00EA2DD1">
        <w:tc>
          <w:tcPr>
            <w:tcW w:w="6799" w:type="dxa"/>
          </w:tcPr>
          <w:p w14:paraId="5FE6EEEA" w14:textId="77777777" w:rsidR="004F7C7F" w:rsidRPr="006C3B57" w:rsidRDefault="004F7C7F" w:rsidP="004F7C7F">
            <w:pPr>
              <w:spacing w:line="300" w:lineRule="auto"/>
              <w:ind w:left="746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7543EBE5" w14:textId="61A6143E" w:rsidR="004F7C7F" w:rsidRPr="006C3B57" w:rsidRDefault="00CC088D" w:rsidP="004F7C7F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</w:t>
            </w:r>
            <w:r>
              <w:t>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p w14:paraId="66D4B77D" w14:textId="38960CDD" w:rsidR="004F7C7F" w:rsidRDefault="004F7C7F" w:rsidP="00E10C14"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commentRangeStart w:id="1" w:displacedByCustomXml="next"/>
    <w:sdt>
      <w:sdtPr>
        <w:rPr>
          <w:rFonts w:ascii="Times New Roman" w:hAnsi="Times New Roman" w:cs="Times New Roman"/>
          <w:sz w:val="28"/>
          <w:szCs w:val="28"/>
        </w:rPr>
        <w:id w:val="-838772737"/>
        <w:lock w:val="contentLocked"/>
        <w:placeholder>
          <w:docPart w:val="DefaultPlaceholder_-1854013440"/>
        </w:placeholder>
      </w:sdtPr>
      <w:sdtEndPr/>
      <w:sdtContent>
        <w:p w14:paraId="6E8B9B4B" w14:textId="3F3B74EA" w:rsidR="004F7C7F" w:rsidRDefault="004F7C7F" w:rsidP="004F7C7F">
          <w:pPr>
            <w:spacing w:after="0" w:line="30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Нормоконтролер: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4F7C7F" w:rsidRPr="006C3B57" w14:paraId="69D3CA80" w14:textId="77777777" w:rsidTr="00EA2DD1">
        <w:tc>
          <w:tcPr>
            <w:tcW w:w="6799" w:type="dxa"/>
          </w:tcPr>
          <w:p w14:paraId="7CD16E79" w14:textId="77777777" w:rsidR="004F7C7F" w:rsidRPr="006C3B57" w:rsidRDefault="004F7C7F" w:rsidP="004F7C7F">
            <w:pPr>
              <w:spacing w:before="120" w:line="300" w:lineRule="auto"/>
              <w:ind w:left="746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45D725D9" w14:textId="66D3EFF6" w:rsidR="004F7C7F" w:rsidRPr="006C3B57" w:rsidRDefault="00CC088D" w:rsidP="004F7C7F">
            <w:pPr>
              <w:spacing w:before="120"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</w:t>
            </w:r>
            <w:r>
              <w:t>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commentRangeEnd w:id="1"/>
    <w:p w14:paraId="7D0C7414" w14:textId="77777777" w:rsidR="004F7C7F" w:rsidRDefault="00D22268" w:rsidP="004F7C7F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0"/>
        </w:rPr>
        <w:commentReference w:id="1"/>
      </w:r>
    </w:p>
    <w:sdt>
      <w:sdtPr>
        <w:rPr>
          <w:rFonts w:ascii="Times New Roman" w:hAnsi="Times New Roman" w:cs="Times New Roman"/>
          <w:sz w:val="28"/>
          <w:szCs w:val="28"/>
        </w:rPr>
        <w:id w:val="-499112921"/>
        <w:lock w:val="contentLocked"/>
        <w:placeholder>
          <w:docPart w:val="DefaultPlaceholder_-1854013440"/>
        </w:placeholder>
      </w:sdtPr>
      <w:sdtEndPr/>
      <w:sdtContent>
        <w:p w14:paraId="61CE0C77" w14:textId="357C0035" w:rsidR="004F7C7F" w:rsidRDefault="004F7C7F" w:rsidP="004F7C7F">
          <w:pPr>
            <w:spacing w:after="0" w:line="30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Рецензент:</w:t>
          </w:r>
        </w:p>
      </w:sdtContent>
    </w:sdt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829"/>
      </w:tblGrid>
      <w:tr w:rsidR="004F7C7F" w:rsidRPr="005F7450" w14:paraId="62024562" w14:textId="77777777" w:rsidTr="00EA2DD1">
        <w:tc>
          <w:tcPr>
            <w:tcW w:w="6799" w:type="dxa"/>
          </w:tcPr>
          <w:p w14:paraId="38C10BF8" w14:textId="77777777" w:rsidR="004F7C7F" w:rsidRPr="006C3B57" w:rsidRDefault="004F7C7F" w:rsidP="004F7C7F">
            <w:pPr>
              <w:spacing w:line="300" w:lineRule="auto"/>
              <w:ind w:left="604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Указывается должн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ость, ученое звание, ученая сте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пень (при наличии)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)</w:t>
            </w:r>
          </w:p>
        </w:tc>
        <w:tc>
          <w:tcPr>
            <w:tcW w:w="2829" w:type="dxa"/>
            <w:vAlign w:val="bottom"/>
          </w:tcPr>
          <w:p w14:paraId="324D7EB2" w14:textId="2D3F456F" w:rsidR="004F7C7F" w:rsidRPr="006C3B57" w:rsidRDefault="00CC088D" w:rsidP="004F7C7F">
            <w:pPr>
              <w:spacing w:line="300" w:lineRule="auto"/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(Ф.</w:t>
            </w:r>
            <w:r>
              <w:t> 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И. </w:t>
            </w:r>
            <w:r w:rsidRPr="006C3B57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.)</w:t>
            </w:r>
          </w:p>
        </w:tc>
      </w:tr>
    </w:tbl>
    <w:p w14:paraId="31AC6436" w14:textId="5B219C00" w:rsidR="00697DF9" w:rsidRDefault="00697DF9" w:rsidP="00E10C14"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0187685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14:paraId="3952A633" w14:textId="77777777" w:rsidR="002027D4" w:rsidRPr="002A3915" w:rsidRDefault="002027D4" w:rsidP="002027D4">
          <w:pPr>
            <w:pStyle w:val="a8"/>
            <w:spacing w:before="360" w:after="360" w:line="30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2A3915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356DF64C" w14:textId="23EEEE82" w:rsidR="00FD5FB6" w:rsidRPr="00EA2DD1" w:rsidRDefault="00833379" w:rsidP="002027D4">
          <w:pPr>
            <w:pStyle w:val="13"/>
            <w:rPr>
              <w:rFonts w:eastAsiaTheme="minorEastAsia"/>
              <w:lang w:eastAsia="ru-RU"/>
            </w:rPr>
          </w:pPr>
          <w:r w:rsidRPr="00EA2DD1">
            <w:rPr>
              <w:color w:val="FF0000"/>
            </w:rPr>
            <w:fldChar w:fldCharType="begin"/>
          </w:r>
          <w:r w:rsidRPr="00EA2DD1">
            <w:rPr>
              <w:color w:val="FF0000"/>
            </w:rPr>
            <w:instrText xml:space="preserve"> TOC \o "1-3" \h \z \u </w:instrText>
          </w:r>
          <w:r w:rsidRPr="00EA2DD1">
            <w:rPr>
              <w:color w:val="FF0000"/>
            </w:rPr>
            <w:fldChar w:fldCharType="separate"/>
          </w:r>
          <w:hyperlink w:anchor="_Toc98411304" w:history="1">
            <w:r w:rsidR="00FD5FB6" w:rsidRPr="00EA2DD1">
              <w:rPr>
                <w:rStyle w:val="a9"/>
              </w:rPr>
              <w:t>1 Общие положения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_Toc98411304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8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568E899D" w14:textId="7B442C09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05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1.1 Область применения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_Toc98411305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423B3B" w14:textId="3558159F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06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1.2 Цель реализации дополнительной профессиональной программы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_Toc98411306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E70F30" w14:textId="0BA3FE0E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07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1.3 Нормативно-правовые основания разработки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_Toc98411307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3E8C96" w14:textId="7C8AB5CD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08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1.4 Требования к слушателям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_Toc98411308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A442C3" w14:textId="29A89F1B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09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1.5 Срок освоения программы повышения квалификации, форма обучения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_Toc98411309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A21EBD" w14:textId="6F9EB99F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10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1.6 Форма аттестации, форма документа, выдаваемого по результатам обучения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_Toc98411310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8201B6" w14:textId="45414ABC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11" w:history="1">
            <w:r w:rsidR="00FD5FB6" w:rsidRPr="00EA2DD1">
              <w:rPr>
                <w:rStyle w:val="a9"/>
              </w:rPr>
              <w:t>2 Термины и определения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_Toc98411311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11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5188A724" w14:textId="351FB7A3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12" w:history="1">
            <w:r w:rsidR="00FD5FB6" w:rsidRPr="00EA2DD1">
              <w:rPr>
                <w:rStyle w:val="a9"/>
              </w:rPr>
              <w:t>3 Обозначения и сокращения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_Toc98411312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12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0280EC05" w14:textId="10B7743B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13" w:history="1">
            <w:r w:rsidR="00FD5FB6" w:rsidRPr="00EA2DD1">
              <w:rPr>
                <w:rStyle w:val="a9"/>
              </w:rPr>
              <w:t>4 Характеристика профессиональной деятельности в области повышаемой квалификации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_Toc98411313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13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26EB2A6C" w14:textId="7E57CF8F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14" w:history="1">
            <w:r w:rsidR="00FD5FB6" w:rsidRPr="00EA2DD1">
              <w:rPr>
                <w:rStyle w:val="a9"/>
              </w:rPr>
              <w:t>5 Планируемые результаты обучения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_Toc98411314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14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26C74A54" w14:textId="29E41633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15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5.1 Планируемые результаты освоения программы повышения </w:t>
            </w:r>
            <w:r w:rsidR="005368CD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  </w:t>
            </w:r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квалификации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_Toc98411315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7B41DF" w14:textId="1B388D23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16" w:history="1">
            <w:r w:rsidR="00FD5FB6" w:rsidRPr="00EA2DD1">
              <w:rPr>
                <w:rStyle w:val="a9"/>
              </w:rPr>
              <w:t>6 </w:t>
            </w:r>
            <w:r w:rsidR="005368CD" w:rsidRPr="00EA2DD1">
              <w:rPr>
                <w:rStyle w:val="a9"/>
              </w:rPr>
              <w:t>Организационно</w:t>
            </w:r>
            <w:r w:rsidR="00FD5FB6" w:rsidRPr="00EA2DD1">
              <w:rPr>
                <w:rStyle w:val="a9"/>
              </w:rPr>
              <w:t>-</w:t>
            </w:r>
            <w:r w:rsidR="005368CD" w:rsidRPr="00EA2DD1">
              <w:rPr>
                <w:rStyle w:val="a9"/>
              </w:rPr>
              <w:t>педагогические условия реализации программы    повышения квалификации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_Toc98411316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16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019ADB30" w14:textId="715F6CA4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17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6.1 Требования к квалификации педагогических работников, обеспечивающих реализацию образовательного процесса в рамках программы повышения квалификации по курсу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_Toc98411317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D76561" w14:textId="2E690A4B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18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6.2 Материально-технические условия реализации программы повышения квалификации по курсу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_Toc98411318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5902C5" w14:textId="0993071F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19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6.3 Требования к информационным и учебно-методическим условиям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_Toc98411319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CC1E51" w14:textId="71877A26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20" w:history="1">
            <w:r w:rsidR="00FD5FB6" w:rsidRPr="00EA2DD1">
              <w:rPr>
                <w:rStyle w:val="a9"/>
              </w:rPr>
              <w:t>7 </w:t>
            </w:r>
            <w:r w:rsidR="005368CD" w:rsidRPr="00EA2DD1">
              <w:rPr>
                <w:rStyle w:val="a9"/>
              </w:rPr>
              <w:t>Учебный план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_Toc98411320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18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0CB3C406" w14:textId="222867DA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21" w:history="1">
            <w:r w:rsidR="00FD5FB6" w:rsidRPr="00EA2DD1">
              <w:rPr>
                <w:rStyle w:val="a9"/>
              </w:rPr>
              <w:t xml:space="preserve">8 </w:t>
            </w:r>
            <w:r w:rsidR="005368CD" w:rsidRPr="00EA2DD1">
              <w:rPr>
                <w:rStyle w:val="a9"/>
              </w:rPr>
              <w:t>Календарный учебный график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_Toc98411321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20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6773CF4D" w14:textId="76C5645A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22" w:history="1">
            <w:r w:rsidR="00FD5FB6" w:rsidRPr="00EA2DD1">
              <w:rPr>
                <w:rStyle w:val="a9"/>
              </w:rPr>
              <w:t>9 </w:t>
            </w:r>
            <w:r w:rsidR="005368CD" w:rsidRPr="00EA2DD1">
              <w:rPr>
                <w:rStyle w:val="a9"/>
              </w:rPr>
              <w:t>Структура и содержание программы повышения квалификации по курсу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_Toc98411322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21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60E4B4DB" w14:textId="00F537AF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23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9.1 Учебно-тематический план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_Toc98411323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FB2760" w14:textId="3FC1A4BB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24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9.2 Содержание программы повышения квалификации по курсу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_Toc98411324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226457" w14:textId="21014FED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25" w:history="1">
            <w:r w:rsidR="00FD5FB6" w:rsidRPr="00EA2DD1">
              <w:rPr>
                <w:rStyle w:val="a9"/>
              </w:rPr>
              <w:t>10 </w:t>
            </w:r>
            <w:r w:rsidR="005368CD" w:rsidRPr="00EA2DD1">
              <w:rPr>
                <w:rStyle w:val="a9"/>
              </w:rPr>
              <w:t>Оценочные материалы для контроля освоения программы повышения квалификации по курсу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_Toc98411325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26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08704EFA" w14:textId="52CE19A6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26" w:history="1">
            <w:r w:rsidR="00FD5FB6" w:rsidRPr="00EA2DD1">
              <w:rPr>
                <w:rStyle w:val="a9"/>
                <w:rFonts w:ascii="Times New Roman" w:eastAsiaTheme="majorEastAsia" w:hAnsi="Times New Roman" w:cs="Times New Roman"/>
                <w:bCs/>
                <w:noProof/>
                <w:sz w:val="28"/>
                <w:szCs w:val="28"/>
              </w:rPr>
              <w:t>10.1 Общая характеристика контроля и оценивания качества освоения программы повышения квалификации по курсу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_Toc98411326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92798D" w14:textId="7F89B07B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27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10.2 Комплект контрольно-оценочных средств (выбирается в соответствии с видом контроля)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_Toc98411327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4E00EC" w14:textId="2D9B37E0" w:rsidR="00FD5FB6" w:rsidRPr="00EA2DD1" w:rsidRDefault="0083580D" w:rsidP="002027D4">
          <w:pPr>
            <w:pStyle w:val="13"/>
            <w:rPr>
              <w:rFonts w:eastAsiaTheme="minorEastAsia"/>
              <w:lang w:eastAsia="ru-RU"/>
            </w:rPr>
          </w:pPr>
          <w:hyperlink w:anchor="_Toc98411328" w:history="1">
            <w:r w:rsidR="00FD5FB6" w:rsidRPr="00EA2DD1">
              <w:rPr>
                <w:rStyle w:val="a9"/>
              </w:rPr>
              <w:t>11 </w:t>
            </w:r>
            <w:r w:rsidR="005368CD" w:rsidRPr="00EA2DD1">
              <w:rPr>
                <w:rStyle w:val="a9"/>
              </w:rPr>
              <w:t>Методические материалы</w:t>
            </w:r>
            <w:r w:rsidR="00FD5FB6" w:rsidRPr="00EA2DD1">
              <w:rPr>
                <w:webHidden/>
              </w:rPr>
              <w:tab/>
            </w:r>
            <w:r w:rsidR="00FD5FB6" w:rsidRPr="00EA2DD1">
              <w:rPr>
                <w:webHidden/>
              </w:rPr>
              <w:fldChar w:fldCharType="begin"/>
            </w:r>
            <w:r w:rsidR="00FD5FB6" w:rsidRPr="00EA2DD1">
              <w:rPr>
                <w:webHidden/>
              </w:rPr>
              <w:instrText xml:space="preserve"> PAGEREF _Toc98411328 \h </w:instrText>
            </w:r>
            <w:r w:rsidR="00FD5FB6" w:rsidRPr="00EA2DD1">
              <w:rPr>
                <w:webHidden/>
              </w:rPr>
            </w:r>
            <w:r w:rsidR="00FD5FB6" w:rsidRPr="00EA2DD1">
              <w:rPr>
                <w:webHidden/>
              </w:rPr>
              <w:fldChar w:fldCharType="separate"/>
            </w:r>
            <w:r w:rsidR="002027D4">
              <w:rPr>
                <w:webHidden/>
              </w:rPr>
              <w:t>33</w:t>
            </w:r>
            <w:r w:rsidR="00FD5FB6" w:rsidRPr="00EA2DD1">
              <w:rPr>
                <w:webHidden/>
              </w:rPr>
              <w:fldChar w:fldCharType="end"/>
            </w:r>
          </w:hyperlink>
        </w:p>
        <w:p w14:paraId="30862A63" w14:textId="726566D2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29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11.1 Методические рекомендации по организации и проведению учебного процесса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_Toc98411329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4EAD6" w14:textId="0FB9E368" w:rsidR="00FD5FB6" w:rsidRPr="00EA2DD1" w:rsidRDefault="0083580D" w:rsidP="00EA2DD1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8411330" w:history="1">
            <w:r w:rsidR="00FD5FB6" w:rsidRPr="00EA2DD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11.2 Учебно-методическое обеспечение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_Toc98411330 \h </w:instrTex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27D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FD5FB6" w:rsidRPr="00EA2DD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48F9AF" w14:textId="77777777" w:rsidR="00CC088D" w:rsidRPr="00EA2DD1" w:rsidRDefault="00833379">
          <w:pPr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EA2DD1">
            <w:rPr>
              <w:rFonts w:ascii="Times New Roman" w:hAnsi="Times New Roman" w:cs="Times New Roman"/>
              <w:bCs/>
              <w:color w:val="FF0000"/>
              <w:sz w:val="28"/>
              <w:szCs w:val="28"/>
            </w:rPr>
            <w:fldChar w:fldCharType="end"/>
          </w:r>
        </w:p>
      </w:sdtContent>
    </w:sdt>
    <w:p w14:paraId="31FD7850" w14:textId="096B2A78" w:rsidR="00697DF9" w:rsidRPr="00CC088D" w:rsidRDefault="00697DF9"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bookmarkStart w:id="2" w:name="_Toc98411304" w:displacedByCustomXml="next"/>
    <w:sdt>
      <w:sdtPr>
        <w:id w:val="-1759823971"/>
        <w:lock w:val="contentLocked"/>
        <w:placeholder>
          <w:docPart w:val="DefaultPlaceholder_-1854013440"/>
        </w:placeholder>
      </w:sdtPr>
      <w:sdtEndPr/>
      <w:sdtContent>
        <w:p w14:paraId="63FD659C" w14:textId="7E4F8427" w:rsidR="001D11F0" w:rsidRPr="001D11F0" w:rsidRDefault="00720FD0" w:rsidP="005C1367">
          <w:pPr>
            <w:pStyle w:val="11"/>
            <w:spacing w:before="360" w:after="360" w:line="300" w:lineRule="auto"/>
          </w:pPr>
          <w:r>
            <w:t>1 </w:t>
          </w:r>
          <w:r w:rsidR="001D11F0" w:rsidRPr="001D11F0">
            <w:t>ОБЩИЕ ПОЛОЖЕНИЯ</w:t>
          </w:r>
        </w:p>
        <w:bookmarkEnd w:id="2" w:displacedByCustomXml="next"/>
      </w:sdtContent>
    </w:sdt>
    <w:bookmarkStart w:id="3" w:name="_Toc98411305" w:displacedByCustomXml="next"/>
    <w:sdt>
      <w:sdtPr>
        <w:id w:val="-1718355865"/>
        <w:lock w:val="contentLocked"/>
        <w:placeholder>
          <w:docPart w:val="DefaultPlaceholder_-1854013440"/>
        </w:placeholder>
      </w:sdtPr>
      <w:sdtEndPr/>
      <w:sdtContent>
        <w:p w14:paraId="0B2FF5A1" w14:textId="260C9C04" w:rsidR="00B60503" w:rsidRPr="005C1367" w:rsidRDefault="00720FD0" w:rsidP="00AF2522">
          <w:pPr>
            <w:pStyle w:val="21"/>
          </w:pPr>
          <w:r w:rsidRPr="005C1367">
            <w:t>1.1 </w:t>
          </w:r>
          <w:r w:rsidR="00B60503" w:rsidRPr="005C1367">
            <w:t>Область применения</w:t>
          </w:r>
          <w:bookmarkEnd w:id="3"/>
          <w:r w:rsidR="00B60503" w:rsidRPr="005C1367">
            <w:t xml:space="preserve"> </w:t>
          </w:r>
        </w:p>
      </w:sdtContent>
    </w:sdt>
    <w:p w14:paraId="1577FCC9" w14:textId="1B125CB1" w:rsidR="005C1367" w:rsidRPr="008847B8" w:rsidRDefault="0083580D" w:rsidP="005C136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425375110"/>
          <w:placeholder>
            <w:docPart w:val="DefaultPlaceholder_-1854013440"/>
          </w:placeholder>
        </w:sdtPr>
        <w:sdtEndPr/>
        <w:sdtContent>
          <w:r w:rsidR="00E455AC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Настоящая </w:t>
          </w:r>
          <w:r w:rsidR="00E455AC" w:rsidRPr="008847B8">
            <w:rPr>
              <w:rFonts w:ascii="Times New Roman" w:hAnsi="Times New Roman" w:cs="Times New Roman"/>
              <w:color w:val="000000"/>
              <w:sz w:val="28"/>
              <w:szCs w:val="28"/>
            </w:rPr>
            <w:t>дополнительная</w:t>
          </w:r>
          <w:r w:rsidR="005C1367" w:rsidRPr="008847B8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профессиональная программа предназначена для повышения квалификации</w:t>
          </w:r>
        </w:sdtContent>
      </w:sdt>
      <w:r w:rsidR="005C1367"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051534124"/>
          <w:placeholder>
            <w:docPart w:val="7F37629E53E7440896C04D732F916554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E455AC" w:rsidRPr="00140518">
            <w:rPr>
              <w:rStyle w:val="afb"/>
            </w:rPr>
            <w:t>Выберите элемент.</w:t>
          </w:r>
        </w:sdtContent>
      </w:sdt>
      <w:r w:rsidR="005C1367">
        <w:rPr>
          <w:rFonts w:ascii="Times New Roman" w:hAnsi="Times New Roman" w:cs="Times New Roman"/>
          <w:color w:val="000000"/>
          <w:sz w:val="28"/>
          <w:szCs w:val="28"/>
        </w:rPr>
        <w:t xml:space="preserve"> по курсу </w:t>
      </w:r>
      <w:r w:rsidR="005C1367" w:rsidRPr="006C3B57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курса»</w:t>
      </w:r>
      <w:r w:rsidR="005C1367" w:rsidRPr="008847B8">
        <w:rPr>
          <w:rFonts w:ascii="Times New Roman" w:hAnsi="Times New Roman" w:cs="Times New Roman"/>
          <w:color w:val="000000"/>
          <w:sz w:val="28"/>
          <w:szCs w:val="28"/>
        </w:rPr>
        <w:t xml:space="preserve"> в целях формирования и развития компетенций, необходимых для профессиональной деятельности в области </w:t>
      </w:r>
      <w:r w:rsidR="005C1367" w:rsidRPr="00FC7141">
        <w:rPr>
          <w:rFonts w:ascii="Times New Roman" w:hAnsi="Times New Roman" w:cs="Times New Roman"/>
          <w:sz w:val="28"/>
          <w:szCs w:val="28"/>
        </w:rPr>
        <w:t>курса.</w:t>
      </w:r>
    </w:p>
    <w:p w14:paraId="02E6DC8A" w14:textId="2A47CEF9" w:rsidR="00B60503" w:rsidRPr="005C1367" w:rsidRDefault="00720FD0" w:rsidP="00AF2522">
      <w:pPr>
        <w:pStyle w:val="21"/>
      </w:pPr>
      <w:bookmarkStart w:id="4" w:name="_Toc98411306"/>
      <w:r w:rsidRPr="005C1367">
        <w:t>1.2 </w:t>
      </w:r>
      <w:r w:rsidR="00B60503" w:rsidRPr="005C1367">
        <w:t>Цель реализации дополнительной профессиональной программы</w:t>
      </w:r>
      <w:bookmarkEnd w:id="4"/>
    </w:p>
    <w:p w14:paraId="1435CD2D" w14:textId="101746E0" w:rsidR="001D11A5" w:rsidRDefault="0083580D" w:rsidP="001D11A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460695672"/>
          <w:placeholder>
            <w:docPart w:val="DefaultPlaceholder_-1854013440"/>
          </w:placeholder>
        </w:sdtPr>
        <w:sdtEndPr/>
        <w:sdtContent>
          <w:r w:rsidR="00DC5B22" w:rsidRPr="00DC5B22">
            <w:rPr>
              <w:rFonts w:ascii="Times New Roman" w:hAnsi="Times New Roman" w:cs="Times New Roman"/>
              <w:color w:val="000000"/>
              <w:sz w:val="28"/>
              <w:szCs w:val="28"/>
            </w:rPr>
            <w:t>Программа повышения квалификации имеет с</w:t>
          </w:r>
          <w:r w:rsidR="00CE205F">
            <w:rPr>
              <w:rFonts w:ascii="Times New Roman" w:hAnsi="Times New Roman" w:cs="Times New Roman"/>
              <w:color w:val="000000"/>
              <w:sz w:val="28"/>
              <w:szCs w:val="28"/>
            </w:rPr>
            <w:t>воей целью</w:t>
          </w:r>
        </w:sdtContent>
      </w:sdt>
      <w:r w:rsidR="00CE20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69452741"/>
          <w:placeholder>
            <w:docPart w:val="71DF6C49DC5E4C459CD62747981C7AD0"/>
          </w:placeholder>
          <w:showingPlcHdr/>
          <w15:color w:val="FF0000"/>
          <w:dropDownList>
            <w:listItem w:displayText="выберите элемент" w:value=""/>
            <w:listItem w:displayText="совершенствование" w:value="совершенствование"/>
            <w:listItem w:displayText="получение" w:value="получение"/>
            <w:listItem w:displayText="совершенствование и получение" w:value="совершенствование и получение"/>
          </w:dropDownList>
        </w:sdtPr>
        <w:sdtEndPr/>
        <w:sdtContent>
          <w:r w:rsidR="00CE205F" w:rsidRPr="00CE205F">
            <w:rPr>
              <w:color w:val="808080"/>
            </w:rPr>
            <w:t>Выберите элемент.</w:t>
          </w:r>
        </w:sdtContent>
      </w:sdt>
      <w:r w:rsidR="00DC5B22" w:rsidRPr="00DC5B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301F">
        <w:rPr>
          <w:rFonts w:ascii="Times New Roman" w:hAnsi="Times New Roman" w:cs="Times New Roman"/>
          <w:color w:val="000000"/>
          <w:sz w:val="28"/>
          <w:szCs w:val="28"/>
        </w:rPr>
        <w:t xml:space="preserve">новых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127243676"/>
          <w:lock w:val="contentLocked"/>
          <w:placeholder>
            <w:docPart w:val="DefaultPlaceholder_-1854013440"/>
          </w:placeholder>
          <w:group/>
        </w:sdtPr>
        <w:sdtEndPr/>
        <w:sdtContent>
          <w:sdt>
            <w:sdtP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d w:val="-7296304"/>
              <w:lock w:val="contentLocked"/>
              <w:placeholder>
                <w:docPart w:val="DefaultPlaceholder_-1854013440"/>
              </w:placeholder>
            </w:sdtPr>
            <w:sdtEndPr/>
            <w:sdtContent>
              <w:r w:rsidR="00DC5B22" w:rsidRPr="00DC5B22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компетенций, необходимых для выполнения вида профессиональной д</w:t>
              </w:r>
              <w:r w:rsidR="00DC5B22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ея</w:t>
              </w:r>
              <w:r w:rsidR="00B01965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тельности</w:t>
              </w:r>
            </w:sdtContent>
          </w:sdt>
        </w:sdtContent>
      </w:sdt>
      <w:r w:rsidR="00B019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75B2" w:rsidRPr="009C75B2">
        <w:rPr>
          <w:rFonts w:ascii="Times New Roman" w:hAnsi="Times New Roman" w:cs="Times New Roman"/>
          <w:i/>
          <w:color w:val="FF0000"/>
          <w:sz w:val="28"/>
          <w:szCs w:val="28"/>
        </w:rPr>
        <w:t>«Вид профессиональной деятельности»</w:t>
      </w:r>
      <w:r w:rsidR="00902707">
        <w:rPr>
          <w:rStyle w:val="af8"/>
          <w:rFonts w:ascii="Times New Roman" w:hAnsi="Times New Roman" w:cs="Times New Roman"/>
          <w:color w:val="000000"/>
          <w:sz w:val="28"/>
          <w:szCs w:val="28"/>
        </w:rPr>
        <w:footnoteReference w:id="3"/>
      </w:r>
    </w:p>
    <w:p w14:paraId="0DD3B23C" w14:textId="55074DE8" w:rsidR="00DC5B22" w:rsidRPr="00D7690B" w:rsidRDefault="00720FD0" w:rsidP="00AF2522">
      <w:pPr>
        <w:pStyle w:val="21"/>
        <w:rPr>
          <w:color w:val="000000"/>
        </w:rPr>
      </w:pPr>
      <w:bookmarkStart w:id="5" w:name="_Toc98411307"/>
      <w:r w:rsidRPr="005C1367">
        <w:t>1.3 </w:t>
      </w:r>
      <w:r w:rsidR="00D7690B" w:rsidRPr="005C1367">
        <w:t>Нормативно-правовые основания разработки</w:t>
      </w:r>
      <w:bookmarkEnd w:id="5"/>
    </w:p>
    <w:p w14:paraId="0D694E8A" w14:textId="421AEC22" w:rsidR="00D7690B" w:rsidRPr="001D11F0" w:rsidRDefault="0083580D" w:rsidP="00D7690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1002694772"/>
          <w:placeholder>
            <w:docPart w:val="DefaultPlaceholder_-1854013440"/>
          </w:placeholder>
        </w:sdtPr>
        <w:sdtEndPr/>
        <w:sdtContent>
          <w:r w:rsidR="00E2306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Нормативно-</w:t>
          </w:r>
          <w:r w:rsidR="00D7690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правовую осно</w:t>
          </w:r>
          <w:r w:rsidR="00D7690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ву разработки настоящей</w:t>
          </w:r>
          <w:r w:rsidR="00D7690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="00D7690B">
            <w:rPr>
              <w:rFonts w:ascii="Times New Roman" w:hAnsi="Times New Roman" w:cs="Times New Roman"/>
              <w:color w:val="000000"/>
              <w:sz w:val="28"/>
              <w:szCs w:val="28"/>
            </w:rPr>
            <w:t>программы</w:t>
          </w:r>
          <w:r w:rsidR="00D7690B" w:rsidRPr="00B60503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повышения квалификации</w:t>
          </w:r>
          <w:r w:rsidR="00D7690B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составляют следующие нормативные документы</w:t>
          </w:r>
        </w:sdtContent>
      </w:sdt>
      <w:r w:rsidR="005C1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1367" w:rsidRPr="005C1367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стандарты и классификаторы</w:t>
      </w:r>
      <w:r w:rsidR="00D7690B" w:rsidRPr="005C1367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:</w:t>
      </w:r>
    </w:p>
    <w:p w14:paraId="1BF6B417" w14:textId="36687B03" w:rsidR="00725A2A" w:rsidRPr="00725A2A" w:rsidRDefault="00725A2A" w:rsidP="00D7690B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</w:t>
      </w:r>
      <w:r w:rsidR="00CA3393">
        <w:rPr>
          <w:rFonts w:ascii="Times New Roman" w:hAnsi="Times New Roman" w:cs="Times New Roman"/>
          <w:i/>
          <w:color w:val="FF0000"/>
          <w:sz w:val="28"/>
          <w:szCs w:val="28"/>
        </w:rPr>
        <w:t>в следующем порядке</w:t>
      </w:r>
      <w:r w:rsidR="00096B4E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customMarkFollows="1" w:id="4"/>
        <w:t>*</w:t>
      </w:r>
      <w:r w:rsidR="00CA339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основные </w:t>
      </w: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>нормативно-правовые документы</w:t>
      </w:r>
      <w:r w:rsidR="00096B4E"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на основании которых ведется разработка программы</w:t>
      </w:r>
      <w:r w:rsidR="00096B4E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sdt>
      <w:sdtPr>
        <w:rPr>
          <w:rFonts w:ascii="Times New Roman" w:hAnsi="Times New Roman" w:cs="Times New Roman"/>
          <w:sz w:val="28"/>
          <w:szCs w:val="28"/>
        </w:rPr>
        <w:id w:val="-1244178682"/>
        <w:lock w:val="contentLocked"/>
        <w:placeholder>
          <w:docPart w:val="DefaultPlaceholder_-1854013440"/>
        </w:placeholder>
      </w:sdtPr>
      <w:sdtEndPr/>
      <w:sdtContent>
        <w:p w14:paraId="6267936C" w14:textId="24653D43" w:rsidR="00D7690B" w:rsidRPr="00902707" w:rsidRDefault="00D7690B" w:rsidP="00D7690B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02707">
            <w:rPr>
              <w:rFonts w:ascii="Times New Roman" w:hAnsi="Times New Roman" w:cs="Times New Roman"/>
              <w:sz w:val="28"/>
              <w:szCs w:val="28"/>
            </w:rPr>
            <w:t>Федеральный закон от 29.12.2012 № 273-ФЗ «Об образовании в</w:t>
          </w:r>
          <w:r w:rsidR="00CC088D" w:rsidRPr="00902707">
            <w:rPr>
              <w:rFonts w:ascii="Times New Roman" w:hAnsi="Times New Roman" w:cs="Times New Roman"/>
              <w:sz w:val="28"/>
              <w:szCs w:val="28"/>
            </w:rPr>
            <w:t> </w:t>
          </w:r>
          <w:r w:rsidRPr="00902707">
            <w:rPr>
              <w:rFonts w:ascii="Times New Roman" w:hAnsi="Times New Roman" w:cs="Times New Roman"/>
              <w:sz w:val="28"/>
              <w:szCs w:val="28"/>
            </w:rPr>
            <w:t>Российской Федерации» (с последующими изменениями и дополнениями)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-604809798"/>
        <w:placeholder>
          <w:docPart w:val="DefaultPlaceholder_-1854013440"/>
        </w:placeholder>
      </w:sdtPr>
      <w:sdtEndPr/>
      <w:sdtContent>
        <w:sdt>
          <w:sdtPr>
            <w:rPr>
              <w:rFonts w:ascii="Times New Roman" w:hAnsi="Times New Roman" w:cs="Times New Roman"/>
              <w:sz w:val="28"/>
              <w:szCs w:val="28"/>
            </w:rPr>
            <w:id w:val="1994754316"/>
            <w:lock w:val="contentLocked"/>
            <w:placeholder>
              <w:docPart w:val="DefaultPlaceholder_-1854013440"/>
            </w:placeholder>
          </w:sdtPr>
          <w:sdtEndPr/>
          <w:sdtContent>
            <w:p w14:paraId="3A8F717F" w14:textId="507F3722" w:rsidR="00D7690B" w:rsidRPr="00902707" w:rsidRDefault="00D7690B" w:rsidP="00D7690B">
              <w:pPr>
                <w:spacing w:after="0" w:line="300" w:lineRule="auto"/>
                <w:ind w:firstLine="709"/>
                <w:jc w:val="both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902707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Приказ Министерства образования </w:t>
              </w:r>
              <w:r w:rsidR="00096B4E" w:rsidRPr="00902707">
                <w:rPr>
                  <w:rFonts w:ascii="Times New Roman" w:hAnsi="Times New Roman" w:cs="Times New Roman"/>
                  <w:sz w:val="28"/>
                  <w:szCs w:val="28"/>
                </w:rPr>
                <w:t>и науки Российской Федерации от </w:t>
              </w:r>
              <w:r w:rsidRPr="00902707">
                <w:rPr>
                  <w:rFonts w:ascii="Times New Roman" w:hAnsi="Times New Roman" w:cs="Times New Roman"/>
                  <w:sz w:val="28"/>
                  <w:szCs w:val="28"/>
                </w:rPr>
                <w:t xml:space="preserve">01.07.2013 № 499 «Об утверждении Порядка организации и осуществления </w:t>
              </w:r>
              <w:r w:rsidRPr="00902707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образовательной деятельности по дополнительным профессиональным программам» (с последующими изменениями и дополнениями)</w:t>
              </w:r>
            </w:p>
          </w:sdtContent>
        </w:sdt>
      </w:sdtContent>
    </w:sdt>
    <w:p w14:paraId="2C01F81E" w14:textId="609C5054" w:rsidR="00D7690B" w:rsidRPr="00902707" w:rsidRDefault="0083580D" w:rsidP="00D7690B">
      <w:pPr>
        <w:overflowPunct w:val="0"/>
        <w:autoSpaceDE w:val="0"/>
        <w:autoSpaceDN w:val="0"/>
        <w:adjustRightInd w:val="0"/>
        <w:spacing w:after="0" w:line="30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1599753410"/>
          <w:lock w:val="contentLocked"/>
          <w:placeholder>
            <w:docPart w:val="DefaultPlaceholder_-1854013440"/>
          </w:placeholder>
        </w:sdtPr>
        <w:sdtEndPr/>
        <w:sdtContent>
          <w:r w:rsidR="00402FA5" w:rsidRPr="00402FA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Положение о Системе непрерывного фирменного профессионального образования персонала ПАО «Газпром», его дочерних обществ и организаций, утвержденное Приказом ПАО «Газпром» от 01.12.2023 № 454</w:t>
          </w:r>
        </w:sdtContent>
      </w:sdt>
      <w:r w:rsidR="00D7690B" w:rsidRPr="00902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dt>
      <w:sdtPr>
        <w:rPr>
          <w:rFonts w:ascii="Times New Roman" w:hAnsi="Times New Roman" w:cs="Times New Roman"/>
          <w:sz w:val="28"/>
          <w:szCs w:val="28"/>
        </w:rPr>
        <w:id w:val="725887173"/>
        <w:lock w:val="contentLocked"/>
        <w:placeholder>
          <w:docPart w:val="DefaultPlaceholder_-1854013440"/>
        </w:placeholder>
      </w:sdtPr>
      <w:sdtEndPr/>
      <w:sdtContent>
        <w:p w14:paraId="62986EB6" w14:textId="7FD7D20F" w:rsidR="00D7690B" w:rsidRPr="00902707" w:rsidRDefault="008A6727" w:rsidP="00D7690B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902707">
            <w:rPr>
              <w:rFonts w:ascii="Times New Roman" w:hAnsi="Times New Roman" w:cs="Times New Roman"/>
              <w:sz w:val="28"/>
              <w:szCs w:val="28"/>
            </w:rPr>
            <w:t xml:space="preserve">Требования к разработке и оформлению учебно-методических материалов для профессионального обучения и дополнительного профессионального образования персонала дочерних обществ и организаций ПАО «Газпром», </w:t>
          </w:r>
          <w:r w:rsidR="00C226E5" w:rsidRPr="00902707">
            <w:rPr>
              <w:rFonts w:ascii="Times New Roman" w:hAnsi="Times New Roman" w:cs="Times New Roman"/>
              <w:sz w:val="28"/>
              <w:szCs w:val="28"/>
            </w:rPr>
            <w:br/>
          </w:r>
          <w:r w:rsidR="00720FD0" w:rsidRPr="00902707">
            <w:rPr>
              <w:rFonts w:ascii="Times New Roman" w:hAnsi="Times New Roman" w:cs="Times New Roman"/>
              <w:sz w:val="28"/>
              <w:szCs w:val="28"/>
            </w:rPr>
            <w:t>утвержденные</w:t>
          </w:r>
          <w:r w:rsidRPr="0090270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720FD0" w:rsidRPr="00902707">
            <w:rPr>
              <w:rFonts w:ascii="Times New Roman" w:hAnsi="Times New Roman" w:cs="Times New Roman"/>
              <w:sz w:val="28"/>
              <w:szCs w:val="28"/>
            </w:rPr>
            <w:t>Д</w:t>
          </w:r>
          <w:r w:rsidRPr="00902707">
            <w:rPr>
              <w:rFonts w:ascii="Times New Roman" w:hAnsi="Times New Roman" w:cs="Times New Roman"/>
              <w:sz w:val="28"/>
              <w:szCs w:val="28"/>
            </w:rPr>
            <w:t>епартаментом 715 ПАО «Газпром»</w:t>
          </w:r>
          <w:r w:rsidR="00720FD0" w:rsidRPr="00902707">
            <w:rPr>
              <w:rFonts w:ascii="Times New Roman" w:hAnsi="Times New Roman" w:cs="Times New Roman"/>
              <w:sz w:val="28"/>
              <w:szCs w:val="28"/>
            </w:rPr>
            <w:t xml:space="preserve"> (Е.Б. Касьян)</w:t>
          </w:r>
          <w:r w:rsidRPr="00902707">
            <w:rPr>
              <w:rFonts w:ascii="Times New Roman" w:hAnsi="Times New Roman" w:cs="Times New Roman"/>
              <w:sz w:val="28"/>
              <w:szCs w:val="28"/>
            </w:rPr>
            <w:t xml:space="preserve"> от</w:t>
          </w:r>
          <w:r w:rsidR="00C64CA3" w:rsidRPr="00902707">
            <w:rPr>
              <w:rFonts w:ascii="Times New Roman" w:hAnsi="Times New Roman" w:cs="Times New Roman"/>
              <w:sz w:val="28"/>
              <w:szCs w:val="28"/>
            </w:rPr>
            <w:t> </w:t>
          </w:r>
          <w:r w:rsidR="00720FD0" w:rsidRPr="00902707">
            <w:rPr>
              <w:rFonts w:ascii="Times New Roman" w:hAnsi="Times New Roman" w:cs="Times New Roman"/>
              <w:sz w:val="28"/>
              <w:szCs w:val="28"/>
            </w:rPr>
            <w:t>05.08.2019 № 07/15-3005</w:t>
          </w:r>
        </w:p>
      </w:sdtContent>
    </w:sdt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-16466252"/>
        <w:placeholder>
          <w:docPart w:val="DefaultPlaceholder_-1854013440"/>
        </w:placeholder>
      </w:sdtPr>
      <w:sdtEndPr/>
      <w:sdtContent>
        <w:p w14:paraId="2F2BE529" w14:textId="6EB3B711" w:rsidR="00C757B1" w:rsidRPr="001A2F66" w:rsidRDefault="00C757B1" w:rsidP="00D7690B">
          <w:pPr>
            <w:spacing w:after="0" w:line="30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1A2F66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 случае изменения нормативно-правовой базы, служащей основ</w:t>
          </w:r>
          <w:r w:rsidR="005C1367" w:rsidRPr="001A2F66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анием для разработки настоящей дополнительной профессиональной программы</w:t>
          </w:r>
          <w:r w:rsidRPr="001A2F66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 актуализация программы производится в рабочем порядке и повторного согласования и утверждения не требует.</w:t>
          </w:r>
        </w:p>
      </w:sdtContent>
    </w:sdt>
    <w:bookmarkStart w:id="6" w:name="_Toc98411308" w:displacedByCustomXml="next"/>
    <w:sdt>
      <w:sdtPr>
        <w:id w:val="516125733"/>
        <w:lock w:val="contentLocked"/>
        <w:placeholder>
          <w:docPart w:val="DefaultPlaceholder_-1854013440"/>
        </w:placeholder>
      </w:sdtPr>
      <w:sdtEndPr/>
      <w:sdtContent>
        <w:p w14:paraId="77566F38" w14:textId="38A43A6B" w:rsidR="00D7690B" w:rsidRPr="00D7690B" w:rsidRDefault="00720FD0" w:rsidP="00AF2522">
          <w:pPr>
            <w:pStyle w:val="21"/>
            <w:rPr>
              <w:color w:val="000000"/>
            </w:rPr>
          </w:pPr>
          <w:r w:rsidRPr="005C1367">
            <w:t>1.4 </w:t>
          </w:r>
          <w:r w:rsidR="00D7690B" w:rsidRPr="005C1367">
            <w:t>Требования к слушателям</w:t>
          </w:r>
        </w:p>
        <w:bookmarkEnd w:id="6" w:displacedByCustomXml="next"/>
      </w:sdtContent>
    </w:sdt>
    <w:p w14:paraId="49F5A1D1" w14:textId="07230375" w:rsidR="00493432" w:rsidRDefault="0083580D" w:rsidP="00B6050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896579464"/>
          <w:placeholder>
            <w:docPart w:val="DefaultPlaceholder_-1854013440"/>
          </w:placeholder>
        </w:sdtPr>
        <w:sdtEndPr/>
        <w:sdtContent>
          <w:r w:rsidR="00D7690B" w:rsidRPr="00D7690B">
            <w:rPr>
              <w:rFonts w:ascii="Times New Roman" w:hAnsi="Times New Roman" w:cs="Times New Roman"/>
              <w:sz w:val="28"/>
              <w:szCs w:val="28"/>
            </w:rPr>
            <w:t>Категория слушателей –</w:t>
          </w:r>
        </w:sdtContent>
      </w:sdt>
      <w:r w:rsidR="00D7690B">
        <w:rPr>
          <w:rFonts w:ascii="Times New Roman" w:hAnsi="Times New Roman" w:cs="Times New Roman"/>
          <w:sz w:val="28"/>
          <w:szCs w:val="28"/>
        </w:rPr>
        <w:t xml:space="preserve"> 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категории </w:t>
      </w:r>
      <w:r w:rsidR="0056496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руководителей и/или 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специалистов, </w:t>
      </w:r>
      <w:r w:rsidR="00C226E5">
        <w:rPr>
          <w:rFonts w:ascii="Times New Roman" w:hAnsi="Times New Roman" w:cs="Times New Roman"/>
          <w:i/>
          <w:color w:val="FF0000"/>
          <w:sz w:val="28"/>
          <w:szCs w:val="28"/>
        </w:rPr>
        <w:t>например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>: руководителей среднего звена управления, их заместителей, начальников структурных подразделений и служб предприятий, уп</w:t>
      </w:r>
      <w:r w:rsidR="00CC088D">
        <w:rPr>
          <w:rFonts w:ascii="Times New Roman" w:hAnsi="Times New Roman" w:cs="Times New Roman"/>
          <w:i/>
          <w:color w:val="FF0000"/>
          <w:sz w:val="28"/>
          <w:szCs w:val="28"/>
        </w:rPr>
        <w:t>равленческого кадрового резерва</w:t>
      </w:r>
      <w:r w:rsidR="00725A2A" w:rsidRPr="00725A2A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sdt>
      <w:sdtPr>
        <w:rPr>
          <w:rFonts w:ascii="Times New Roman" w:hAnsi="Times New Roman" w:cs="Times New Roman"/>
          <w:sz w:val="28"/>
          <w:szCs w:val="28"/>
        </w:rPr>
        <w:id w:val="-516541613"/>
        <w:placeholder>
          <w:docPart w:val="DefaultPlaceholder_-1854013440"/>
        </w:placeholder>
      </w:sdtPr>
      <w:sdtEndPr/>
      <w:sdtContent>
        <w:p w14:paraId="4661F92F" w14:textId="5E9242B1" w:rsidR="00684846" w:rsidRPr="008A6727" w:rsidRDefault="004140B0" w:rsidP="00684846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4140B0">
            <w:rPr>
              <w:rFonts w:ascii="Times New Roman" w:hAnsi="Times New Roman" w:cs="Times New Roman"/>
              <w:sz w:val="28"/>
              <w:szCs w:val="28"/>
            </w:rPr>
            <w:t>К освоению программы повышения квалифи</w:t>
          </w:r>
          <w:r w:rsidR="001A4D13">
            <w:rPr>
              <w:rFonts w:ascii="Times New Roman" w:hAnsi="Times New Roman" w:cs="Times New Roman"/>
              <w:sz w:val="28"/>
              <w:szCs w:val="28"/>
            </w:rPr>
            <w:t>кации допускаются лица, имеющие (</w:t>
          </w:r>
          <w:r w:rsidRPr="004140B0">
            <w:rPr>
              <w:rFonts w:ascii="Times New Roman" w:hAnsi="Times New Roman" w:cs="Times New Roman"/>
              <w:sz w:val="28"/>
              <w:szCs w:val="28"/>
            </w:rPr>
            <w:t>получающие</w:t>
          </w:r>
          <w:r w:rsidR="001A4D13">
            <w:rPr>
              <w:rFonts w:ascii="Times New Roman" w:hAnsi="Times New Roman" w:cs="Times New Roman"/>
              <w:sz w:val="28"/>
              <w:szCs w:val="28"/>
            </w:rPr>
            <w:t>)</w:t>
          </w:r>
          <w:r w:rsidRPr="004140B0">
            <w:rPr>
              <w:rFonts w:ascii="Times New Roman" w:hAnsi="Times New Roman" w:cs="Times New Roman"/>
              <w:sz w:val="28"/>
              <w:szCs w:val="28"/>
            </w:rPr>
            <w:t xml:space="preserve"> среднее профессиональное и (или) высшее образование.</w:t>
          </w:r>
        </w:p>
      </w:sdtContent>
    </w:sdt>
    <w:bookmarkStart w:id="7" w:name="_Toc98411309" w:displacedByCustomXml="next"/>
    <w:sdt>
      <w:sdtPr>
        <w:id w:val="1018508008"/>
        <w:lock w:val="contentLocked"/>
        <w:placeholder>
          <w:docPart w:val="DefaultPlaceholder_-1854013440"/>
        </w:placeholder>
      </w:sdtPr>
      <w:sdtEndPr/>
      <w:sdtContent>
        <w:p w14:paraId="4996C06C" w14:textId="2C0030BE" w:rsidR="008C39E5" w:rsidRPr="005C1367" w:rsidRDefault="00720FD0" w:rsidP="00AF2522">
          <w:pPr>
            <w:pStyle w:val="21"/>
          </w:pPr>
          <w:r w:rsidRPr="005C1367">
            <w:t>1.5 </w:t>
          </w:r>
          <w:r w:rsidR="008C39E5" w:rsidRPr="005C1367">
            <w:t>Срок освоения программы повышения квалификации, форма обучения</w:t>
          </w:r>
          <w:bookmarkEnd w:id="7"/>
          <w:r w:rsidR="008C39E5" w:rsidRPr="005C1367">
            <w:t xml:space="preserve"> </w:t>
          </w:r>
        </w:p>
      </w:sdtContent>
    </w:sdt>
    <w:p w14:paraId="50944B08" w14:textId="5D0FE4B8" w:rsidR="00904B05" w:rsidRPr="00902707" w:rsidRDefault="0083580D" w:rsidP="00902707">
      <w:pPr>
        <w:autoSpaceDE w:val="0"/>
        <w:autoSpaceDN w:val="0"/>
        <w:adjustRightInd w:val="0"/>
        <w:spacing w:after="0" w:line="30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061985763"/>
          <w:placeholder>
            <w:docPart w:val="DefaultPlaceholder_-1854013440"/>
          </w:placeholder>
        </w:sdtPr>
        <w:sdtEndPr/>
        <w:sdtContent>
          <w:r w:rsid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>Продолжительность обучения –</w:t>
          </w:r>
        </w:sdtContent>
      </w:sdt>
      <w:r w:rsidR="008C3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5A2A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902707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14:paraId="640F4C58" w14:textId="77777777" w:rsidR="008C39E5" w:rsidRPr="00902707" w:rsidRDefault="008C39E5" w:rsidP="008C39E5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Форма обучения – </w:t>
      </w:r>
      <w:r w:rsidRPr="0090270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очная </w:t>
      </w:r>
      <w:r w:rsidR="00904B05" w:rsidRPr="0090270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/ очно-заочная / заочная </w:t>
      </w:r>
      <w:r w:rsidRPr="0090270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(с отрывом </w:t>
      </w:r>
      <w:r w:rsidR="00904B05" w:rsidRPr="0090270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/ без отрыва </w:t>
      </w:r>
      <w:r w:rsidRPr="00902707">
        <w:rPr>
          <w:rFonts w:ascii="Times New Roman" w:hAnsi="Times New Roman" w:cs="Times New Roman"/>
          <w:i/>
          <w:color w:val="FF0000"/>
          <w:sz w:val="28"/>
          <w:szCs w:val="28"/>
        </w:rPr>
        <w:t>от работы).</w:t>
      </w:r>
    </w:p>
    <w:bookmarkStart w:id="8" w:name="_Toc98411310" w:displacedByCustomXml="next"/>
    <w:sdt>
      <w:sdtPr>
        <w:id w:val="1290854123"/>
        <w:lock w:val="contentLocked"/>
        <w:placeholder>
          <w:docPart w:val="DefaultPlaceholder_-1854013440"/>
        </w:placeholder>
      </w:sdtPr>
      <w:sdtEndPr/>
      <w:sdtContent>
        <w:p w14:paraId="3A766FF4" w14:textId="074613F5" w:rsidR="008C39E5" w:rsidRPr="005C1367" w:rsidRDefault="00720FD0" w:rsidP="00AF2522">
          <w:pPr>
            <w:pStyle w:val="21"/>
          </w:pPr>
          <w:r w:rsidRPr="005C1367">
            <w:t>1.6 </w:t>
          </w:r>
          <w:r w:rsidR="008C39E5" w:rsidRPr="005C1367">
            <w:t>Форма аттестации, форма документа, выдаваемого по результатам обучения</w:t>
          </w:r>
          <w:bookmarkEnd w:id="8"/>
          <w:r w:rsidR="008C39E5" w:rsidRPr="005C1367">
            <w:t xml:space="preserve"> </w:t>
          </w:r>
        </w:p>
      </w:sdtContent>
    </w:sdt>
    <w:sdt>
      <w:sdtPr>
        <w:rPr>
          <w:rFonts w:ascii="Times New Roman" w:hAnsi="Times New Roman" w:cs="Times New Roman"/>
          <w:color w:val="000000"/>
          <w:sz w:val="28"/>
          <w:szCs w:val="28"/>
        </w:rPr>
        <w:id w:val="-482166457"/>
        <w:placeholder>
          <w:docPart w:val="DefaultPlaceholder_-1854013440"/>
        </w:placeholder>
      </w:sdtPr>
      <w:sdtEndPr/>
      <w:sdtContent>
        <w:p w14:paraId="6CB1B995" w14:textId="68FDF4B4" w:rsidR="008C39E5" w:rsidRPr="008C39E5" w:rsidRDefault="008C39E5" w:rsidP="008C39E5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Формы </w:t>
          </w:r>
          <w:r w:rsidR="009B3009">
            <w:rPr>
              <w:rFonts w:ascii="Times New Roman" w:hAnsi="Times New Roman" w:cs="Times New Roman"/>
              <w:color w:val="000000"/>
              <w:sz w:val="28"/>
              <w:szCs w:val="28"/>
            </w:rPr>
            <w:t>текущего контроля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по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разделам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указаны в учебно</w:t>
          </w:r>
          <w:r w:rsidR="00D25E97">
            <w:rPr>
              <w:rFonts w:ascii="Times New Roman" w:hAnsi="Times New Roman" w:cs="Times New Roman"/>
              <w:color w:val="000000"/>
              <w:sz w:val="28"/>
              <w:szCs w:val="28"/>
            </w:rPr>
            <w:t>-тематическом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плане </w:t>
          </w:r>
          <w:r w:rsidR="005C1367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программы </w:t>
          </w: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повышения квалификации. </w:t>
          </w:r>
        </w:p>
      </w:sdtContent>
    </w:sdt>
    <w:p w14:paraId="79297014" w14:textId="70B3109B" w:rsidR="008C39E5" w:rsidRPr="008C39E5" w:rsidRDefault="00E13772" w:rsidP="008C39E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377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Итоговая аттестация проводится в форме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959988107"/>
          <w:placeholder>
            <w:docPart w:val="68A8D400E6EE4FE48154E81D96B22BF7"/>
          </w:placeholder>
          <w:showingPlcHdr/>
          <w15:color w:val="FF0000"/>
          <w:dropDownList>
            <w:listItem w:displayText="выберите элемент" w:value=""/>
            <w:listItem w:displayText="зачета" w:value="зачета"/>
            <w:listItem w:displayText="экзамена" w:value="экзамена"/>
          </w:dropDownList>
        </w:sdtPr>
        <w:sdtEndPr/>
        <w:sdtContent>
          <w:r w:rsidR="00902707" w:rsidRPr="00902707">
            <w:rPr>
              <w:color w:val="808080"/>
            </w:rPr>
            <w:t>Выберите элемент.</w:t>
          </w:r>
        </w:sdtContent>
      </w:sdt>
      <w:r w:rsidR="00CC088D">
        <w:rPr>
          <w:rFonts w:ascii="Times New Roman" w:hAnsi="Times New Roman" w:cs="Times New Roman"/>
          <w:color w:val="000000"/>
          <w:sz w:val="28"/>
          <w:szCs w:val="28"/>
        </w:rPr>
        <w:t>, позволяющ</w:t>
      </w:r>
      <w:r w:rsidR="00C25B74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E13772">
        <w:rPr>
          <w:rFonts w:ascii="Times New Roman" w:hAnsi="Times New Roman" w:cs="Times New Roman"/>
          <w:color w:val="000000"/>
          <w:sz w:val="28"/>
          <w:szCs w:val="28"/>
        </w:rPr>
        <w:t xml:space="preserve"> оценить уровень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408964939"/>
          <w:placeholder>
            <w:docPart w:val="84E7B3CF69154D1881346F57C0A315BC"/>
          </w:placeholder>
          <w15:color w:val="FF0000"/>
          <w:dropDownList>
            <w:listItem w:displayText="выберите элемент" w:value=""/>
            <w:listItem w:displayText="теоретической" w:value="теоретической"/>
            <w:listItem w:displayText="практической" w:value="практической"/>
            <w:listItem w:displayText="теоретической и практической" w:value="теоретической и практической"/>
          </w:dropDownList>
        </w:sdtPr>
        <w:sdtEndPr/>
        <w:sdtContent>
          <w:r w:rsidR="00E455A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теоретической</w:t>
          </w:r>
        </w:sdtContent>
      </w:sdt>
      <w:r w:rsidR="003802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1367">
        <w:rPr>
          <w:rFonts w:ascii="Times New Roman" w:hAnsi="Times New Roman" w:cs="Times New Roman"/>
          <w:color w:val="000000"/>
          <w:sz w:val="28"/>
          <w:szCs w:val="28"/>
        </w:rPr>
        <w:t>подготовки</w:t>
      </w:r>
      <w:r w:rsidRPr="00E13772">
        <w:rPr>
          <w:rFonts w:ascii="Times New Roman" w:hAnsi="Times New Roman" w:cs="Times New Roman"/>
          <w:color w:val="000000"/>
          <w:sz w:val="28"/>
          <w:szCs w:val="28"/>
        </w:rPr>
        <w:t xml:space="preserve"> и готовность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решению профессиональных задач</w:t>
      </w:r>
      <w:r w:rsidR="008C39E5" w:rsidRPr="008C39E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sdt>
      <w:sdtPr>
        <w:rPr>
          <w:rFonts w:ascii="Times New Roman" w:hAnsi="Times New Roman" w:cs="Times New Roman"/>
          <w:color w:val="000000"/>
          <w:sz w:val="28"/>
          <w:szCs w:val="28"/>
        </w:rPr>
        <w:id w:val="1296093925"/>
        <w:placeholder>
          <w:docPart w:val="DefaultPlaceholder_-1854013440"/>
        </w:placeholder>
      </w:sdtPr>
      <w:sdtEndPr>
        <w:rPr>
          <w:color w:val="auto"/>
        </w:rPr>
      </w:sdtEndPr>
      <w:sdtContent>
        <w:p w14:paraId="45BD9F49" w14:textId="5C36351B" w:rsidR="008C39E5" w:rsidRDefault="008C39E5" w:rsidP="008C39E5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8C39E5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Лицам, успешно освоившим программу и прошедшим итоговую аттестацию, выдается </w:t>
          </w:r>
          <w:r w:rsidRPr="00DD4374">
            <w:rPr>
              <w:rFonts w:ascii="Times New Roman" w:hAnsi="Times New Roman" w:cs="Times New Roman"/>
              <w:sz w:val="28"/>
              <w:szCs w:val="28"/>
            </w:rPr>
            <w:t>удостоверение о повышении к</w:t>
          </w:r>
          <w:r w:rsidR="00725A2A" w:rsidRPr="00DD4374">
            <w:rPr>
              <w:rFonts w:ascii="Times New Roman" w:hAnsi="Times New Roman" w:cs="Times New Roman"/>
              <w:sz w:val="28"/>
              <w:szCs w:val="28"/>
            </w:rPr>
            <w:t>валификации.</w:t>
          </w:r>
        </w:p>
        <w:p w14:paraId="16947C47" w14:textId="340919F9" w:rsidR="008C39E5" w:rsidRPr="008C39E5" w:rsidRDefault="008C39E5" w:rsidP="008C39E5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2841F1">
            <w:rPr>
              <w:rFonts w:ascii="Times New Roman" w:hAnsi="Times New Roman" w:cs="Times New Roman"/>
              <w:sz w:val="28"/>
              <w:szCs w:val="28"/>
            </w:rPr>
            <w:t>С</w:t>
          </w:r>
          <w:r w:rsidR="007E7056">
            <w:rPr>
              <w:rFonts w:ascii="Times New Roman" w:hAnsi="Times New Roman" w:cs="Times New Roman"/>
              <w:sz w:val="28"/>
              <w:szCs w:val="28"/>
            </w:rPr>
            <w:t>лушателям, не прошедшим итоговую аттестацию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 xml:space="preserve"> или получившим на итоговой аттестации неудовлетворительные результаты, а также лицам, освоившим часть </w:t>
          </w:r>
          <w:r>
            <w:rPr>
              <w:rFonts w:ascii="Times New Roman" w:hAnsi="Times New Roman" w:cs="Times New Roman"/>
              <w:sz w:val="28"/>
              <w:szCs w:val="28"/>
            </w:rPr>
            <w:t>программы</w:t>
          </w:r>
          <w:r w:rsidR="007E7056">
            <w:rPr>
              <w:rFonts w:ascii="Times New Roman" w:hAnsi="Times New Roman" w:cs="Times New Roman"/>
              <w:sz w:val="28"/>
              <w:szCs w:val="28"/>
            </w:rPr>
            <w:t xml:space="preserve"> и/или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 xml:space="preserve"> отчисленным из </w:t>
          </w:r>
          <w:r w:rsidR="007E7056">
            <w:rPr>
              <w:rFonts w:ascii="Times New Roman" w:hAnsi="Times New Roman" w:cs="Times New Roman"/>
              <w:sz w:val="28"/>
              <w:szCs w:val="28"/>
            </w:rPr>
            <w:t>ЧУ ДПО «Газпром 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>ОНУТЦ</w:t>
          </w:r>
          <w:r w:rsidR="007E7056">
            <w:rPr>
              <w:rFonts w:ascii="Times New Roman" w:hAnsi="Times New Roman" w:cs="Times New Roman"/>
              <w:sz w:val="28"/>
              <w:szCs w:val="28"/>
            </w:rPr>
            <w:t>»</w:t>
          </w:r>
          <w:r w:rsidRPr="002841F1">
            <w:rPr>
              <w:rFonts w:ascii="Times New Roman" w:hAnsi="Times New Roman" w:cs="Times New Roman"/>
              <w:sz w:val="28"/>
              <w:szCs w:val="28"/>
            </w:rPr>
            <w:t>, выдается справка об обучении или о периоде обучения.</w:t>
          </w:r>
        </w:p>
      </w:sdtContent>
    </w:sdt>
    <w:p w14:paraId="59707194" w14:textId="77777777" w:rsidR="00D7690B" w:rsidRDefault="00D7690B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br w:type="page"/>
      </w:r>
    </w:p>
    <w:bookmarkStart w:id="9" w:name="_Toc98411311" w:displacedByCustomXml="next"/>
    <w:sdt>
      <w:sdtPr>
        <w:id w:val="-342244302"/>
        <w:lock w:val="contentLocked"/>
        <w:placeholder>
          <w:docPart w:val="DefaultPlaceholder_-1854013440"/>
        </w:placeholder>
      </w:sdtPr>
      <w:sdtEndPr/>
      <w:sdtContent>
        <w:p w14:paraId="49C22709" w14:textId="4AFA0CE4" w:rsidR="001D11F0" w:rsidRPr="001D11F0" w:rsidRDefault="00720FD0" w:rsidP="005C1367">
          <w:pPr>
            <w:pStyle w:val="11"/>
            <w:pageBreakBefore/>
            <w:spacing w:before="360" w:after="360" w:line="300" w:lineRule="auto"/>
          </w:pPr>
          <w:r>
            <w:t>2 </w:t>
          </w:r>
          <w:r w:rsidR="00B60503">
            <w:t>ТЕРМИНЫ И</w:t>
          </w:r>
          <w:r w:rsidR="001D11F0" w:rsidRPr="001D11F0">
            <w:t xml:space="preserve"> ОПРЕДЕЛЕНИЯ</w:t>
          </w:r>
        </w:p>
        <w:bookmarkEnd w:id="9" w:displacedByCustomXml="next"/>
      </w:sdtContent>
    </w:sdt>
    <w:sdt>
      <w:sdtPr>
        <w:rPr>
          <w:rFonts w:ascii="Times New Roman" w:hAnsi="Times New Roman" w:cs="Times New Roman"/>
          <w:sz w:val="28"/>
          <w:szCs w:val="28"/>
        </w:rPr>
        <w:id w:val="1912729480"/>
        <w:placeholder>
          <w:docPart w:val="DefaultPlaceholder_-1854013440"/>
        </w:placeholder>
      </w:sdtPr>
      <w:sdtEndPr/>
      <w:sdtContent>
        <w:p w14:paraId="30F5E1A4" w14:textId="175F2AFE" w:rsidR="00684846" w:rsidRPr="001D11F0" w:rsidRDefault="00684846" w:rsidP="00684846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В </w:t>
          </w:r>
          <w:r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программе</w:t>
          </w: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повышения квалификации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 применяются следующие термины </w:t>
          </w:r>
          <w:r>
            <w:rPr>
              <w:rFonts w:ascii="Times New Roman" w:hAnsi="Times New Roman" w:cs="Times New Roman"/>
              <w:sz w:val="28"/>
              <w:szCs w:val="28"/>
            </w:rPr>
            <w:t>и их определения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>:</w:t>
          </w:r>
        </w:p>
      </w:sdtContent>
    </w:sdt>
    <w:p w14:paraId="63DE24A5" w14:textId="77777777" w:rsidR="00684846" w:rsidRDefault="00684846" w:rsidP="00684846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Указываются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 алфавитном порядке </w:t>
      </w: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>основные термины и определения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904B0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которые используются в программе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5C30C680" w14:textId="77777777" w:rsidR="00684846" w:rsidRPr="00904B05" w:rsidRDefault="00684846" w:rsidP="00684846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563C004E" w14:textId="77777777" w:rsidR="00684846" w:rsidRDefault="00684846" w:rsidP="00684846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05C8">
        <w:rPr>
          <w:rFonts w:ascii="Times New Roman" w:hAnsi="Times New Roman" w:cs="Times New Roman"/>
          <w:color w:val="FF0000"/>
          <w:sz w:val="28"/>
          <w:szCs w:val="28"/>
        </w:rPr>
        <w:t>1 </w:t>
      </w:r>
      <w:r w:rsidRPr="003D05C8">
        <w:rPr>
          <w:rFonts w:ascii="Times New Roman" w:hAnsi="Times New Roman" w:cs="Times New Roman"/>
          <w:b/>
          <w:color w:val="FF0000"/>
          <w:sz w:val="28"/>
          <w:szCs w:val="28"/>
        </w:rPr>
        <w:t>дополнительное профессиональное образование</w:t>
      </w:r>
      <w:r w:rsidRPr="003D05C8">
        <w:rPr>
          <w:rFonts w:ascii="Times New Roman" w:hAnsi="Times New Roman" w:cs="Times New Roman"/>
          <w:color w:val="FF0000"/>
          <w:sz w:val="28"/>
          <w:szCs w:val="28"/>
        </w:rPr>
        <w:t>: Дополнительное образование</w:t>
      </w:r>
      <w:r>
        <w:rPr>
          <w:rFonts w:ascii="Times New Roman" w:hAnsi="Times New Roman" w:cs="Times New Roman"/>
          <w:color w:val="FF0000"/>
          <w:sz w:val="28"/>
          <w:szCs w:val="28"/>
        </w:rPr>
        <w:t>, направленное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 и не сопровождающееся повышением уровня образования.</w:t>
      </w:r>
    </w:p>
    <w:p w14:paraId="56E48813" w14:textId="7D6D8397" w:rsidR="00684846" w:rsidRPr="00402FA5" w:rsidRDefault="00684846" w:rsidP="00684846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05C8">
        <w:rPr>
          <w:rFonts w:ascii="Times New Roman" w:hAnsi="Times New Roman" w:cs="Times New Roman"/>
          <w:color w:val="FF0000"/>
          <w:sz w:val="28"/>
          <w:szCs w:val="28"/>
        </w:rPr>
        <w:t>[</w:t>
      </w:r>
      <w:r w:rsidR="00402FA5" w:rsidRPr="00402FA5">
        <w:rPr>
          <w:rFonts w:ascii="Times New Roman" w:hAnsi="Times New Roman" w:cs="Times New Roman"/>
          <w:color w:val="FF0000"/>
          <w:sz w:val="28"/>
          <w:szCs w:val="28"/>
        </w:rPr>
        <w:t>Положение о Системе непрерывного фирменного профессионального образования персонала ПАО «Газпром», его дочерних обществ и организаций, утвержденное Приказом ПАО «Газпром» от 01.12.2023 № 454]</w:t>
      </w:r>
    </w:p>
    <w:p w14:paraId="1BC9277D" w14:textId="77777777" w:rsidR="00F773AB" w:rsidRDefault="00F773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bookmarkStart w:id="10" w:name="_Toc98411312" w:displacedByCustomXml="next"/>
    <w:sdt>
      <w:sdtPr>
        <w:id w:val="-1459484402"/>
        <w:lock w:val="contentLocked"/>
        <w:placeholder>
          <w:docPart w:val="DefaultPlaceholder_-1854013440"/>
        </w:placeholder>
      </w:sdtPr>
      <w:sdtEndPr/>
      <w:sdtContent>
        <w:p w14:paraId="0EFCA162" w14:textId="24E3DC26" w:rsidR="00B60503" w:rsidRPr="00096B4E" w:rsidRDefault="00720FD0" w:rsidP="008D719F">
          <w:pPr>
            <w:pStyle w:val="11"/>
            <w:spacing w:before="360" w:after="360" w:line="300" w:lineRule="auto"/>
          </w:pPr>
          <w:r>
            <w:t>3 </w:t>
          </w:r>
          <w:r w:rsidR="00B60503" w:rsidRPr="00835488">
            <w:t xml:space="preserve">ОБОЗНАЧЕНИЯ И </w:t>
          </w:r>
          <w:r w:rsidR="00B60503" w:rsidRPr="00B60503">
            <w:t>СОКРАЩЕНИЯ</w:t>
          </w:r>
        </w:p>
        <w:bookmarkEnd w:id="10" w:displacedByCustomXml="next"/>
      </w:sdtContent>
    </w:sdt>
    <w:p w14:paraId="37A69F71" w14:textId="5BAD419E" w:rsidR="00684846" w:rsidRPr="001D11F0" w:rsidRDefault="0083580D" w:rsidP="00684846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1098290685"/>
          <w:placeholder>
            <w:docPart w:val="DefaultPlaceholder_-1854013440"/>
          </w:placeholder>
        </w:sdtPr>
        <w:sdtEndPr/>
        <w:sdtContent>
          <w:r w:rsidR="00684846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 программе</w:t>
          </w:r>
          <w:r w:rsidR="00684846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повышения квалификации</w:t>
          </w:r>
          <w:r w:rsidR="00684846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используются </w:t>
          </w:r>
          <w:r w:rsidR="0038029C" w:rsidRPr="001D11F0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следующие</w:t>
          </w:r>
        </w:sdtContent>
      </w:sdt>
      <w:r w:rsidR="0038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826249411"/>
          <w:placeholder>
            <w:docPart w:val="FE125DC873DC4A2495DD895C10330BCE"/>
          </w:placeholder>
          <w:showingPlcHdr/>
          <w15:color w:val="FF0000"/>
          <w:dropDownList>
            <w:listItem w:displayText="выберите элемент" w:value=""/>
            <w:listItem w:displayText="обозначения" w:value="обозначения"/>
            <w:listItem w:displayText="сокращения" w:value="сокращения"/>
            <w:listItem w:displayText="обозначения и сокращения" w:value="обозначения и сокращения"/>
          </w:dropDownList>
        </w:sdtPr>
        <w:sdtEndPr/>
        <w:sdtContent>
          <w:r w:rsidR="0038029C" w:rsidRPr="0038029C">
            <w:rPr>
              <w:color w:val="808080"/>
            </w:rPr>
            <w:t>Выберите элемент.</w:t>
          </w:r>
        </w:sdtContent>
      </w:sdt>
      <w:r w:rsidR="0038029C" w:rsidRPr="001D11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3F8646" w14:textId="77558878" w:rsidR="00684846" w:rsidRDefault="00684846" w:rsidP="00684846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Указываются в алфавитном порядке основные обозначения и сокращения, которые используются в программе</w:t>
      </w:r>
      <w:r w:rsidR="007E7056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360EE533" w14:textId="77777777" w:rsidR="00684846" w:rsidRPr="00B95BCE" w:rsidRDefault="00684846" w:rsidP="00684846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B95BCE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Например:</w:t>
      </w:r>
    </w:p>
    <w:p w14:paraId="747BB116" w14:textId="77777777" w:rsidR="00684846" w:rsidRPr="00BF398D" w:rsidRDefault="00684846" w:rsidP="00684846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39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ДПП – дополнительная профессиональная программа;</w:t>
      </w:r>
    </w:p>
    <w:p w14:paraId="484597D8" w14:textId="77777777" w:rsidR="00684846" w:rsidRPr="00BF398D" w:rsidRDefault="00684846" w:rsidP="00684846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39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ИА – итоговая аттестация.</w:t>
      </w:r>
    </w:p>
    <w:p w14:paraId="4A908EDC" w14:textId="77777777" w:rsidR="0032399A" w:rsidRPr="001D11F0" w:rsidRDefault="0032399A" w:rsidP="001D11F0">
      <w:pPr>
        <w:spacing w:after="0"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11F0">
        <w:rPr>
          <w:rFonts w:ascii="Times New Roman" w:hAnsi="Times New Roman" w:cs="Times New Roman"/>
          <w:sz w:val="28"/>
          <w:szCs w:val="28"/>
        </w:rPr>
        <w:br w:type="page"/>
      </w:r>
    </w:p>
    <w:bookmarkStart w:id="11" w:name="_Toc98411313"/>
    <w:p w14:paraId="26C56657" w14:textId="67860FBB" w:rsidR="00F63A22" w:rsidRDefault="0083580D" w:rsidP="00096B4E">
      <w:pPr>
        <w:pStyle w:val="11"/>
        <w:suppressAutoHyphens/>
        <w:spacing w:before="360" w:after="360" w:line="300" w:lineRule="auto"/>
      </w:pPr>
      <w:sdt>
        <w:sdtPr>
          <w:id w:val="976026316"/>
          <w:lock w:val="contentLocked"/>
          <w:placeholder>
            <w:docPart w:val="DefaultPlaceholder_-1854013440"/>
          </w:placeholder>
        </w:sdtPr>
        <w:sdtEndPr/>
        <w:sdtContent>
          <w:r w:rsidR="00720FD0">
            <w:t>4 </w:t>
          </w:r>
          <w:r w:rsidR="001D11F0" w:rsidRPr="001D11F0">
            <w:t xml:space="preserve">ХАРАКТЕРИСТИКА </w:t>
          </w:r>
          <w:r w:rsidR="007E7056">
            <w:t>ПРОФЕССИОНАЛЬНОЙ ДЕЯТЕЛЬНОСТИ В </w:t>
          </w:r>
          <w:r w:rsidR="00F773AB">
            <w:t>ОБЛАСТИ ПОВЫШАЕМОЙ КВАЛИФИКАЦИИ</w:t>
          </w:r>
        </w:sdtContent>
      </w:sdt>
      <w:r w:rsidR="008D719F">
        <w:rPr>
          <w:rStyle w:val="af8"/>
        </w:rPr>
        <w:footnoteReference w:id="5"/>
      </w:r>
      <w:bookmarkEnd w:id="11"/>
    </w:p>
    <w:p w14:paraId="7DF3D7F7" w14:textId="34CB1952" w:rsidR="00F773AB" w:rsidRDefault="00F773AB" w:rsidP="00F773AB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Область профессиональной деятельности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806534043"/>
          <w:placeholder>
            <w:docPart w:val="9BCEE174BF774247AEBD319F80817768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38029C" w:rsidRPr="0038029C">
            <w:rPr>
              <w:color w:val="808080"/>
            </w:rPr>
            <w:t>Выберите элемент.</w:t>
          </w:r>
        </w:sdtContent>
      </w:sdt>
      <w:r w:rsidRPr="00F773AB">
        <w:rPr>
          <w:rFonts w:ascii="Times New Roman" w:hAnsi="Times New Roman" w:cs="Times New Roman"/>
          <w:color w:val="000000"/>
          <w:sz w:val="28"/>
          <w:szCs w:val="28"/>
        </w:rPr>
        <w:t>, освоивших программу повышени</w:t>
      </w:r>
      <w:r w:rsidR="00294318">
        <w:rPr>
          <w:rFonts w:ascii="Times New Roman" w:hAnsi="Times New Roman" w:cs="Times New Roman"/>
          <w:color w:val="000000"/>
          <w:sz w:val="28"/>
          <w:szCs w:val="28"/>
        </w:rPr>
        <w:t>я квалификации по данному курсу</w:t>
      </w:r>
      <w:r w:rsidR="0038029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F62AB9" w:rsidRPr="00F62AB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764830" w:rsidRPr="00F62AB9">
        <w:rPr>
          <w:rFonts w:ascii="Times New Roman" w:hAnsi="Times New Roman" w:cs="Times New Roman"/>
          <w:i/>
          <w:color w:val="FF0000"/>
          <w:sz w:val="28"/>
          <w:szCs w:val="28"/>
        </w:rPr>
        <w:t>08 Финансы и экономика</w:t>
      </w:r>
      <w:r w:rsidR="0038029C">
        <w:rPr>
          <w:rStyle w:val="af8"/>
          <w:rFonts w:ascii="Times New Roman" w:hAnsi="Times New Roman" w:cs="Times New Roman"/>
          <w:i/>
          <w:color w:val="FF0000"/>
          <w:sz w:val="28"/>
          <w:szCs w:val="28"/>
        </w:rPr>
        <w:footnoteReference w:id="6"/>
      </w:r>
      <w:r w:rsidR="00764830" w:rsidRPr="00F62AB9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725497D1" w14:textId="215F79EA" w:rsidR="008D719F" w:rsidRPr="0038029C" w:rsidRDefault="0083580D" w:rsidP="0038029C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860948540"/>
          <w:placeholder>
            <w:docPart w:val="099035F824144D85AFE17598D398AE02"/>
          </w:placeholder>
          <w:showingPlcHdr/>
          <w15:color w:val="FF0000"/>
          <w:dropDownList>
            <w:listItem w:displayText="выберите элемент" w:value=""/>
            <w:listItem w:displayText="Руководители" w:value="Руководители"/>
            <w:listItem w:displayText="Специалисты" w:value="Специалисты"/>
            <w:listItem w:displayText="Руководители и специалисты" w:value="Руководители и специалисты"/>
          </w:dropDownList>
        </w:sdtPr>
        <w:sdtEndPr/>
        <w:sdtContent>
          <w:r w:rsidR="0038029C" w:rsidRPr="0038029C">
            <w:rPr>
              <w:color w:val="808080"/>
            </w:rPr>
            <w:t>Выберите элемент.</w:t>
          </w:r>
        </w:sdtContent>
      </w:sdt>
      <w:r w:rsidR="00F773AB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, освоившие программу повышения квалификации по данному курсу, готовятся к </w:t>
      </w:r>
      <w:r w:rsidR="00055650" w:rsidRPr="00F773AB">
        <w:rPr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0556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55650" w:rsidRPr="00F773AB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55650">
        <w:rPr>
          <w:rFonts w:ascii="Times New Roman" w:hAnsi="Times New Roman" w:cs="Times New Roman"/>
          <w:color w:val="000000"/>
          <w:sz w:val="28"/>
          <w:szCs w:val="28"/>
        </w:rPr>
        <w:t>у </w:t>
      </w:r>
      <w:r w:rsidR="008D719F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(-им)</w:t>
      </w:r>
      <w:r w:rsidR="00F773AB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5650" w:rsidRPr="00F773AB">
        <w:rPr>
          <w:rFonts w:ascii="Times New Roman" w:hAnsi="Times New Roman" w:cs="Times New Roman"/>
          <w:color w:val="000000"/>
          <w:sz w:val="28"/>
          <w:szCs w:val="28"/>
        </w:rPr>
        <w:t>вид</w:t>
      </w:r>
      <w:r w:rsidR="00055650">
        <w:rPr>
          <w:rFonts w:ascii="Times New Roman" w:hAnsi="Times New Roman" w:cs="Times New Roman"/>
          <w:color w:val="000000"/>
          <w:sz w:val="28"/>
          <w:szCs w:val="28"/>
        </w:rPr>
        <w:t>у </w:t>
      </w:r>
      <w:r w:rsidR="008D719F" w:rsidRPr="003954BD">
        <w:rPr>
          <w:rFonts w:ascii="Times New Roman" w:hAnsi="Times New Roman" w:cs="Times New Roman"/>
          <w:i/>
          <w:color w:val="FF0000"/>
          <w:sz w:val="28"/>
          <w:szCs w:val="28"/>
        </w:rPr>
        <w:t>(-ам)</w:t>
      </w:r>
      <w:r w:rsidR="00F773AB" w:rsidRPr="00F773AB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  <w:r w:rsidR="0038029C">
        <w:rPr>
          <w:rStyle w:val="af8"/>
          <w:rFonts w:ascii="Times New Roman" w:hAnsi="Times New Roman" w:cs="Times New Roman"/>
          <w:color w:val="000000"/>
          <w:sz w:val="28"/>
          <w:szCs w:val="28"/>
        </w:rPr>
        <w:footnoteReference w:id="7"/>
      </w:r>
      <w:r w:rsidR="0038029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40D01517" w14:textId="77777777" w:rsidR="008847B8" w:rsidRDefault="00884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Start w:id="12" w:name="_Toc98411314" w:displacedByCustomXml="next"/>
    <w:sdt>
      <w:sdtPr>
        <w:id w:val="1313297754"/>
        <w:lock w:val="contentLocked"/>
        <w:placeholder>
          <w:docPart w:val="DefaultPlaceholder_-1854013440"/>
        </w:placeholder>
      </w:sdtPr>
      <w:sdtEndPr/>
      <w:sdtContent>
        <w:p w14:paraId="09C5F7C3" w14:textId="5B3BFB49" w:rsidR="00386F2F" w:rsidRPr="00096B4E" w:rsidRDefault="00720FD0" w:rsidP="008D719F">
          <w:pPr>
            <w:pStyle w:val="11"/>
            <w:spacing w:before="360" w:after="360" w:line="300" w:lineRule="auto"/>
          </w:pPr>
          <w:r w:rsidRPr="00096B4E">
            <w:t>5 </w:t>
          </w:r>
          <w:r w:rsidR="00386F2F" w:rsidRPr="00096B4E">
            <w:t>ПЛАНИРУЕМЫЕ РЕЗУЛЬТАТЫ ОБУЧЕНИЯ</w:t>
          </w:r>
        </w:p>
        <w:bookmarkEnd w:id="12" w:displacedByCustomXml="next"/>
      </w:sdtContent>
    </w:sdt>
    <w:bookmarkStart w:id="13" w:name="_Toc98411315" w:displacedByCustomXml="next"/>
    <w:sdt>
      <w:sdtPr>
        <w:id w:val="-457334333"/>
        <w:lock w:val="contentLocked"/>
        <w:placeholder>
          <w:docPart w:val="DefaultPlaceholder_-1854013440"/>
        </w:placeholder>
      </w:sdtPr>
      <w:sdtEndPr/>
      <w:sdtContent>
        <w:p w14:paraId="563385FD" w14:textId="63E564F8" w:rsidR="00867F6B" w:rsidRPr="008D719F" w:rsidRDefault="007E71DA" w:rsidP="00AF2522">
          <w:pPr>
            <w:pStyle w:val="21"/>
          </w:pPr>
          <w:r w:rsidRPr="008D719F">
            <w:t>5.1</w:t>
          </w:r>
          <w:r w:rsidR="00720FD0" w:rsidRPr="008D719F">
            <w:t> </w:t>
          </w:r>
          <w:r w:rsidR="00867F6B" w:rsidRPr="008D719F">
            <w:t>Планируемые результаты освоения программы повышения</w:t>
          </w:r>
          <w:r w:rsidR="005568EA" w:rsidRPr="008D719F">
            <w:br/>
          </w:r>
          <w:r w:rsidR="00867F6B" w:rsidRPr="008D719F">
            <w:t>квалификации</w:t>
          </w:r>
          <w:bookmarkEnd w:id="13"/>
          <w:r w:rsidR="00867F6B" w:rsidRPr="008D719F">
            <w:t xml:space="preserve"> </w:t>
          </w:r>
        </w:p>
      </w:sdtContent>
    </w:sdt>
    <w:p w14:paraId="587DBADE" w14:textId="11999B66" w:rsidR="008D719F" w:rsidRDefault="008D719F" w:rsidP="003E115F">
      <w:pPr>
        <w:autoSpaceDE w:val="0"/>
        <w:autoSpaceDN w:val="0"/>
        <w:adjustRightInd w:val="0"/>
        <w:spacing w:after="12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_Toc17816410"/>
      <w:r w:rsidRPr="003E115F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обучения по программе повышения квалификации слушатель должен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1771312549"/>
          <w:placeholder>
            <w:docPart w:val="2AD1BB6D0FC94FA0BD33E8972C16EC56"/>
          </w:placeholder>
          <w:showingPlcHdr/>
          <w15:color w:val="FF0000"/>
          <w:dropDownList>
            <w:listItem w:displayText="выберите элемент" w:value=""/>
            <w:listItem w:displayText="освоить" w:value="освоить"/>
            <w:listItem w:displayText="развить" w:value="развить"/>
            <w:listItem w:displayText="освоить и развить" w:value="освоить и развить"/>
          </w:dropDownList>
        </w:sdtPr>
        <w:sdtEndPr/>
        <w:sdtContent>
          <w:r w:rsidR="0038029C" w:rsidRPr="0038029C">
            <w:rPr>
              <w:color w:val="808080"/>
            </w:rPr>
            <w:t>Выберите элемент.</w:t>
          </w:r>
        </w:sdtContent>
      </w:sdt>
      <w:r w:rsidR="0038029C" w:rsidRPr="003954B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466357523"/>
          <w:placeholder>
            <w:docPart w:val="9DFE716A39EA4683B13D1CBB3F5480BD"/>
          </w:placeholder>
          <w:showingPlcHdr/>
          <w15:color w:val="FF0000"/>
          <w:dropDownList>
            <w:listItem w:displayText="выберите элемент" w:value=""/>
            <w:listItem w:displayText="общепрофессиональные (ОПК), личностно-деловые (ЛДК) компетенции" w:value="общепрофессиональные (ОПК), личностно-деловые (ЛДК) компетенции"/>
            <w:listItem w:displayText="общепрофессиональные (ОПК), личностно-деловые (ЛДК) и управленческие (УК) компетенции" w:value="общепрофессиональные (ОПК), личностно-деловые (ЛДК) и управленческие (УК) компетенции"/>
          </w:dropDownList>
        </w:sdtPr>
        <w:sdtEndPr/>
        <w:sdtContent>
          <w:r w:rsidR="0038029C" w:rsidRPr="0038029C">
            <w:rPr>
              <w:color w:val="808080"/>
            </w:rPr>
            <w:t>Выберите элемент.</w:t>
          </w:r>
        </w:sdtContent>
      </w:sdt>
      <w:r>
        <w:rPr>
          <w:rFonts w:ascii="Times New Roman" w:hAnsi="Times New Roman" w:cs="Times New Roman"/>
          <w:color w:val="000000"/>
          <w:sz w:val="28"/>
          <w:szCs w:val="28"/>
        </w:rPr>
        <w:t>, представленные в таблице 1</w:t>
      </w:r>
      <w:r w:rsidRPr="003E11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C6C8AAA" w14:textId="21499990" w:rsidR="00386F2F" w:rsidRPr="003E115F" w:rsidRDefault="00867F6B" w:rsidP="007A6FC1">
      <w:pPr>
        <w:suppressAutoHyphens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_Toc17816411"/>
      <w:bookmarkEnd w:id="14"/>
      <w:r w:rsidRPr="003E115F">
        <w:rPr>
          <w:rFonts w:ascii="Times New Roman" w:hAnsi="Times New Roman" w:cs="Times New Roman"/>
          <w:color w:val="000000"/>
          <w:spacing w:val="40"/>
          <w:sz w:val="28"/>
          <w:szCs w:val="28"/>
        </w:rPr>
        <w:t>Табли</w:t>
      </w:r>
      <w:r w:rsidR="00E61978">
        <w:rPr>
          <w:rFonts w:ascii="Times New Roman" w:hAnsi="Times New Roman" w:cs="Times New Roman"/>
          <w:color w:val="000000"/>
          <w:spacing w:val="40"/>
          <w:sz w:val="28"/>
          <w:szCs w:val="28"/>
        </w:rPr>
        <w:t>ца 1</w:t>
      </w:r>
      <w:r w:rsidR="003E115F" w:rsidRPr="003E115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bookmarkEnd w:id="15"/>
      <w:r w:rsidR="008D719F" w:rsidRPr="003E115F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-867675151"/>
          <w:placeholder>
            <w:docPart w:val="7834A40F5BFB49BFAD562D9BBAD3F85C"/>
          </w:placeholder>
          <w:showingPlcHdr/>
          <w15:color w:val="FF0000"/>
          <w:dropDownList>
            <w:listItem w:displayText="выберите элемент" w:value=""/>
            <w:listItem w:displayText="ОПК и ЛДК" w:value="ОПК и ЛДК"/>
            <w:listItem w:displayText="ОПК, ЛДК и УК" w:value="ОПК, ЛДК и УК"/>
          </w:dropDownList>
        </w:sdtPr>
        <w:sdtEndPr/>
        <w:sdtContent>
          <w:r w:rsidR="0038029C" w:rsidRPr="0038029C">
            <w:rPr>
              <w:color w:val="808080"/>
            </w:rPr>
            <w:t>Выберите элемент.</w:t>
          </w:r>
        </w:sdtContent>
      </w:sdt>
      <w:r w:rsidR="008D719F" w:rsidRPr="003E115F">
        <w:rPr>
          <w:rFonts w:ascii="Times New Roman" w:hAnsi="Times New Roman" w:cs="Times New Roman"/>
          <w:color w:val="000000"/>
          <w:sz w:val="28"/>
          <w:szCs w:val="28"/>
        </w:rPr>
        <w:t>, развиваемых при повышении квалификации</w:t>
      </w:r>
      <w:r w:rsidR="008D719F">
        <w:rPr>
          <w:rFonts w:ascii="Times New Roman" w:hAnsi="Times New Roman" w:cs="Times New Roman"/>
          <w:color w:val="000000"/>
          <w:sz w:val="28"/>
          <w:szCs w:val="28"/>
        </w:rPr>
        <w:t xml:space="preserve"> по курсу </w:t>
      </w:r>
      <w:r w:rsidR="008D719F" w:rsidRPr="00257155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8D719F" w:rsidRPr="00CC088D" w14:paraId="497E0A30" w14:textId="77777777" w:rsidTr="00CC175F">
        <w:tc>
          <w:tcPr>
            <w:tcW w:w="1413" w:type="dxa"/>
            <w:tcBorders>
              <w:bottom w:val="double" w:sz="4" w:space="0" w:color="auto"/>
            </w:tcBorders>
          </w:tcPr>
          <w:p w14:paraId="2D3297DD" w14:textId="77777777" w:rsidR="008D719F" w:rsidRPr="00CC088D" w:rsidRDefault="008D719F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</w:tcPr>
          <w:p w14:paraId="08F8BD2D" w14:textId="77777777" w:rsidR="008D719F" w:rsidRPr="00CC088D" w:rsidRDefault="008D719F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</w:tr>
      <w:tr w:rsidR="008D719F" w:rsidRPr="00CC088D" w14:paraId="6E540CB4" w14:textId="77777777" w:rsidTr="00CC175F">
        <w:tc>
          <w:tcPr>
            <w:tcW w:w="1413" w:type="dxa"/>
            <w:tcBorders>
              <w:top w:val="double" w:sz="4" w:space="0" w:color="auto"/>
            </w:tcBorders>
          </w:tcPr>
          <w:p w14:paraId="0359BF0A" w14:textId="77777777" w:rsidR="008D719F" w:rsidRPr="00CC088D" w:rsidRDefault="008D719F" w:rsidP="00CC088D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ОПК 1</w:t>
            </w:r>
          </w:p>
        </w:tc>
        <w:tc>
          <w:tcPr>
            <w:tcW w:w="8214" w:type="dxa"/>
            <w:tcBorders>
              <w:top w:val="double" w:sz="4" w:space="0" w:color="auto"/>
            </w:tcBorders>
          </w:tcPr>
          <w:p w14:paraId="25028FD1" w14:textId="77777777" w:rsidR="008D719F" w:rsidRPr="00CC088D" w:rsidRDefault="008D719F" w:rsidP="00CC088D">
            <w:pPr>
              <w:spacing w:before="12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Соблюдать и контролировать соблюдение правил охраны труда, промыш-ленной безопасности при выполнении работ</w:t>
            </w:r>
          </w:p>
        </w:tc>
      </w:tr>
      <w:tr w:rsidR="008D719F" w:rsidRPr="00CC088D" w14:paraId="2692546F" w14:textId="77777777" w:rsidTr="00CC175F">
        <w:tc>
          <w:tcPr>
            <w:tcW w:w="1413" w:type="dxa"/>
            <w:tcBorders>
              <w:top w:val="single" w:sz="4" w:space="0" w:color="auto"/>
            </w:tcBorders>
          </w:tcPr>
          <w:p w14:paraId="2978560B" w14:textId="77777777" w:rsidR="008D719F" w:rsidRPr="00CC088D" w:rsidRDefault="008D719F" w:rsidP="00CC088D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ЛДК 1</w:t>
            </w:r>
          </w:p>
        </w:tc>
        <w:tc>
          <w:tcPr>
            <w:tcW w:w="8214" w:type="dxa"/>
            <w:tcBorders>
              <w:top w:val="single" w:sz="4" w:space="0" w:color="auto"/>
            </w:tcBorders>
          </w:tcPr>
          <w:p w14:paraId="0889B931" w14:textId="77777777" w:rsidR="008D719F" w:rsidRPr="00CC088D" w:rsidRDefault="008D719F" w:rsidP="00CC088D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8D719F" w:rsidRPr="00CC088D" w14:paraId="1EF53B89" w14:textId="77777777" w:rsidTr="00CC175F">
        <w:tc>
          <w:tcPr>
            <w:tcW w:w="1413" w:type="dxa"/>
          </w:tcPr>
          <w:p w14:paraId="56BDF2AD" w14:textId="77777777" w:rsidR="008D719F" w:rsidRPr="00CC088D" w:rsidRDefault="008D719F" w:rsidP="00CC088D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УК 1</w:t>
            </w:r>
          </w:p>
        </w:tc>
        <w:tc>
          <w:tcPr>
            <w:tcW w:w="8214" w:type="dxa"/>
          </w:tcPr>
          <w:p w14:paraId="5013B435" w14:textId="77777777" w:rsidR="008D719F" w:rsidRPr="00CC088D" w:rsidRDefault="008D719F" w:rsidP="00CC088D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8D719F" w:rsidRPr="00CC088D" w14:paraId="1205E8BB" w14:textId="77777777" w:rsidTr="00CC175F">
        <w:tc>
          <w:tcPr>
            <w:tcW w:w="9627" w:type="dxa"/>
            <w:gridSpan w:val="2"/>
          </w:tcPr>
          <w:p w14:paraId="44ABE891" w14:textId="194022FD" w:rsidR="008D719F" w:rsidRPr="00CC088D" w:rsidRDefault="001C1DA4" w:rsidP="00CC088D">
            <w:pPr>
              <w:spacing w:before="120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88D">
              <w:rPr>
                <w:rFonts w:ascii="Times New Roman" w:hAnsi="Times New Roman" w:cs="Times New Roman"/>
                <w:spacing w:val="40"/>
                <w:sz w:val="20"/>
                <w:szCs w:val="24"/>
              </w:rPr>
              <w:t>Примечание</w:t>
            </w:r>
            <w:r w:rsidRPr="00CC088D">
              <w:rPr>
                <w:rFonts w:ascii="Times New Roman" w:hAnsi="Times New Roman" w:cs="Times New Roman"/>
                <w:sz w:val="20"/>
                <w:szCs w:val="24"/>
              </w:rPr>
              <w:t xml:space="preserve"> – Перечень ОПК и ЛДК указывается в соответствии с Каталогом управленческих и</w:t>
            </w:r>
            <w:r w:rsidR="00CC088D">
              <w:rPr>
                <w:rFonts w:ascii="Times New Roman" w:hAnsi="Times New Roman" w:cs="Times New Roman"/>
                <w:sz w:val="20"/>
                <w:szCs w:val="24"/>
              </w:rPr>
              <w:t> </w:t>
            </w:r>
            <w:r w:rsidRPr="00CC088D">
              <w:rPr>
                <w:rFonts w:ascii="Times New Roman" w:hAnsi="Times New Roman" w:cs="Times New Roman"/>
                <w:sz w:val="20"/>
                <w:szCs w:val="24"/>
              </w:rPr>
              <w:t>личностно-деловых компетенций для применения в дочерних обществах и организациях ОАО</w:t>
            </w:r>
            <w:r w:rsidR="00CC088D">
              <w:rPr>
                <w:rFonts w:ascii="Times New Roman" w:hAnsi="Times New Roman" w:cs="Times New Roman"/>
                <w:sz w:val="20"/>
                <w:szCs w:val="24"/>
              </w:rPr>
              <w:t> </w:t>
            </w:r>
            <w:r w:rsidRPr="00CC088D">
              <w:rPr>
                <w:rFonts w:ascii="Times New Roman" w:hAnsi="Times New Roman" w:cs="Times New Roman"/>
                <w:sz w:val="20"/>
                <w:szCs w:val="24"/>
              </w:rPr>
              <w:t>«Газпром», утвержденным Департаментом ОАО «Газпром» (Е.Б. Касьян) 15.04.2013.</w:t>
            </w:r>
          </w:p>
        </w:tc>
      </w:tr>
    </w:tbl>
    <w:p w14:paraId="3C3B4B53" w14:textId="59D5E62F" w:rsidR="00867F6B" w:rsidRDefault="0083580D" w:rsidP="00CC088D">
      <w:pPr>
        <w:autoSpaceDE w:val="0"/>
        <w:autoSpaceDN w:val="0"/>
        <w:adjustRightInd w:val="0"/>
        <w:spacing w:before="120" w:after="12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1417443451"/>
          <w:placeholder>
            <w:docPart w:val="DefaultPlaceholder_-1854013440"/>
          </w:placeholder>
        </w:sdtPr>
        <w:sdtEndPr/>
        <w:sdtContent>
          <w:r w:rsidR="00867F6B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В результате обучения по программе повышения квалификации слушатель должен</w:t>
          </w:r>
        </w:sdtContent>
      </w:sdt>
      <w:r w:rsidR="00867F6B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id w:val="969856968"/>
          <w:placeholder>
            <w:docPart w:val="D0EA4567D6CC4F9085A61A09B93BC060"/>
          </w:placeholder>
          <w:showingPlcHdr/>
          <w15:color w:val="FF0000"/>
          <w:dropDownList>
            <w:listItem w:displayText="выберите элемент" w:value=""/>
            <w:listItem w:displayText="освоить" w:value="освоить"/>
            <w:listItem w:displayText="развить" w:value="развить"/>
            <w:listItem w:displayText="освоить и развить" w:value="освоить и развить"/>
          </w:dropDownList>
        </w:sdtPr>
        <w:sdtEndPr/>
        <w:sdtContent>
          <w:r w:rsidR="0038029C" w:rsidRPr="0038029C">
            <w:rPr>
              <w:color w:val="808080"/>
            </w:rPr>
            <w:t>Выберите элемент.</w:t>
          </w:r>
        </w:sdtContent>
      </w:sdt>
      <w:r w:rsidR="003802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69736223"/>
          <w:placeholder>
            <w:docPart w:val="DefaultPlaceholder_-1854013440"/>
          </w:placeholder>
        </w:sdtPr>
        <w:sdtEndPr/>
        <w:sdtContent>
          <w:r w:rsidR="007E71DA">
            <w:rPr>
              <w:rFonts w:ascii="Times New Roman" w:hAnsi="Times New Roman" w:cs="Times New Roman"/>
              <w:color w:val="000000"/>
              <w:sz w:val="28"/>
              <w:szCs w:val="28"/>
            </w:rPr>
            <w:t>следующие профессиональные компетенции</w:t>
          </w:r>
          <w:r w:rsidR="0038029C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(ПК)</w:t>
          </w:r>
          <w:r w:rsidR="00721239">
            <w:rPr>
              <w:rStyle w:val="af8"/>
              <w:rFonts w:ascii="Times New Roman" w:hAnsi="Times New Roman" w:cs="Times New Roman"/>
              <w:color w:val="000000"/>
              <w:sz w:val="28"/>
              <w:szCs w:val="28"/>
            </w:rPr>
            <w:footnoteReference w:id="8"/>
          </w:r>
          <w:r w:rsidR="00E61978">
            <w:rPr>
              <w:rFonts w:ascii="Times New Roman" w:hAnsi="Times New Roman" w:cs="Times New Roman"/>
              <w:color w:val="000000"/>
              <w:sz w:val="28"/>
              <w:szCs w:val="28"/>
            </w:rPr>
            <w:t>, представленные в таблице 2</w:t>
          </w:r>
          <w:r w:rsidR="00867F6B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.</w:t>
          </w:r>
        </w:sdtContent>
      </w:sdt>
      <w:r w:rsidR="00867F6B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993B98F" w14:textId="71B1DDD7" w:rsidR="00867F6B" w:rsidRPr="003E115F" w:rsidRDefault="00867F6B" w:rsidP="007A6FC1">
      <w:pPr>
        <w:suppressAutoHyphens/>
        <w:spacing w:before="120" w:after="120" w:line="30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7816412"/>
      <w:r w:rsidRPr="003E115F">
        <w:rPr>
          <w:rFonts w:ascii="Times New Roman" w:hAnsi="Times New Roman" w:cs="Times New Roman"/>
          <w:spacing w:val="40"/>
          <w:sz w:val="28"/>
          <w:szCs w:val="28"/>
        </w:rPr>
        <w:t>Таблица</w:t>
      </w:r>
      <w:r w:rsidR="00E61978">
        <w:rPr>
          <w:rFonts w:ascii="Times New Roman" w:hAnsi="Times New Roman" w:cs="Times New Roman"/>
          <w:spacing w:val="40"/>
          <w:sz w:val="28"/>
          <w:szCs w:val="28"/>
        </w:rPr>
        <w:t xml:space="preserve"> 2</w:t>
      </w:r>
      <w:r w:rsidR="00721239">
        <w:rPr>
          <w:rFonts w:ascii="Times New Roman" w:hAnsi="Times New Roman" w:cs="Times New Roman"/>
          <w:sz w:val="28"/>
          <w:szCs w:val="28"/>
        </w:rPr>
        <w:t xml:space="preserve"> – Перечень ПК</w:t>
      </w:r>
      <w:r w:rsidR="003E115F">
        <w:rPr>
          <w:rFonts w:ascii="Times New Roman" w:hAnsi="Times New Roman" w:cs="Times New Roman"/>
          <w:sz w:val="28"/>
          <w:szCs w:val="28"/>
        </w:rPr>
        <w:t xml:space="preserve">,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103228016"/>
          <w:placeholder>
            <w:docPart w:val="2A821D25533746A2A609C091B3A4F572"/>
          </w:placeholder>
          <w:showingPlcHdr/>
          <w15:color w:val="FF0000"/>
          <w:dropDownList>
            <w:listItem w:displayText="выберите элемент" w:value=""/>
            <w:listItem w:displayText="формируемых" w:value="формируемых"/>
            <w:listItem w:displayText="развиваемых" w:value="развиваемых"/>
            <w:listItem w:displayText="формируемых и развиваемых" w:value="формируемых и развиваемых"/>
          </w:dropDownList>
        </w:sdtPr>
        <w:sdtEndPr/>
        <w:sdtContent>
          <w:r w:rsidR="00721239" w:rsidRPr="00721239">
            <w:rPr>
              <w:color w:val="808080"/>
            </w:rPr>
            <w:t>Выберите элемент.</w:t>
          </w:r>
        </w:sdtContent>
      </w:sdt>
      <w:r w:rsidRPr="003E115F">
        <w:rPr>
          <w:rFonts w:ascii="Times New Roman" w:hAnsi="Times New Roman" w:cs="Times New Roman"/>
          <w:sz w:val="28"/>
          <w:szCs w:val="28"/>
        </w:rPr>
        <w:t xml:space="preserve"> при повышении квалификации</w:t>
      </w:r>
      <w:bookmarkEnd w:id="16"/>
      <w:r w:rsidR="00721239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290714205"/>
          <w:placeholder>
            <w:docPart w:val="B7C3B723FC814937A02097ADFE161DC0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721239" w:rsidRPr="00721239">
            <w:rPr>
              <w:color w:val="808080"/>
            </w:rPr>
            <w:t>Выберите элемент.</w:t>
          </w:r>
        </w:sdtContent>
      </w:sdt>
      <w:r w:rsidR="0072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курсу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14"/>
      </w:tblGrid>
      <w:tr w:rsidR="00684846" w:rsidRPr="003E115F" w14:paraId="51905F4D" w14:textId="77777777" w:rsidTr="007E7056">
        <w:tc>
          <w:tcPr>
            <w:tcW w:w="1413" w:type="dxa"/>
            <w:tcBorders>
              <w:bottom w:val="double" w:sz="4" w:space="0" w:color="auto"/>
            </w:tcBorders>
          </w:tcPr>
          <w:p w14:paraId="6E9B4CD4" w14:textId="794CD0C3" w:rsidR="00684846" w:rsidRPr="003E115F" w:rsidRDefault="00684846" w:rsidP="0068484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214" w:type="dxa"/>
            <w:tcBorders>
              <w:bottom w:val="double" w:sz="4" w:space="0" w:color="auto"/>
            </w:tcBorders>
          </w:tcPr>
          <w:p w14:paraId="56DF5A19" w14:textId="61A07265" w:rsidR="00684846" w:rsidRPr="003E115F" w:rsidRDefault="00684846" w:rsidP="0068484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D00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</w:tr>
      <w:tr w:rsidR="007E71DA" w:rsidRPr="003E115F" w14:paraId="7A20495C" w14:textId="77777777" w:rsidTr="007E7056">
        <w:tc>
          <w:tcPr>
            <w:tcW w:w="1413" w:type="dxa"/>
            <w:tcBorders>
              <w:top w:val="double" w:sz="4" w:space="0" w:color="auto"/>
            </w:tcBorders>
          </w:tcPr>
          <w:p w14:paraId="2AA4EE3B" w14:textId="10F26E6F" w:rsidR="007E71DA" w:rsidRPr="005C3BF4" w:rsidRDefault="007E71DA" w:rsidP="00CC088D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ПК</w:t>
            </w:r>
            <w:r w:rsidRPr="005C3BF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1</w:t>
            </w:r>
          </w:p>
        </w:tc>
        <w:tc>
          <w:tcPr>
            <w:tcW w:w="8214" w:type="dxa"/>
            <w:tcBorders>
              <w:top w:val="double" w:sz="4" w:space="0" w:color="auto"/>
            </w:tcBorders>
          </w:tcPr>
          <w:p w14:paraId="14541E6F" w14:textId="77777777" w:rsidR="007E71DA" w:rsidRPr="005C3BF4" w:rsidRDefault="007E71DA" w:rsidP="0020289E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7E71DA" w:rsidRPr="003E115F" w14:paraId="2275232D" w14:textId="77777777" w:rsidTr="00E10C14">
        <w:tc>
          <w:tcPr>
            <w:tcW w:w="1413" w:type="dxa"/>
          </w:tcPr>
          <w:p w14:paraId="43AB41BD" w14:textId="78474933" w:rsidR="007E71DA" w:rsidRPr="007E71DA" w:rsidRDefault="007E71DA" w:rsidP="00CC088D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ПК 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8214" w:type="dxa"/>
          </w:tcPr>
          <w:p w14:paraId="1C05B81E" w14:textId="77777777" w:rsidR="007E71DA" w:rsidRPr="005C3BF4" w:rsidRDefault="007E71DA" w:rsidP="0020289E">
            <w:pPr>
              <w:spacing w:before="12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</w:tbl>
    <w:p w14:paraId="0DE00408" w14:textId="25A0731C" w:rsidR="00867F6B" w:rsidRPr="00867F6B" w:rsidRDefault="0083580D" w:rsidP="00F156BD">
      <w:pPr>
        <w:autoSpaceDE w:val="0"/>
        <w:autoSpaceDN w:val="0"/>
        <w:adjustRightInd w:val="0"/>
        <w:spacing w:before="120"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-2129454685"/>
          <w:placeholder>
            <w:docPart w:val="DefaultPlaceholder_-1854013440"/>
          </w:placeholder>
        </w:sdtPr>
        <w:sdtEndPr/>
        <w:sdtContent>
          <w:r w:rsidR="00867F6B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С цель</w:t>
          </w:r>
          <w:r w:rsidR="007E71DA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ю овладения </w:t>
          </w:r>
          <w:r w:rsidR="008D719F">
            <w:rPr>
              <w:rFonts w:ascii="Times New Roman" w:hAnsi="Times New Roman" w:cs="Times New Roman"/>
              <w:color w:val="000000"/>
              <w:sz w:val="28"/>
              <w:szCs w:val="28"/>
            </w:rPr>
            <w:t>видом деятельности</w:t>
          </w:r>
        </w:sdtContent>
      </w:sdt>
      <w:r w:rsidR="008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719F" w:rsidRPr="008D719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D719F" w:rsidRPr="008D719F">
        <w:rPr>
          <w:rFonts w:ascii="Times New Roman" w:hAnsi="Times New Roman" w:cs="Times New Roman"/>
          <w:i/>
          <w:color w:val="FF0000"/>
          <w:sz w:val="28"/>
          <w:szCs w:val="28"/>
        </w:rPr>
        <w:t>Указывается вид профессиональной деятельности</w:t>
      </w:r>
      <w:r w:rsidR="008D719F" w:rsidRPr="008D719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</w:rPr>
          <w:id w:val="786007251"/>
          <w:placeholder>
            <w:docPart w:val="DefaultPlaceholder_-1854013440"/>
          </w:placeholder>
        </w:sdtPr>
        <w:sdtEndPr/>
        <w:sdtContent>
          <w:r w:rsidR="003C1A84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и </w:t>
          </w:r>
          <w:r w:rsid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соответствующими про</w:t>
          </w:r>
          <w:r w:rsidR="00867F6B" w:rsidRPr="00867F6B">
            <w:rPr>
              <w:rFonts w:ascii="Times New Roman" w:hAnsi="Times New Roman" w:cs="Times New Roman"/>
              <w:color w:val="000000"/>
              <w:sz w:val="28"/>
              <w:szCs w:val="28"/>
            </w:rPr>
            <w:t>фессиональными компетенциями слушатель в результате освоения программы повышения квалификации по курсу должен:</w:t>
          </w:r>
        </w:sdtContent>
      </w:sdt>
      <w:r w:rsidR="00867F6B" w:rsidRPr="00867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D0885B3" w14:textId="77777777" w:rsidR="00CB373A" w:rsidRPr="00CC088D" w:rsidRDefault="00CB373A" w:rsidP="00CB373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17816413"/>
      <w:r w:rsidRPr="00F156BD">
        <w:rPr>
          <w:rFonts w:ascii="Times New Roman" w:hAnsi="Times New Roman" w:cs="Times New Roman"/>
          <w:b/>
          <w:sz w:val="28"/>
          <w:szCs w:val="28"/>
        </w:rPr>
        <w:t>получить практический опыт</w:t>
      </w:r>
      <w:r w:rsidRPr="00CC088D">
        <w:rPr>
          <w:rFonts w:ascii="Times New Roman" w:hAnsi="Times New Roman" w:cs="Times New Roman"/>
          <w:sz w:val="28"/>
          <w:szCs w:val="28"/>
        </w:rPr>
        <w:t>:</w:t>
      </w:r>
      <w:bookmarkEnd w:id="17"/>
    </w:p>
    <w:p w14:paraId="4AFE1684" w14:textId="66934305" w:rsidR="00CB373A" w:rsidRDefault="00CB373A" w:rsidP="00CB373A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практического опыта</w:t>
      </w:r>
      <w:r w:rsidR="007E7056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10B2B4C6" w14:textId="77777777" w:rsidR="00CB373A" w:rsidRPr="00DB1703" w:rsidRDefault="00CB373A" w:rsidP="00CB373A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32CDDC35" w14:textId="77777777" w:rsidR="00CB373A" w:rsidRPr="00DB1703" w:rsidRDefault="00CB373A" w:rsidP="00CB373A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bookmarkStart w:id="18" w:name="_Toc17816414"/>
      <w:r>
        <w:rPr>
          <w:rFonts w:ascii="Times New Roman" w:hAnsi="Times New Roman" w:cs="Times New Roman"/>
          <w:i/>
          <w:color w:val="FF0000"/>
          <w:sz w:val="28"/>
          <w:szCs w:val="28"/>
        </w:rPr>
        <w:t>документирования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процесса управления рисками в рамках отдельных бизнес-процессов, направлений;</w:t>
      </w:r>
      <w:bookmarkEnd w:id="18"/>
    </w:p>
    <w:p w14:paraId="1E85B3A6" w14:textId="77777777" w:rsidR="00CB373A" w:rsidRPr="00CC088D" w:rsidRDefault="00CB373A" w:rsidP="00CB373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BD">
        <w:rPr>
          <w:rFonts w:ascii="Times New Roman" w:hAnsi="Times New Roman" w:cs="Times New Roman"/>
          <w:b/>
          <w:sz w:val="28"/>
          <w:szCs w:val="28"/>
        </w:rPr>
        <w:t>уметь</w:t>
      </w:r>
      <w:r w:rsidRPr="00CC088D">
        <w:rPr>
          <w:rFonts w:ascii="Times New Roman" w:hAnsi="Times New Roman" w:cs="Times New Roman"/>
          <w:sz w:val="28"/>
          <w:szCs w:val="28"/>
        </w:rPr>
        <w:t>:</w:t>
      </w:r>
    </w:p>
    <w:p w14:paraId="0A49AB58" w14:textId="1460CD30" w:rsidR="00CB373A" w:rsidRDefault="00CB373A" w:rsidP="00CB373A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умений</w:t>
      </w:r>
      <w:r w:rsidR="007E7056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473EFFBF" w14:textId="77777777" w:rsidR="00CB373A" w:rsidRPr="00DB1703" w:rsidRDefault="00CB373A" w:rsidP="00CB373A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56E625BE" w14:textId="77777777" w:rsidR="00CB373A" w:rsidRPr="00DB1703" w:rsidRDefault="00CB373A" w:rsidP="00CB373A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анализировать риски, основываясь на их вероятности и последствиях;</w:t>
      </w:r>
    </w:p>
    <w:p w14:paraId="5642BE51" w14:textId="77777777" w:rsidR="00CB373A" w:rsidRPr="00CC088D" w:rsidRDefault="00CB373A" w:rsidP="00CB373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BD">
        <w:rPr>
          <w:rFonts w:ascii="Times New Roman" w:hAnsi="Times New Roman" w:cs="Times New Roman"/>
          <w:b/>
          <w:sz w:val="28"/>
          <w:szCs w:val="28"/>
        </w:rPr>
        <w:t>знать</w:t>
      </w:r>
      <w:r w:rsidRPr="00CC088D">
        <w:rPr>
          <w:rFonts w:ascii="Times New Roman" w:hAnsi="Times New Roman" w:cs="Times New Roman"/>
          <w:sz w:val="28"/>
          <w:szCs w:val="28"/>
        </w:rPr>
        <w:t>:</w:t>
      </w:r>
    </w:p>
    <w:p w14:paraId="598C1087" w14:textId="40877D6C" w:rsidR="00CB373A" w:rsidRDefault="00CB373A" w:rsidP="00CB373A">
      <w:pPr>
        <w:pStyle w:val="a6"/>
        <w:tabs>
          <w:tab w:val="left" w:pos="993"/>
        </w:tabs>
        <w:spacing w:after="0" w:line="30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знаний</w:t>
      </w:r>
      <w:r w:rsidR="007E7056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6D62E27B" w14:textId="77777777" w:rsidR="00CB373A" w:rsidRPr="00DB1703" w:rsidRDefault="00CB373A" w:rsidP="00CB373A">
      <w:pPr>
        <w:pStyle w:val="a6"/>
        <w:tabs>
          <w:tab w:val="left" w:pos="993"/>
        </w:tabs>
        <w:spacing w:after="0" w:line="30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059787EA" w14:textId="4BA075E8" w:rsidR="00CB373A" w:rsidRPr="00DB1703" w:rsidRDefault="00CB373A" w:rsidP="00CB373A">
      <w:pPr>
        <w:pStyle w:val="a6"/>
        <w:numPr>
          <w:ilvl w:val="0"/>
          <w:numId w:val="29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законодательство РФ и отраслевые стандарты по управлению рисками</w:t>
      </w:r>
      <w:r w:rsidR="00055650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14:paraId="6AFA3196" w14:textId="77777777" w:rsidR="00052625" w:rsidRDefault="0005262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bookmarkStart w:id="19" w:name="_Toc98411316" w:displacedByCustomXml="next"/>
    <w:sdt>
      <w:sdtPr>
        <w:id w:val="-772779275"/>
        <w:lock w:val="contentLocked"/>
        <w:placeholder>
          <w:docPart w:val="DefaultPlaceholder_-1854013440"/>
        </w:placeholder>
      </w:sdtPr>
      <w:sdtEndPr/>
      <w:sdtContent>
        <w:p w14:paraId="1B4D320B" w14:textId="0BDAEE68" w:rsidR="00052625" w:rsidRPr="00052625" w:rsidRDefault="00720FD0" w:rsidP="003C1A84">
          <w:pPr>
            <w:pStyle w:val="11"/>
            <w:spacing w:before="360" w:after="360" w:line="300" w:lineRule="auto"/>
          </w:pPr>
          <w:r>
            <w:t>6 </w:t>
          </w:r>
          <w:r w:rsidR="00F156BD">
            <w:t>ОРГАНИЗАЦИОННО-ПЕДАГОГИЧЕСКИЕ</w:t>
          </w:r>
          <w:r w:rsidR="00052625" w:rsidRPr="00052625">
            <w:t xml:space="preserve"> УСЛОВИЯ РЕАЛИЗАЦИИ ПРОГРАММЫ ПОВЫШЕНИЯ КВАЛИФИКАЦИИ</w:t>
          </w:r>
        </w:p>
        <w:bookmarkEnd w:id="19" w:displacedByCustomXml="next"/>
      </w:sdtContent>
    </w:sdt>
    <w:bookmarkStart w:id="20" w:name="_Toc20491210" w:displacedByCustomXml="next"/>
    <w:bookmarkStart w:id="21" w:name="_Toc98411317" w:displacedByCustomXml="next"/>
    <w:sdt>
      <w:sdtPr>
        <w:id w:val="326332145"/>
        <w:lock w:val="contentLocked"/>
        <w:placeholder>
          <w:docPart w:val="DefaultPlaceholder_-1854013440"/>
        </w:placeholder>
      </w:sdtPr>
      <w:sdtEndPr/>
      <w:sdtContent>
        <w:p w14:paraId="7B858EDC" w14:textId="38F0D21F" w:rsidR="00052625" w:rsidRPr="003C1A84" w:rsidRDefault="00720FD0" w:rsidP="00AF2522">
          <w:pPr>
            <w:pStyle w:val="21"/>
          </w:pPr>
          <w:r w:rsidRPr="003C1A84">
            <w:t>6.1 </w:t>
          </w:r>
          <w:r w:rsidR="00052625" w:rsidRPr="003C1A84">
            <w:t>Требования к квалификации педагогических работников, обеспечивающих реализацию о</w:t>
          </w:r>
          <w:r w:rsidR="00CB373A" w:rsidRPr="003C1A84">
            <w:t>бразовательного процесса в рамках</w:t>
          </w:r>
          <w:r w:rsidR="00052625" w:rsidRPr="003C1A84">
            <w:t xml:space="preserve"> программы повышения квалификации по курсу</w:t>
          </w:r>
          <w:bookmarkEnd w:id="21"/>
          <w:bookmarkEnd w:id="20"/>
          <w:r w:rsidR="00052625" w:rsidRPr="003C1A84">
            <w:t xml:space="preserve"> </w:t>
          </w:r>
        </w:p>
      </w:sdtContent>
    </w:sdt>
    <w:sdt>
      <w:sdtPr>
        <w:rPr>
          <w:rFonts w:ascii="Times New Roman" w:hAnsi="Times New Roman" w:cs="Times New Roman"/>
          <w:color w:val="000000"/>
          <w:sz w:val="28"/>
          <w:szCs w:val="28"/>
        </w:rPr>
        <w:id w:val="745378640"/>
        <w:placeholder>
          <w:docPart w:val="DefaultPlaceholder_-1854013440"/>
        </w:placeholder>
      </w:sdtPr>
      <w:sdtEndPr/>
      <w:sdtContent>
        <w:p w14:paraId="4DC676F9" w14:textId="74C7207F" w:rsidR="00052625" w:rsidRDefault="002C69DD" w:rsidP="002C69DD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2C69DD">
            <w:rPr>
              <w:rFonts w:ascii="Times New Roman" w:hAnsi="Times New Roman" w:cs="Times New Roman"/>
              <w:color w:val="000000"/>
              <w:sz w:val="28"/>
              <w:szCs w:val="28"/>
            </w:rPr>
            <w:t>Требования к образованию педагогических работников, освоению ими дополнительных профессиональных программ, к опыту работы педагогических работников в области профессиональной деятельности, соответствующей направленности программы обучения, долж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ны соответствовать Требованиям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br/>
          </w:r>
          <w:r w:rsidRPr="002C69DD">
            <w:rPr>
              <w:rFonts w:ascii="Times New Roman" w:hAnsi="Times New Roman" w:cs="Times New Roman"/>
              <w:color w:val="000000"/>
              <w:sz w:val="28"/>
              <w:szCs w:val="28"/>
            </w:rPr>
            <w:t>к квалификации педагогических работников организаций, осуществляющих образовательную деятельность, и образовательных организаций ПАО</w:t>
          </w:r>
          <w:r w:rsidR="00CC088D">
            <w:rPr>
              <w:rFonts w:ascii="Times New Roman" w:hAnsi="Times New Roman" w:cs="Times New Roman"/>
              <w:color w:val="000000"/>
              <w:sz w:val="28"/>
              <w:szCs w:val="28"/>
            </w:rPr>
            <w:t> </w:t>
          </w:r>
          <w:r w:rsidRPr="002C69DD">
            <w:rPr>
              <w:rFonts w:ascii="Times New Roman" w:hAnsi="Times New Roman" w:cs="Times New Roman"/>
              <w:color w:val="000000"/>
              <w:sz w:val="28"/>
              <w:szCs w:val="28"/>
            </w:rPr>
            <w:t>«Газпром» (приложения № 1 и 2 к письму «О требованиях к педагогическим работникам ПАО «Газпром» от 24.03.2017 № 07/15/05-221</w:t>
          </w:r>
          <w:r w:rsidR="00052625" w:rsidRPr="00052625">
            <w:rPr>
              <w:rFonts w:ascii="Times New Roman" w:hAnsi="Times New Roman" w:cs="Times New Roman"/>
              <w:color w:val="000000"/>
              <w:sz w:val="28"/>
              <w:szCs w:val="28"/>
            </w:rPr>
            <w:t>).</w:t>
          </w:r>
        </w:p>
      </w:sdtContent>
    </w:sdt>
    <w:bookmarkStart w:id="22" w:name="_Toc20491211" w:displacedByCustomXml="next"/>
    <w:bookmarkStart w:id="23" w:name="_Toc98411318" w:displacedByCustomXml="next"/>
    <w:sdt>
      <w:sdtPr>
        <w:id w:val="1172606405"/>
        <w:lock w:val="contentLocked"/>
        <w:placeholder>
          <w:docPart w:val="DefaultPlaceholder_-1854013440"/>
        </w:placeholder>
      </w:sdtPr>
      <w:sdtEndPr/>
      <w:sdtContent>
        <w:p w14:paraId="0C8FB387" w14:textId="7AB593C1" w:rsidR="00052625" w:rsidRPr="003C1A84" w:rsidRDefault="00720FD0" w:rsidP="00AF2522">
          <w:pPr>
            <w:pStyle w:val="21"/>
          </w:pPr>
          <w:r w:rsidRPr="003C1A84">
            <w:t>6.2 </w:t>
          </w:r>
          <w:r w:rsidR="00052625" w:rsidRPr="003C1A84">
            <w:t>Материально-технические условия реализации программы повышения квалификации по курсу</w:t>
          </w:r>
          <w:bookmarkEnd w:id="23"/>
          <w:bookmarkEnd w:id="22"/>
          <w:r w:rsidR="00052625" w:rsidRPr="003C1A84">
            <w:t xml:space="preserve"> </w:t>
          </w:r>
        </w:p>
      </w:sdtContent>
    </w:sdt>
    <w:p w14:paraId="41C12C5F" w14:textId="49E2A665" w:rsidR="003C1A84" w:rsidRDefault="0083580D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774674660"/>
          <w:placeholder>
            <w:docPart w:val="DefaultPlaceholder_-1854013440"/>
          </w:placeholder>
        </w:sdtPr>
        <w:sdtEndPr/>
        <w:sdtContent>
          <w:r w:rsidR="003C1A84">
            <w:rPr>
              <w:rFonts w:ascii="Times New Roman" w:hAnsi="Times New Roman" w:cs="Times New Roman"/>
              <w:sz w:val="28"/>
              <w:szCs w:val="28"/>
            </w:rPr>
            <w:t>Реализация программы повышения квалификации предполагает наличие</w:t>
          </w:r>
        </w:sdtContent>
      </w:sdt>
      <w:r w:rsidR="003C1A84">
        <w:rPr>
          <w:rFonts w:ascii="Times New Roman" w:hAnsi="Times New Roman" w:cs="Times New Roman"/>
          <w:sz w:val="28"/>
          <w:szCs w:val="28"/>
        </w:rPr>
        <w:t xml:space="preserve"> </w:t>
      </w:r>
      <w:r w:rsidR="003C1A84" w:rsidRPr="00AE2163">
        <w:rPr>
          <w:rFonts w:ascii="Times New Roman" w:hAnsi="Times New Roman" w:cs="Times New Roman"/>
          <w:color w:val="FF0000"/>
          <w:sz w:val="28"/>
          <w:szCs w:val="28"/>
        </w:rPr>
        <w:t xml:space="preserve">учебных кабинетов; </w:t>
      </w:r>
      <w:r w:rsidR="003C1A84">
        <w:rPr>
          <w:rFonts w:ascii="Times New Roman" w:hAnsi="Times New Roman" w:cs="Times New Roman"/>
          <w:color w:val="FF0000"/>
          <w:sz w:val="28"/>
          <w:szCs w:val="28"/>
        </w:rPr>
        <w:t xml:space="preserve">компьютерного класса; </w:t>
      </w:r>
      <w:r w:rsidR="003C1A84" w:rsidRPr="00AE2163">
        <w:rPr>
          <w:rFonts w:ascii="Times New Roman" w:hAnsi="Times New Roman" w:cs="Times New Roman"/>
          <w:color w:val="FF0000"/>
          <w:sz w:val="28"/>
          <w:szCs w:val="28"/>
        </w:rPr>
        <w:t xml:space="preserve">лабораторий </w:t>
      </w:r>
      <w:r w:rsidR="003C1A84" w:rsidRPr="00AE2163">
        <w:rPr>
          <w:rFonts w:ascii="Times New Roman" w:hAnsi="Times New Roman" w:cs="Times New Roman"/>
          <w:i/>
          <w:color w:val="FF0000"/>
          <w:sz w:val="28"/>
          <w:szCs w:val="28"/>
        </w:rPr>
        <w:t>(указывается название)</w:t>
      </w:r>
      <w:r w:rsidR="003C1A84" w:rsidRPr="00AE2163">
        <w:rPr>
          <w:rFonts w:ascii="Times New Roman" w:hAnsi="Times New Roman" w:cs="Times New Roman"/>
          <w:color w:val="FF0000"/>
          <w:sz w:val="28"/>
          <w:szCs w:val="28"/>
        </w:rPr>
        <w:t xml:space="preserve">; учебных полигонов </w:t>
      </w:r>
      <w:r w:rsidR="003C1A84" w:rsidRPr="00AE2163">
        <w:rPr>
          <w:rFonts w:ascii="Times New Roman" w:hAnsi="Times New Roman" w:cs="Times New Roman"/>
          <w:i/>
          <w:color w:val="FF0000"/>
          <w:sz w:val="28"/>
          <w:szCs w:val="28"/>
        </w:rPr>
        <w:t>(указывается название)</w:t>
      </w:r>
      <w:r w:rsidR="003C1A8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2AD0102E" w14:textId="6B7A66BD" w:rsidR="003C1A84" w:rsidRDefault="0083580D" w:rsidP="003C1A84">
      <w:pPr>
        <w:autoSpaceDE w:val="0"/>
        <w:autoSpaceDN w:val="0"/>
        <w:adjustRightInd w:val="0"/>
        <w:spacing w:after="0" w:line="300" w:lineRule="auto"/>
        <w:ind w:firstLine="709"/>
        <w:rPr>
          <w:rFonts w:ascii="Times New Roman" w:hAnsi="Times New Roman" w:cs="Times New Roman"/>
          <w:i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551375720"/>
          <w:placeholder>
            <w:docPart w:val="DefaultPlaceholder_-1854013440"/>
          </w:placeholder>
        </w:sdtPr>
        <w:sdtEndPr/>
        <w:sdtContent>
          <w:r w:rsidR="003C1A84" w:rsidRPr="00AE2163">
            <w:rPr>
              <w:rFonts w:ascii="Times New Roman" w:hAnsi="Times New Roman" w:cs="Times New Roman"/>
              <w:sz w:val="28"/>
              <w:szCs w:val="28"/>
            </w:rPr>
            <w:t>Оборудование учебного кабинета и рабочих мест кабинета:</w:t>
          </w:r>
        </w:sdtContent>
      </w:sdt>
      <w:r w:rsidR="003C1A84" w:rsidRPr="00AE2163">
        <w:t xml:space="preserve"> </w:t>
      </w:r>
      <w:r w:rsidR="003C1A84" w:rsidRPr="00AE2163">
        <w:rPr>
          <w:rFonts w:ascii="Times New Roman" w:hAnsi="Times New Roman" w:cs="Times New Roman"/>
          <w:i/>
          <w:color w:val="FF0000"/>
          <w:sz w:val="28"/>
          <w:szCs w:val="28"/>
        </w:rPr>
        <w:t>учебные места по количеству слушателей, маркерная доска, калькуляторы.</w:t>
      </w:r>
    </w:p>
    <w:sdt>
      <w:sdtPr>
        <w:rPr>
          <w:rFonts w:ascii="Times New Roman" w:hAnsi="Times New Roman" w:cs="Times New Roman"/>
          <w:sz w:val="28"/>
          <w:szCs w:val="28"/>
        </w:rPr>
        <w:id w:val="940114621"/>
        <w:placeholder>
          <w:docPart w:val="DefaultPlaceholder_-1854013440"/>
        </w:placeholder>
      </w:sdtPr>
      <w:sdtEndPr/>
      <w:sdtContent>
        <w:p w14:paraId="0B097C1F" w14:textId="058D6268" w:rsidR="003C1A84" w:rsidRPr="005C5347" w:rsidRDefault="003C1A84" w:rsidP="003C1A84">
          <w:pPr>
            <w:autoSpaceDE w:val="0"/>
            <w:autoSpaceDN w:val="0"/>
            <w:adjustRightInd w:val="0"/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5C5347">
            <w:rPr>
              <w:rFonts w:ascii="Times New Roman" w:hAnsi="Times New Roman" w:cs="Times New Roman"/>
              <w:sz w:val="28"/>
              <w:szCs w:val="28"/>
            </w:rPr>
            <w:t xml:space="preserve">Технические средства обучения: </w:t>
          </w:r>
        </w:p>
      </w:sdtContent>
    </w:sdt>
    <w:p w14:paraId="05EB68B6" w14:textId="44FD6C5A" w:rsidR="003C1A84" w:rsidRPr="00DB1703" w:rsidRDefault="0083580D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838913235"/>
          <w:placeholder>
            <w:docPart w:val="DefaultPlaceholder_-1854013440"/>
          </w:placeholder>
        </w:sdtPr>
        <w:sdtEndPr/>
        <w:sdtContent>
          <w:r w:rsidR="003C1A84" w:rsidRPr="005C5347">
            <w:rPr>
              <w:rFonts w:ascii="Times New Roman" w:hAnsi="Times New Roman" w:cs="Times New Roman"/>
              <w:sz w:val="28"/>
              <w:szCs w:val="28"/>
            </w:rPr>
            <w:t>для аудиторных занятий:</w:t>
          </w:r>
        </w:sdtContent>
      </w:sdt>
      <w:r w:rsidR="003C1A84"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компьютер, мультимедийный проектор, проекционный экран.</w:t>
      </w:r>
    </w:p>
    <w:p w14:paraId="331CD17B" w14:textId="778357A4" w:rsidR="003C1A84" w:rsidRDefault="003C1A84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для электронного обучения/применения дистанционных образовательных технологий (при необходимости): </w:t>
      </w:r>
      <w:r w:rsidR="00C16766">
        <w:rPr>
          <w:rFonts w:ascii="Times New Roman" w:hAnsi="Times New Roman" w:cs="Times New Roman"/>
          <w:i/>
          <w:color w:val="FF0000"/>
          <w:sz w:val="28"/>
          <w:szCs w:val="28"/>
        </w:rPr>
        <w:t>компьютер, подключенный к сети И</w:t>
      </w:r>
      <w:r w:rsidRPr="00ED7F4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нтернет; вебинарная платформа </w:t>
      </w:r>
      <w:r w:rsidRPr="00ED7F46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Webinar</w:t>
      </w:r>
      <w:r w:rsidRPr="00ED7F46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  <w:r w:rsidRPr="00ED7F46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ru</w:t>
      </w:r>
      <w:r w:rsidRPr="00ED7F46">
        <w:rPr>
          <w:rFonts w:ascii="Times New Roman" w:hAnsi="Times New Roman" w:cs="Times New Roman"/>
          <w:i/>
          <w:color w:val="FF0000"/>
          <w:sz w:val="28"/>
          <w:szCs w:val="28"/>
        </w:rPr>
        <w:t>; мультипортальная система дистанционного обучения «СНФПО Онлайн».</w:t>
      </w:r>
    </w:p>
    <w:p w14:paraId="739D1A78" w14:textId="77777777" w:rsidR="003C1A84" w:rsidRDefault="003C1A84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Оборудование лаборатории и рабочих мест лаборатории (при необходимости):</w:t>
      </w:r>
    </w:p>
    <w:p w14:paraId="6D0D7609" w14:textId="77777777" w:rsidR="003C1A84" w:rsidRDefault="003C1A84" w:rsidP="003C1A84">
      <w:pPr>
        <w:autoSpaceDE w:val="0"/>
        <w:autoSpaceDN w:val="0"/>
        <w:adjustRightInd w:val="0"/>
        <w:spacing w:after="0" w:line="300" w:lineRule="auto"/>
        <w:ind w:firstLine="709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Оборудование учебного полигона и технологическое оснащение рабочих мест (при необходимости):</w:t>
      </w:r>
    </w:p>
    <w:p w14:paraId="60FB3270" w14:textId="77777777" w:rsidR="003C1A84" w:rsidRDefault="003C1A84" w:rsidP="00052625">
      <w:pPr>
        <w:autoSpaceDE w:val="0"/>
        <w:autoSpaceDN w:val="0"/>
        <w:adjustRightInd w:val="0"/>
        <w:spacing w:after="0" w:line="300" w:lineRule="auto"/>
        <w:ind w:firstLine="709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bookmarkStart w:id="24" w:name="_Toc20491212" w:displacedByCustomXml="next"/>
    <w:bookmarkStart w:id="25" w:name="_Toc98411319" w:displacedByCustomXml="next"/>
    <w:sdt>
      <w:sdtPr>
        <w:id w:val="-702246082"/>
        <w:lock w:val="contentLocked"/>
        <w:placeholder>
          <w:docPart w:val="DefaultPlaceholder_-1854013440"/>
        </w:placeholder>
      </w:sdtPr>
      <w:sdtEndPr/>
      <w:sdtContent>
        <w:p w14:paraId="484396DD" w14:textId="1D76A132" w:rsidR="00C8434A" w:rsidRPr="003C1A84" w:rsidRDefault="00720FD0" w:rsidP="00AF2522">
          <w:pPr>
            <w:pStyle w:val="21"/>
          </w:pPr>
          <w:r w:rsidRPr="003C1A84">
            <w:t>6.3 </w:t>
          </w:r>
          <w:r w:rsidR="00C8434A" w:rsidRPr="003C1A84">
            <w:t>Требования к информационным и учебно-методическим условиям</w:t>
          </w:r>
          <w:bookmarkEnd w:id="25"/>
          <w:bookmarkEnd w:id="24"/>
          <w:r w:rsidR="00C8434A" w:rsidRPr="003C1A84">
            <w:t xml:space="preserve"> </w:t>
          </w:r>
        </w:p>
      </w:sdtContent>
    </w:sdt>
    <w:p w14:paraId="01EC9CAC" w14:textId="231330CF" w:rsidR="003C1A84" w:rsidRDefault="003C1A84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434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программы повышения квалификации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586031515"/>
          <w:placeholder>
            <w:docPart w:val="962616A8CE6A49099800C93E6F4359F0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435377" w:rsidRPr="00435377">
            <w:rPr>
              <w:color w:val="808080"/>
            </w:rPr>
            <w:t>Выберите элемент.</w:t>
          </w:r>
        </w:sdtContent>
      </w:sdt>
      <w:r w:rsidRPr="00AD1A9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C8434A">
        <w:rPr>
          <w:rFonts w:ascii="Times New Roman" w:hAnsi="Times New Roman" w:cs="Times New Roman"/>
          <w:color w:val="000000"/>
          <w:sz w:val="28"/>
          <w:szCs w:val="28"/>
        </w:rPr>
        <w:t xml:space="preserve">по курсу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должна предусматривать обеспечение</w:t>
      </w:r>
      <w:r w:rsidRPr="00C8434A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комплектом учебно-информационных и дидактических материалов для проведения теоретического обучения и практики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432FD9" w14:textId="77777777" w:rsidR="003C1A84" w:rsidRPr="00506CA5" w:rsidRDefault="003C1A84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A5">
        <w:rPr>
          <w:rFonts w:ascii="Times New Roman" w:hAnsi="Times New Roman" w:cs="Times New Roman"/>
          <w:sz w:val="28"/>
          <w:szCs w:val="28"/>
        </w:rPr>
        <w:t>В процессе освоения программы повышения квалификации по курсу слушатели должны быть обеспечены доступом к учебным материалам посредством выдачи раздаточных материалов, предоставления им доступа к нормативной правовой документации как в печатном, так и в электронно-цифровом виде.</w:t>
      </w:r>
    </w:p>
    <w:p w14:paraId="458F8EF8" w14:textId="77777777" w:rsidR="003C1A84" w:rsidRDefault="003C1A84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34A">
        <w:rPr>
          <w:rFonts w:ascii="Times New Roman" w:hAnsi="Times New Roman" w:cs="Times New Roman"/>
          <w:sz w:val="28"/>
          <w:szCs w:val="28"/>
        </w:rPr>
        <w:t>В процессе освоения программы повышения квалификации для получения доступа к материалам, а также различным базам данных с докуме</w:t>
      </w:r>
      <w:r>
        <w:rPr>
          <w:rFonts w:ascii="Times New Roman" w:hAnsi="Times New Roman" w:cs="Times New Roman"/>
          <w:sz w:val="28"/>
          <w:szCs w:val="28"/>
        </w:rPr>
        <w:t>нтацией слушателям должна быть обеспечена</w:t>
      </w:r>
      <w:r w:rsidRPr="00C8434A">
        <w:rPr>
          <w:rFonts w:ascii="Times New Roman" w:hAnsi="Times New Roman" w:cs="Times New Roman"/>
          <w:sz w:val="28"/>
          <w:szCs w:val="28"/>
        </w:rPr>
        <w:t xml:space="preserve"> возможность работы на компьютере и использования сети Интернет для самостоятельного поиска необходимой и</w:t>
      </w:r>
      <w:r>
        <w:rPr>
          <w:rFonts w:ascii="Times New Roman" w:hAnsi="Times New Roman" w:cs="Times New Roman"/>
          <w:sz w:val="28"/>
          <w:szCs w:val="28"/>
        </w:rPr>
        <w:t>нформации. Для этого</w:t>
      </w:r>
      <w:r w:rsidRPr="00C8434A">
        <w:rPr>
          <w:rFonts w:ascii="Times New Roman" w:hAnsi="Times New Roman" w:cs="Times New Roman"/>
          <w:sz w:val="28"/>
          <w:szCs w:val="28"/>
        </w:rPr>
        <w:t xml:space="preserve"> компьютерные классы </w:t>
      </w:r>
      <w:r>
        <w:rPr>
          <w:rFonts w:ascii="Times New Roman" w:hAnsi="Times New Roman" w:cs="Times New Roman"/>
          <w:sz w:val="28"/>
          <w:szCs w:val="28"/>
        </w:rPr>
        <w:t>должны быть подключены</w:t>
      </w:r>
      <w:r w:rsidRPr="00C8434A">
        <w:rPr>
          <w:rFonts w:ascii="Times New Roman" w:hAnsi="Times New Roman" w:cs="Times New Roman"/>
          <w:sz w:val="28"/>
          <w:szCs w:val="28"/>
        </w:rPr>
        <w:t xml:space="preserve"> к сети Интернет.</w:t>
      </w:r>
    </w:p>
    <w:p w14:paraId="6E1B1F22" w14:textId="76B5DC56" w:rsidR="00C8434A" w:rsidRDefault="003C1A84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34A">
        <w:rPr>
          <w:rFonts w:ascii="Times New Roman" w:hAnsi="Times New Roman" w:cs="Times New Roman"/>
          <w:sz w:val="28"/>
          <w:szCs w:val="28"/>
        </w:rPr>
        <w:t>Перечень информационного и учебно-методиче</w:t>
      </w:r>
      <w:r>
        <w:rPr>
          <w:rFonts w:ascii="Times New Roman" w:hAnsi="Times New Roman" w:cs="Times New Roman"/>
          <w:sz w:val="28"/>
          <w:szCs w:val="28"/>
        </w:rPr>
        <w:t>ского обеспечения обучения пред</w:t>
      </w:r>
      <w:r w:rsidRPr="00C8434A">
        <w:rPr>
          <w:rFonts w:ascii="Times New Roman" w:hAnsi="Times New Roman" w:cs="Times New Roman"/>
          <w:sz w:val="28"/>
          <w:szCs w:val="28"/>
        </w:rPr>
        <w:t>ставлен в разделе «Методические материалы» (подразде</w:t>
      </w:r>
      <w:r>
        <w:rPr>
          <w:rFonts w:ascii="Times New Roman" w:hAnsi="Times New Roman" w:cs="Times New Roman"/>
          <w:sz w:val="28"/>
          <w:szCs w:val="28"/>
        </w:rPr>
        <w:t>л «Учебно-методическое обеспече</w:t>
      </w:r>
      <w:r w:rsidRPr="00C8434A">
        <w:rPr>
          <w:rFonts w:ascii="Times New Roman" w:hAnsi="Times New Roman" w:cs="Times New Roman"/>
          <w:sz w:val="28"/>
          <w:szCs w:val="28"/>
        </w:rPr>
        <w:t>ние») данной дополнительной профессиональной программы.</w:t>
      </w:r>
    </w:p>
    <w:p w14:paraId="3DAE78E2" w14:textId="77777777" w:rsidR="003C1A84" w:rsidRPr="00C8434A" w:rsidRDefault="003C1A84" w:rsidP="00C8434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863FC2" w14:textId="77777777" w:rsidR="007F20F7" w:rsidRDefault="007F20F7" w:rsidP="00C8434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7F20F7" w:rsidSect="00055650">
          <w:headerReference w:type="default" r:id="rId10"/>
          <w:headerReference w:type="first" r:id="rId11"/>
          <w:pgSz w:w="11906" w:h="16838" w:code="9"/>
          <w:pgMar w:top="1134" w:right="851" w:bottom="1134" w:left="1418" w:header="567" w:footer="567" w:gutter="0"/>
          <w:pgNumType w:start="1"/>
          <w:cols w:space="708"/>
          <w:titlePg/>
          <w:docGrid w:linePitch="360"/>
        </w:sectPr>
      </w:pPr>
    </w:p>
    <w:p w14:paraId="3648B83D" w14:textId="41AF1B27" w:rsidR="00C8434A" w:rsidRPr="00052625" w:rsidRDefault="00720FD0" w:rsidP="003C1A84">
      <w:pPr>
        <w:pStyle w:val="11"/>
        <w:spacing w:before="360" w:after="360" w:line="300" w:lineRule="auto"/>
      </w:pPr>
      <w:bookmarkStart w:id="26" w:name="_Toc98411320"/>
      <w:r>
        <w:t>7 </w:t>
      </w:r>
      <w:r w:rsidR="007F20F7">
        <w:t>УЧЕБНЫЙ ПЛАН</w:t>
      </w:r>
      <w:bookmarkEnd w:id="26"/>
    </w:p>
    <w:p w14:paraId="1ED0CFEF" w14:textId="77777777" w:rsidR="00097BBC" w:rsidRPr="007F20F7" w:rsidRDefault="00E72DCA" w:rsidP="007F20F7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0F7">
        <w:rPr>
          <w:rFonts w:ascii="Times New Roman" w:hAnsi="Times New Roman" w:cs="Times New Roman"/>
          <w:sz w:val="28"/>
          <w:szCs w:val="28"/>
        </w:rPr>
        <w:t>УЧЕБНЫЙ ПЛАН</w:t>
      </w:r>
    </w:p>
    <w:p w14:paraId="60990D77" w14:textId="7223CD08" w:rsidR="003C1A84" w:rsidRPr="007F20F7" w:rsidRDefault="003C1A84" w:rsidP="00CC175F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_Toc491770484"/>
      <w:bookmarkStart w:id="28" w:name="_Toc491862634"/>
      <w:bookmarkStart w:id="29" w:name="_Toc492455417"/>
      <w:bookmarkStart w:id="30" w:name="_Toc518913338"/>
      <w:bookmarkStart w:id="31" w:name="_Toc17816421"/>
      <w:r w:rsidRPr="007F20F7">
        <w:rPr>
          <w:rFonts w:ascii="Times New Roman" w:hAnsi="Times New Roman" w:cs="Times New Roman"/>
          <w:sz w:val="28"/>
          <w:szCs w:val="28"/>
        </w:rPr>
        <w:t xml:space="preserve">повышения квалификации </w:t>
      </w:r>
      <w:bookmarkEnd w:id="27"/>
      <w:bookmarkEnd w:id="28"/>
      <w:bookmarkEnd w:id="29"/>
      <w:bookmarkEnd w:id="30"/>
      <w:bookmarkEnd w:id="31"/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431655217"/>
          <w:placeholder>
            <w:docPart w:val="C0B2F6D8E03E4D6BBA7C60F3EDD3CC97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435377" w:rsidRPr="00435377">
            <w:rPr>
              <w:color w:val="808080"/>
            </w:rPr>
            <w:t>Выберите элемент.</w:t>
          </w:r>
        </w:sdtContent>
      </w:sdt>
    </w:p>
    <w:p w14:paraId="6AA682AB" w14:textId="77777777" w:rsidR="003C1A84" w:rsidRPr="007F20F7" w:rsidRDefault="003C1A84" w:rsidP="00DF0124">
      <w:pPr>
        <w:spacing w:after="24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_Toc491862635"/>
      <w:bookmarkStart w:id="33" w:name="_Toc492455418"/>
      <w:bookmarkStart w:id="34" w:name="_Toc518913339"/>
      <w:bookmarkStart w:id="35" w:name="_Toc17816422"/>
      <w:r w:rsidRPr="007F20F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курсу «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Название курса</w:t>
      </w:r>
      <w:r w:rsidRPr="007F20F7">
        <w:rPr>
          <w:rFonts w:ascii="Times New Roman" w:hAnsi="Times New Roman" w:cs="Times New Roman"/>
          <w:sz w:val="28"/>
          <w:szCs w:val="28"/>
        </w:rPr>
        <w:t>»</w:t>
      </w:r>
      <w:bookmarkEnd w:id="32"/>
      <w:bookmarkEnd w:id="33"/>
      <w:bookmarkEnd w:id="34"/>
      <w:bookmarkEnd w:id="35"/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2839"/>
        <w:gridCol w:w="709"/>
        <w:gridCol w:w="991"/>
        <w:gridCol w:w="709"/>
        <w:gridCol w:w="991"/>
        <w:gridCol w:w="709"/>
        <w:gridCol w:w="712"/>
        <w:gridCol w:w="1133"/>
        <w:gridCol w:w="709"/>
        <w:gridCol w:w="1415"/>
        <w:gridCol w:w="712"/>
        <w:gridCol w:w="565"/>
        <w:gridCol w:w="709"/>
        <w:gridCol w:w="1271"/>
      </w:tblGrid>
      <w:tr w:rsidR="00833E85" w:rsidRPr="00B50D20" w14:paraId="59A11F2B" w14:textId="77777777" w:rsidTr="001B4CE1">
        <w:trPr>
          <w:cantSplit/>
          <w:tblHeader/>
        </w:trPr>
        <w:tc>
          <w:tcPr>
            <w:tcW w:w="1147" w:type="pct"/>
            <w:gridSpan w:val="2"/>
            <w:vMerge w:val="restart"/>
            <w:shd w:val="clear" w:color="auto" w:fill="auto"/>
          </w:tcPr>
          <w:p w14:paraId="753BD197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разделов</w:t>
            </w:r>
          </w:p>
        </w:tc>
        <w:tc>
          <w:tcPr>
            <w:tcW w:w="2746" w:type="pct"/>
            <w:gridSpan w:val="9"/>
            <w:shd w:val="clear" w:color="auto" w:fill="auto"/>
          </w:tcPr>
          <w:p w14:paraId="12E49122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обучения, час</w:t>
            </w:r>
          </w:p>
        </w:tc>
        <w:tc>
          <w:tcPr>
            <w:tcW w:w="1107" w:type="pct"/>
            <w:gridSpan w:val="4"/>
            <w:vMerge w:val="restart"/>
          </w:tcPr>
          <w:p w14:paraId="65A081D1" w14:textId="77777777" w:rsidR="00833E85" w:rsidRPr="00B50D20" w:rsidRDefault="00833E85" w:rsidP="001B4CE1">
            <w:pPr>
              <w:suppressAutoHyphens/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времени на проведение аттестации (промежуточной, итоговой), час</w:t>
            </w:r>
          </w:p>
        </w:tc>
      </w:tr>
      <w:tr w:rsidR="00833E85" w:rsidRPr="00B50D20" w14:paraId="5729597E" w14:textId="77777777" w:rsidTr="001B4CE1">
        <w:trPr>
          <w:cantSplit/>
          <w:tblHeader/>
        </w:trPr>
        <w:tc>
          <w:tcPr>
            <w:tcW w:w="1147" w:type="pct"/>
            <w:gridSpan w:val="2"/>
            <w:vMerge/>
            <w:shd w:val="clear" w:color="auto" w:fill="auto"/>
          </w:tcPr>
          <w:p w14:paraId="15359236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 w:val="restart"/>
            <w:shd w:val="clear" w:color="auto" w:fill="auto"/>
          </w:tcPr>
          <w:p w14:paraId="4336D013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5" w:type="pct"/>
            <w:gridSpan w:val="3"/>
            <w:shd w:val="clear" w:color="auto" w:fill="auto"/>
          </w:tcPr>
          <w:p w14:paraId="28D9340F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аудиторные учебные занятия</w:t>
            </w:r>
          </w:p>
        </w:tc>
        <w:tc>
          <w:tcPr>
            <w:tcW w:w="868" w:type="pct"/>
            <w:gridSpan w:val="3"/>
            <w:shd w:val="clear" w:color="auto" w:fill="auto"/>
          </w:tcPr>
          <w:p w14:paraId="2FAEDE0B" w14:textId="77777777" w:rsidR="00833E85" w:rsidRPr="00B50D20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6"/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Дистанционные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  <w:commentRangeEnd w:id="36"/>
            <w:r w:rsidR="00460C74">
              <w:rPr>
                <w:rStyle w:val="af0"/>
              </w:rPr>
              <w:commentReference w:id="36"/>
            </w:r>
          </w:p>
        </w:tc>
        <w:tc>
          <w:tcPr>
            <w:tcW w:w="722" w:type="pct"/>
            <w:gridSpan w:val="2"/>
          </w:tcPr>
          <w:p w14:paraId="6289277B" w14:textId="77777777" w:rsidR="00833E85" w:rsidRPr="00B50D20" w:rsidRDefault="00833E85" w:rsidP="001B4CE1">
            <w:pPr>
              <w:suppressAutoHyphens/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7"/>
            <w:r w:rsidRPr="00541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commentRangeEnd w:id="37"/>
            <w:r w:rsidR="00460C74">
              <w:rPr>
                <w:rStyle w:val="af0"/>
              </w:rPr>
              <w:commentReference w:id="37"/>
            </w:r>
          </w:p>
        </w:tc>
        <w:tc>
          <w:tcPr>
            <w:tcW w:w="1107" w:type="pct"/>
            <w:gridSpan w:val="4"/>
            <w:vMerge/>
          </w:tcPr>
          <w:p w14:paraId="42BC9192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E85" w:rsidRPr="00B50D20" w14:paraId="4E066CA8" w14:textId="77777777" w:rsidTr="001B4CE1">
        <w:trPr>
          <w:cantSplit/>
          <w:tblHeader/>
        </w:trPr>
        <w:tc>
          <w:tcPr>
            <w:tcW w:w="1147" w:type="pct"/>
            <w:gridSpan w:val="2"/>
            <w:vMerge/>
            <w:shd w:val="clear" w:color="auto" w:fill="auto"/>
          </w:tcPr>
          <w:p w14:paraId="685B0D3D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  <w:shd w:val="clear" w:color="auto" w:fill="auto"/>
          </w:tcPr>
          <w:p w14:paraId="0817CE88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 w:val="restart"/>
            <w:shd w:val="clear" w:color="auto" w:fill="auto"/>
          </w:tcPr>
          <w:p w14:paraId="145AE411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8" w:type="pct"/>
            <w:gridSpan w:val="2"/>
            <w:shd w:val="clear" w:color="auto" w:fill="auto"/>
          </w:tcPr>
          <w:p w14:paraId="7DEC1D8A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41" w:type="pct"/>
            <w:vMerge w:val="restart"/>
            <w:shd w:val="clear" w:color="auto" w:fill="auto"/>
          </w:tcPr>
          <w:p w14:paraId="66362E44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7" w:type="pct"/>
            <w:gridSpan w:val="2"/>
            <w:shd w:val="clear" w:color="auto" w:fill="auto"/>
          </w:tcPr>
          <w:p w14:paraId="4799DFB6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41" w:type="pct"/>
            <w:vMerge w:val="restart"/>
          </w:tcPr>
          <w:p w14:paraId="7528305E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81" w:type="pct"/>
            <w:vMerge w:val="restart"/>
          </w:tcPr>
          <w:p w14:paraId="21D46B87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8"/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 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самостоятельной работы</w:t>
            </w:r>
            <w:commentRangeEnd w:id="38"/>
            <w:r w:rsidR="00460C74">
              <w:rPr>
                <w:rStyle w:val="af0"/>
              </w:rPr>
              <w:commentReference w:id="38"/>
            </w:r>
          </w:p>
        </w:tc>
        <w:tc>
          <w:tcPr>
            <w:tcW w:w="242" w:type="pct"/>
            <w:vMerge w:val="restart"/>
          </w:tcPr>
          <w:p w14:paraId="6D2DEABD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5" w:type="pct"/>
            <w:gridSpan w:val="3"/>
          </w:tcPr>
          <w:p w14:paraId="1593468E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833E85" w:rsidRPr="00B50D20" w14:paraId="130797E0" w14:textId="77777777" w:rsidTr="001B4CE1">
        <w:trPr>
          <w:cantSplit/>
          <w:tblHeader/>
        </w:trPr>
        <w:tc>
          <w:tcPr>
            <w:tcW w:w="1147" w:type="pct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67835646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3491B530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54E0D2A5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bottom w:val="double" w:sz="4" w:space="0" w:color="auto"/>
            </w:tcBorders>
            <w:shd w:val="clear" w:color="auto" w:fill="auto"/>
          </w:tcPr>
          <w:p w14:paraId="4FFDE679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37" w:type="pct"/>
            <w:tcBorders>
              <w:bottom w:val="double" w:sz="4" w:space="0" w:color="auto"/>
            </w:tcBorders>
            <w:shd w:val="clear" w:color="auto" w:fill="auto"/>
          </w:tcPr>
          <w:p w14:paraId="5A7F8453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(деловые игры, тренинги)</w:t>
            </w:r>
          </w:p>
        </w:tc>
        <w:tc>
          <w:tcPr>
            <w:tcW w:w="241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69045238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bottom w:val="double" w:sz="4" w:space="0" w:color="auto"/>
            </w:tcBorders>
            <w:shd w:val="clear" w:color="auto" w:fill="auto"/>
          </w:tcPr>
          <w:p w14:paraId="65D32806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85" w:type="pct"/>
            <w:tcBorders>
              <w:bottom w:val="double" w:sz="4" w:space="0" w:color="auto"/>
            </w:tcBorders>
          </w:tcPr>
          <w:p w14:paraId="70B36DC8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241" w:type="pct"/>
            <w:vMerge/>
            <w:tcBorders>
              <w:bottom w:val="double" w:sz="4" w:space="0" w:color="auto"/>
            </w:tcBorders>
          </w:tcPr>
          <w:p w14:paraId="2E87784F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vMerge/>
            <w:tcBorders>
              <w:bottom w:val="double" w:sz="4" w:space="0" w:color="auto"/>
            </w:tcBorders>
          </w:tcPr>
          <w:p w14:paraId="1E1F42D9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vMerge/>
            <w:tcBorders>
              <w:bottom w:val="double" w:sz="4" w:space="0" w:color="auto"/>
            </w:tcBorders>
          </w:tcPr>
          <w:p w14:paraId="305431A2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bottom w:val="double" w:sz="4" w:space="0" w:color="auto"/>
            </w:tcBorders>
          </w:tcPr>
          <w:p w14:paraId="2900F389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1" w:type="pct"/>
            <w:tcBorders>
              <w:bottom w:val="double" w:sz="4" w:space="0" w:color="auto"/>
            </w:tcBorders>
          </w:tcPr>
          <w:p w14:paraId="248BA6E3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432" w:type="pct"/>
            <w:tcBorders>
              <w:bottom w:val="double" w:sz="4" w:space="0" w:color="auto"/>
            </w:tcBorders>
          </w:tcPr>
          <w:p w14:paraId="1C8E1D52" w14:textId="77777777" w:rsidR="00833E85" w:rsidRPr="00B50D20" w:rsidRDefault="00833E85" w:rsidP="001B4CE1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50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реферата / выполнение итоговой практической работы</w:t>
            </w:r>
          </w:p>
        </w:tc>
      </w:tr>
      <w:tr w:rsidR="00833E85" w:rsidRPr="00B50D20" w14:paraId="05543799" w14:textId="77777777" w:rsidTr="001B4CE1">
        <w:trPr>
          <w:cantSplit/>
        </w:trPr>
        <w:tc>
          <w:tcPr>
            <w:tcW w:w="182" w:type="pct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5A31FC" w14:textId="77777777" w:rsidR="00833E85" w:rsidRPr="00B1245C" w:rsidRDefault="00833E85" w:rsidP="001B4CE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pct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03C6093" w14:textId="77777777" w:rsidR="00833E85" w:rsidRPr="0032780F" w:rsidRDefault="00833E85" w:rsidP="001B4CE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7519A93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0A3FBEE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049D1E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20C88EE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5EDBDD9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C98E7D4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double" w:sz="4" w:space="0" w:color="auto"/>
              <w:bottom w:val="single" w:sz="4" w:space="0" w:color="auto"/>
            </w:tcBorders>
          </w:tcPr>
          <w:p w14:paraId="61027A1E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</w:tcPr>
          <w:p w14:paraId="3713C364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double" w:sz="4" w:space="0" w:color="auto"/>
              <w:bottom w:val="single" w:sz="4" w:space="0" w:color="auto"/>
            </w:tcBorders>
          </w:tcPr>
          <w:p w14:paraId="0C3B9BCA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double" w:sz="4" w:space="0" w:color="auto"/>
              <w:bottom w:val="single" w:sz="4" w:space="0" w:color="auto"/>
            </w:tcBorders>
          </w:tcPr>
          <w:p w14:paraId="65D43A4B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double" w:sz="4" w:space="0" w:color="auto"/>
              <w:bottom w:val="single" w:sz="4" w:space="0" w:color="auto"/>
            </w:tcBorders>
          </w:tcPr>
          <w:p w14:paraId="19CD4C01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double" w:sz="4" w:space="0" w:color="auto"/>
              <w:bottom w:val="single" w:sz="4" w:space="0" w:color="auto"/>
            </w:tcBorders>
          </w:tcPr>
          <w:p w14:paraId="73E98665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double" w:sz="4" w:space="0" w:color="auto"/>
            </w:tcBorders>
          </w:tcPr>
          <w:p w14:paraId="60D5CE32" w14:textId="77777777" w:rsidR="00833E85" w:rsidRPr="0032780F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833E85" w:rsidRPr="00B50D20" w14:paraId="3BDD2376" w14:textId="77777777" w:rsidTr="001B4CE1">
        <w:trPr>
          <w:cantSplit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E59D7C" w14:textId="77777777" w:rsidR="00833E85" w:rsidRPr="00B1245C" w:rsidRDefault="00833E85" w:rsidP="001B4CE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5D75AAA" w14:textId="77777777" w:rsidR="00833E85" w:rsidRPr="00932425" w:rsidRDefault="00833E85" w:rsidP="001B4CE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Охрана труда и промышленная безопасность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1BE0393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ootnoteReference w:id="9"/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019BF3C0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6E2BBF4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53516A1D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7560C41B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1C503D64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4D4FE94A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0DB58C0F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08CADC91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697C543B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61B8460E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75647321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29A1B658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833E85" w:rsidRPr="00B50D20" w14:paraId="66E4062D" w14:textId="77777777" w:rsidTr="001B4CE1">
        <w:trPr>
          <w:cantSplit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A64960" w14:textId="77777777" w:rsidR="00833E85" w:rsidRPr="00B1245C" w:rsidRDefault="00833E85" w:rsidP="001B4CE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F59A3BE" w14:textId="77777777" w:rsidR="00833E85" w:rsidRPr="00932425" w:rsidRDefault="00833E85" w:rsidP="001B4CE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Основы экологии и экологическая безопасность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0CEB8EE3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43D54C4B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68DCAB11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749B9280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0F5024DA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10A2657D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411C18EB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6DF4C529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623CB545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4E03102D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66906EB4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4DF3DFDC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1FDFC70D" w14:textId="77777777" w:rsidR="00833E85" w:rsidRPr="00DB1703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</w:t>
            </w:r>
          </w:p>
        </w:tc>
      </w:tr>
      <w:tr w:rsidR="00833E85" w:rsidRPr="00B50D20" w14:paraId="52F31F4B" w14:textId="77777777" w:rsidTr="001B4CE1">
        <w:trPr>
          <w:cantSplit/>
        </w:trPr>
        <w:tc>
          <w:tcPr>
            <w:tcW w:w="11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DDEFD" w14:textId="77777777" w:rsidR="00833E85" w:rsidRPr="001C19A5" w:rsidRDefault="00833E85" w:rsidP="001B4CE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commentRangeStart w:id="39"/>
            <w:r w:rsidRPr="001C19A5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Промежуточная аттестация</w:t>
            </w:r>
            <w:commentRangeEnd w:id="39"/>
            <w:r w:rsidR="000C555F">
              <w:rPr>
                <w:rStyle w:val="af0"/>
              </w:rPr>
              <w:commentReference w:id="39"/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78F0664D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3991825F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1E434DA8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1706E307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7E403178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7FB6D60E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243ED4E4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197A07C5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7988DB57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</w:tcPr>
          <w:p w14:paraId="1253A373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</w:tcBorders>
          </w:tcPr>
          <w:p w14:paraId="2DB23C95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29CAF6BF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6A68D653" w14:textId="77777777" w:rsidR="00833E85" w:rsidRDefault="00833E85" w:rsidP="001B4C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35377" w:rsidRPr="00B50D20" w14:paraId="0A3F6F1F" w14:textId="77777777" w:rsidTr="001B4CE1">
        <w:trPr>
          <w:cantSplit/>
        </w:trPr>
        <w:tc>
          <w:tcPr>
            <w:tcW w:w="114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40464B9" w14:textId="77777777" w:rsidR="00435377" w:rsidRPr="008C535D" w:rsidRDefault="00435377" w:rsidP="0043537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4798FD4D" w14:textId="536162BE" w:rsidR="00435377" w:rsidRPr="00207BF8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533A429F" w14:textId="5A15FC72" w:rsidR="00435377" w:rsidRPr="00207BF8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7D1AAAD2" w14:textId="1882910F" w:rsidR="00435377" w:rsidRPr="00207BF8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</w:tcPr>
          <w:p w14:paraId="03182B0F" w14:textId="6403B8A6" w:rsidR="00435377" w:rsidRPr="00207BF8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  <w:shd w:val="clear" w:color="auto" w:fill="auto"/>
          </w:tcPr>
          <w:p w14:paraId="5138A029" w14:textId="7DCFAE17" w:rsidR="00435377" w:rsidRPr="00207BF8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</w:tcPr>
          <w:p w14:paraId="04652A34" w14:textId="235696E0" w:rsidR="00435377" w:rsidRPr="00207BF8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14:paraId="3810C730" w14:textId="4BE6E637" w:rsidR="00435377" w:rsidRPr="00207BF8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1" w:type="pct"/>
            <w:tcBorders>
              <w:top w:val="single" w:sz="4" w:space="0" w:color="auto"/>
            </w:tcBorders>
          </w:tcPr>
          <w:p w14:paraId="76B63C0C" w14:textId="741AB9D3" w:rsidR="00435377" w:rsidRPr="00207BF8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482AA0BB" w14:textId="4057B86E" w:rsidR="00435377" w:rsidRPr="00207BF8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795404268"/>
            <w:placeholder>
              <w:docPart w:val="2C63AB85F6B24808A9E4C872573615B7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</w:dropDownList>
          </w:sdtPr>
          <w:sdtEndPr/>
          <w:sdtContent>
            <w:tc>
              <w:tcPr>
                <w:tcW w:w="242" w:type="pct"/>
                <w:tcBorders>
                  <w:top w:val="single" w:sz="4" w:space="0" w:color="auto"/>
                </w:tcBorders>
              </w:tcPr>
              <w:p w14:paraId="2664EFE4" w14:textId="004B39A5" w:rsidR="00435377" w:rsidRPr="00DB1703" w:rsidRDefault="00435377" w:rsidP="00435377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187410508"/>
            <w:placeholder>
              <w:docPart w:val="35D9F1935614459383FBD8B369A4B18E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192" w:type="pct"/>
                <w:tcBorders>
                  <w:top w:val="single" w:sz="4" w:space="0" w:color="auto"/>
                </w:tcBorders>
              </w:tcPr>
              <w:p w14:paraId="0953BC06" w14:textId="2490DCA6" w:rsidR="00435377" w:rsidRPr="00DB1703" w:rsidRDefault="00435377" w:rsidP="00435377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2129194693"/>
            <w:placeholder>
              <w:docPart w:val="10D6F881E1114E58A9AD9B3FC3FF9CF6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241" w:type="pct"/>
                <w:tcBorders>
                  <w:top w:val="single" w:sz="4" w:space="0" w:color="auto"/>
                </w:tcBorders>
              </w:tcPr>
              <w:p w14:paraId="6C60DC83" w14:textId="532D6085" w:rsidR="00435377" w:rsidRPr="00DB1703" w:rsidRDefault="00435377" w:rsidP="00435377">
                <w:pPr>
                  <w:spacing w:before="120"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tc>
          <w:tcPr>
            <w:tcW w:w="432" w:type="pct"/>
            <w:tcBorders>
              <w:top w:val="single" w:sz="4" w:space="0" w:color="auto"/>
            </w:tcBorders>
          </w:tcPr>
          <w:p w14:paraId="5AF87F7B" w14:textId="6638735C" w:rsidR="00435377" w:rsidRPr="00207BF8" w:rsidRDefault="00207BF8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435377" w:rsidRPr="00B50D20" w14:paraId="21FBCC4F" w14:textId="77777777" w:rsidTr="001B4CE1">
        <w:trPr>
          <w:cantSplit/>
        </w:trPr>
        <w:tc>
          <w:tcPr>
            <w:tcW w:w="1147" w:type="pct"/>
            <w:gridSpan w:val="2"/>
            <w:shd w:val="clear" w:color="auto" w:fill="auto"/>
          </w:tcPr>
          <w:p w14:paraId="3E96BF25" w14:textId="77777777" w:rsidR="00435377" w:rsidRPr="008C535D" w:rsidRDefault="00435377" w:rsidP="0043537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3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" w:type="pct"/>
            <w:shd w:val="clear" w:color="auto" w:fill="auto"/>
          </w:tcPr>
          <w:p w14:paraId="382FC1D6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auto"/>
          </w:tcPr>
          <w:p w14:paraId="1B2C0EF4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shd w:val="clear" w:color="auto" w:fill="auto"/>
          </w:tcPr>
          <w:p w14:paraId="044662D0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auto"/>
          </w:tcPr>
          <w:p w14:paraId="1B497392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shd w:val="clear" w:color="auto" w:fill="auto"/>
          </w:tcPr>
          <w:p w14:paraId="6BE36FBE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  <w:shd w:val="clear" w:color="auto" w:fill="auto"/>
          </w:tcPr>
          <w:p w14:paraId="0F42C5B6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14:paraId="0FA789FF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14:paraId="2965BBED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</w:tcPr>
          <w:p w14:paraId="3EE74718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2" w:type="pct"/>
          </w:tcPr>
          <w:p w14:paraId="499F2EF2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14:paraId="7AD8E1D6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14:paraId="6D5CCC78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14:paraId="1C1D1002" w14:textId="77777777" w:rsidR="00435377" w:rsidRPr="00DB1703" w:rsidRDefault="00435377" w:rsidP="0043537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424A2EAE" w14:textId="73EBF72E" w:rsidR="00F76F48" w:rsidRDefault="00F76F48" w:rsidP="001D11F0">
      <w:pPr>
        <w:spacing w:after="0" w:line="30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</w:p>
    <w:p w14:paraId="3E769340" w14:textId="734F1C97" w:rsidR="003C1A84" w:rsidRDefault="003C1A84" w:rsidP="001D11F0">
      <w:pPr>
        <w:spacing w:after="0" w:line="30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</w:p>
    <w:p w14:paraId="3D08B0A9" w14:textId="77777777" w:rsidR="003C1A84" w:rsidRDefault="003C1A84" w:rsidP="001D11F0">
      <w:pPr>
        <w:spacing w:after="0" w:line="30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</w:rPr>
        <w:sectPr w:rsidR="003C1A84" w:rsidSect="00FC2F6F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40" w:name="_Toc98411321" w:displacedByCustomXml="next"/>
    <w:sdt>
      <w:sdtPr>
        <w:id w:val="-248738475"/>
        <w:lock w:val="contentLocked"/>
        <w:placeholder>
          <w:docPart w:val="DefaultPlaceholder_-1854013440"/>
        </w:placeholder>
      </w:sdtPr>
      <w:sdtEndPr/>
      <w:sdtContent>
        <w:p w14:paraId="32ED8EE5" w14:textId="61E3BB55" w:rsidR="00FA6EF2" w:rsidRDefault="00C8434A" w:rsidP="003C1A84">
          <w:pPr>
            <w:pStyle w:val="11"/>
            <w:spacing w:before="360" w:after="360" w:line="300" w:lineRule="auto"/>
          </w:pPr>
          <w:r>
            <w:t xml:space="preserve">8 </w:t>
          </w:r>
          <w:r w:rsidR="00FA6EF2" w:rsidRPr="003969A0">
            <w:t>КАЛЕНДАРНЫЙ УЧЕБНЫЙ ГРАФИК</w:t>
          </w:r>
        </w:p>
        <w:bookmarkEnd w:id="40" w:displacedByCustomXml="next"/>
      </w:sdtContent>
    </w:sdt>
    <w:p w14:paraId="42DACFB3" w14:textId="2F4ADC38" w:rsidR="001A6F36" w:rsidRDefault="001A6F36" w:rsidP="001A6F36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65">
        <w:rPr>
          <w:rFonts w:ascii="Times New Roman" w:hAnsi="Times New Roman" w:cs="Times New Roman"/>
          <w:sz w:val="28"/>
          <w:szCs w:val="28"/>
        </w:rPr>
        <w:t>Календарный учебн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E4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график</w:t>
      </w:r>
      <w:r w:rsidRPr="006E4865">
        <w:rPr>
          <w:rFonts w:ascii="Times New Roman" w:hAnsi="Times New Roman" w:cs="Times New Roman"/>
          <w:sz w:val="28"/>
          <w:szCs w:val="28"/>
        </w:rPr>
        <w:t xml:space="preserve"> по программе повышения квалификации</w:t>
      </w:r>
      <w:r w:rsidR="00435377">
        <w:rPr>
          <w:rFonts w:ascii="Times New Roman" w:hAnsi="Times New Roman" w:cs="Times New Roman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1072708470"/>
          <w:placeholder>
            <w:docPart w:val="29D5BC4157E748FAAE0C07E80BB2CE77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435377" w:rsidRPr="00435377">
            <w:rPr>
              <w:color w:val="808080"/>
            </w:rPr>
            <w:t>Выберите элемент.</w:t>
          </w:r>
        </w:sdtContent>
      </w:sdt>
      <w:r w:rsidRPr="006E4865">
        <w:rPr>
          <w:rFonts w:ascii="Times New Roman" w:hAnsi="Times New Roman" w:cs="Times New Roman"/>
          <w:sz w:val="28"/>
          <w:szCs w:val="28"/>
        </w:rPr>
        <w:t xml:space="preserve"> по курсу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Название курса</w:t>
      </w:r>
      <w:r w:rsidRPr="006E4865">
        <w:rPr>
          <w:rFonts w:ascii="Times New Roman" w:hAnsi="Times New Roman" w:cs="Times New Roman"/>
          <w:bCs/>
          <w:sz w:val="28"/>
          <w:szCs w:val="28"/>
        </w:rPr>
        <w:t>»</w:t>
      </w:r>
      <w:r w:rsidRPr="006E48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4865">
        <w:rPr>
          <w:rFonts w:ascii="Times New Roman" w:hAnsi="Times New Roman" w:cs="Times New Roman"/>
          <w:sz w:val="28"/>
          <w:szCs w:val="28"/>
        </w:rPr>
        <w:t>определяетс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6E4865">
        <w:rPr>
          <w:rFonts w:ascii="Times New Roman" w:hAnsi="Times New Roman" w:cs="Times New Roman"/>
          <w:sz w:val="28"/>
          <w:szCs w:val="28"/>
        </w:rPr>
        <w:t>расписанием учебных занятий.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54"/>
        <w:gridCol w:w="938"/>
        <w:gridCol w:w="938"/>
        <w:gridCol w:w="941"/>
        <w:gridCol w:w="939"/>
        <w:gridCol w:w="942"/>
        <w:gridCol w:w="939"/>
        <w:gridCol w:w="939"/>
        <w:gridCol w:w="942"/>
        <w:gridCol w:w="939"/>
        <w:gridCol w:w="945"/>
        <w:gridCol w:w="1405"/>
        <w:gridCol w:w="1325"/>
      </w:tblGrid>
      <w:tr w:rsidR="001A6F36" w:rsidRPr="00CB40E2" w14:paraId="7920C2D7" w14:textId="77777777" w:rsidTr="00C62970">
        <w:tc>
          <w:tcPr>
            <w:tcW w:w="899" w:type="pct"/>
            <w:vMerge w:val="restart"/>
            <w:shd w:val="clear" w:color="auto" w:fill="auto"/>
          </w:tcPr>
          <w:p w14:paraId="0BEFD542" w14:textId="77777777" w:rsidR="001A6F36" w:rsidRPr="00F32220" w:rsidRDefault="001A6F36" w:rsidP="00C6297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Компоненты программы</w:t>
            </w:r>
          </w:p>
        </w:tc>
        <w:tc>
          <w:tcPr>
            <w:tcW w:w="3195" w:type="pct"/>
            <w:gridSpan w:val="10"/>
            <w:shd w:val="clear" w:color="auto" w:fill="auto"/>
          </w:tcPr>
          <w:p w14:paraId="0AD4FD40" w14:textId="77777777" w:rsidR="001A6F36" w:rsidRPr="00F32220" w:rsidRDefault="001A6F36" w:rsidP="00C6297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Расписание учебных занятий (</w:t>
            </w:r>
            <w:commentRangeStart w:id="41"/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дни</w:t>
            </w:r>
            <w:commentRangeEnd w:id="41"/>
            <w:r w:rsidR="0087409D">
              <w:rPr>
                <w:rStyle w:val="af0"/>
              </w:rPr>
              <w:commentReference w:id="41"/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/часы)</w:t>
            </w:r>
          </w:p>
        </w:tc>
        <w:tc>
          <w:tcPr>
            <w:tcW w:w="467" w:type="pct"/>
            <w:vMerge w:val="restart"/>
            <w:shd w:val="clear" w:color="auto" w:fill="auto"/>
          </w:tcPr>
          <w:p w14:paraId="2804438A" w14:textId="77777777" w:rsidR="001A6F36" w:rsidRPr="00F32220" w:rsidRDefault="001A6F36" w:rsidP="00C6297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Практика/</w:t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стажировка</w:t>
            </w:r>
          </w:p>
        </w:tc>
        <w:tc>
          <w:tcPr>
            <w:tcW w:w="439" w:type="pct"/>
            <w:vMerge w:val="restart"/>
            <w:shd w:val="clear" w:color="auto" w:fill="auto"/>
          </w:tcPr>
          <w:p w14:paraId="469FBCF4" w14:textId="77777777" w:rsidR="001A6F36" w:rsidRPr="00F32220" w:rsidRDefault="001A6F36" w:rsidP="00C6297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Итоговая </w:t>
            </w: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аттестация</w:t>
            </w:r>
          </w:p>
        </w:tc>
      </w:tr>
      <w:tr w:rsidR="001A6F36" w:rsidRPr="00CB40E2" w14:paraId="421BB21E" w14:textId="77777777" w:rsidTr="00C62970">
        <w:tc>
          <w:tcPr>
            <w:tcW w:w="899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78DFA903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63E27C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F47568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2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648DFC2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BD1288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2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47CCB6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9388F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F9D95F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32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C14FE7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31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C72C378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32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9C19AD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467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035D6E6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vMerge/>
            <w:tcBorders>
              <w:bottom w:val="double" w:sz="4" w:space="0" w:color="auto"/>
            </w:tcBorders>
            <w:shd w:val="clear" w:color="auto" w:fill="auto"/>
          </w:tcPr>
          <w:p w14:paraId="3260AEB9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6F36" w:rsidRPr="00CB40E2" w14:paraId="69E21AFE" w14:textId="77777777" w:rsidTr="00C62970">
        <w:tc>
          <w:tcPr>
            <w:tcW w:w="899" w:type="pct"/>
            <w:tcBorders>
              <w:top w:val="double" w:sz="4" w:space="0" w:color="auto"/>
            </w:tcBorders>
            <w:shd w:val="clear" w:color="auto" w:fill="auto"/>
          </w:tcPr>
          <w:p w14:paraId="3B8D0A9B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Вводное занятие</w:t>
            </w: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2CDCB0C1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2975AACA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  <w:shd w:val="clear" w:color="auto" w:fill="auto"/>
          </w:tcPr>
          <w:p w14:paraId="2225D69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20A5EBBF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  <w:shd w:val="clear" w:color="auto" w:fill="auto"/>
          </w:tcPr>
          <w:p w14:paraId="1851BB28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1285ACEC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2D47A6D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  <w:shd w:val="clear" w:color="auto" w:fill="auto"/>
          </w:tcPr>
          <w:p w14:paraId="30D83610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double" w:sz="4" w:space="0" w:color="auto"/>
            </w:tcBorders>
            <w:shd w:val="clear" w:color="auto" w:fill="auto"/>
          </w:tcPr>
          <w:p w14:paraId="719EC0E0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  <w:shd w:val="clear" w:color="auto" w:fill="auto"/>
          </w:tcPr>
          <w:p w14:paraId="725A5300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auto"/>
          </w:tcPr>
          <w:p w14:paraId="0E2F0A22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double" w:sz="4" w:space="0" w:color="auto"/>
            </w:tcBorders>
            <w:shd w:val="clear" w:color="auto" w:fill="auto"/>
          </w:tcPr>
          <w:p w14:paraId="3DA479D1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6F36" w:rsidRPr="00CB40E2" w14:paraId="720263A4" w14:textId="77777777" w:rsidTr="00C62970">
        <w:tc>
          <w:tcPr>
            <w:tcW w:w="899" w:type="pct"/>
            <w:shd w:val="clear" w:color="auto" w:fill="auto"/>
          </w:tcPr>
          <w:p w14:paraId="22327AD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59F2130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4C8DFD1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93F234C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63A1AAA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E1DAF7E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3E25669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D19A15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B4F13A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3B16BA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87B768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637EEDDC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17780271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6F36" w:rsidRPr="00CB40E2" w14:paraId="028524F0" w14:textId="77777777" w:rsidTr="00C62970">
        <w:tc>
          <w:tcPr>
            <w:tcW w:w="899" w:type="pct"/>
            <w:shd w:val="clear" w:color="auto" w:fill="auto"/>
          </w:tcPr>
          <w:p w14:paraId="60B58C6D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FD9298F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91C255F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07D27FDD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17FE64D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12B2E77A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466DC1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915E447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47E338C1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305307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2920EB5F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6EF2608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636DB351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6F36" w:rsidRPr="00CB40E2" w14:paraId="33000813" w14:textId="77777777" w:rsidTr="00C62970">
        <w:tc>
          <w:tcPr>
            <w:tcW w:w="899" w:type="pct"/>
            <w:shd w:val="clear" w:color="auto" w:fill="auto"/>
          </w:tcPr>
          <w:p w14:paraId="48E6BDFD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57137298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0202057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0B856B6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875C79A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977247A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ABF4BBD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7C96F6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15C35873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224F6B1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5F189FA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4EB15163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038C28A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6F36" w:rsidRPr="00CB40E2" w14:paraId="3EFCC42E" w14:textId="77777777" w:rsidTr="00C62970">
        <w:tc>
          <w:tcPr>
            <w:tcW w:w="899" w:type="pct"/>
            <w:shd w:val="clear" w:color="auto" w:fill="auto"/>
          </w:tcPr>
          <w:p w14:paraId="23429B58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D4E3BA9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D53A12E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1C5B32F0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1BDD0C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19FED628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06A862F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1AAA81E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3B00681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9A5B7BC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0586736E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1206E50E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2D8E165D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6F36" w:rsidRPr="00CB40E2" w14:paraId="2ACA9432" w14:textId="77777777" w:rsidTr="00C62970">
        <w:tc>
          <w:tcPr>
            <w:tcW w:w="899" w:type="pct"/>
            <w:shd w:val="clear" w:color="auto" w:fill="auto"/>
          </w:tcPr>
          <w:p w14:paraId="01FEDCC0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9676288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E3BB86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541E0C5A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FCCB6BC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0B8AFC3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DFA0951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C444BA2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53164C3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19767C9A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196D04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41C0ED57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215DE94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6F36" w:rsidRPr="00CB40E2" w14:paraId="74EB677B" w14:textId="77777777" w:rsidTr="00C62970">
        <w:tc>
          <w:tcPr>
            <w:tcW w:w="899" w:type="pct"/>
            <w:shd w:val="clear" w:color="auto" w:fill="auto"/>
          </w:tcPr>
          <w:p w14:paraId="38A4085F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аттестация</w:t>
            </w:r>
          </w:p>
        </w:tc>
        <w:tc>
          <w:tcPr>
            <w:tcW w:w="319" w:type="pct"/>
            <w:shd w:val="clear" w:color="auto" w:fill="auto"/>
          </w:tcPr>
          <w:p w14:paraId="07E205EC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509E74F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67FB7A7E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359727D7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02E02472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6BE2EBE0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B7FCEA2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1272119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052DACDA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444CE8E8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558FF19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-1011376545"/>
            <w:placeholder>
              <w:docPart w:val="F695EFB94B5A462DB9F7ABA0E4C14A2C"/>
            </w:placeholder>
            <w:showingPlcHdr/>
            <w:dropDownList>
              <w:listItem w:value="Выберите элемент."/>
              <w:listItem w:displayText="Зачет" w:value="Зачет"/>
              <w:listItem w:displayText="Экзамен" w:value="Экзамен"/>
            </w:dropDownList>
          </w:sdtPr>
          <w:sdtEndPr/>
          <w:sdtContent>
            <w:tc>
              <w:tcPr>
                <w:tcW w:w="439" w:type="pct"/>
                <w:shd w:val="clear" w:color="auto" w:fill="auto"/>
              </w:tcPr>
              <w:p w14:paraId="0E33D126" w14:textId="09679211" w:rsidR="001A6F36" w:rsidRPr="00F32220" w:rsidRDefault="00435377" w:rsidP="00C62970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FF0000"/>
                    <w:sz w:val="24"/>
                    <w:szCs w:val="24"/>
                  </w:rPr>
                </w:pPr>
                <w:r w:rsidRPr="00435377">
                  <w:rPr>
                    <w:color w:val="808080"/>
                  </w:rPr>
                  <w:t>Выберите элемент.</w:t>
                </w:r>
              </w:p>
            </w:tc>
          </w:sdtContent>
        </w:sdt>
      </w:tr>
      <w:tr w:rsidR="001A6F36" w:rsidRPr="00CB40E2" w14:paraId="0F82AF14" w14:textId="77777777" w:rsidTr="00C62970">
        <w:tc>
          <w:tcPr>
            <w:tcW w:w="899" w:type="pct"/>
            <w:shd w:val="clear" w:color="auto" w:fill="auto"/>
          </w:tcPr>
          <w:p w14:paraId="05EDE13C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319" w:type="pct"/>
            <w:shd w:val="clear" w:color="auto" w:fill="auto"/>
          </w:tcPr>
          <w:p w14:paraId="11E65E8A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DC5A042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31A1F2CC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2CEC4863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7FA1D45B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E5C9174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40450CA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3402F95F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14:paraId="71258CC6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0" w:type="pct"/>
            <w:shd w:val="clear" w:color="auto" w:fill="auto"/>
          </w:tcPr>
          <w:p w14:paraId="48966AE9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</w:tcPr>
          <w:p w14:paraId="4D904489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32A21815" w14:textId="77777777" w:rsidR="001A6F36" w:rsidRPr="00F32220" w:rsidRDefault="001A6F36" w:rsidP="00C62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A632670" w14:textId="77777777" w:rsidR="001A6F36" w:rsidRDefault="001A6F36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259C9DAB" w14:textId="6B8D64DB" w:rsidR="003C1A84" w:rsidRPr="004C04FC" w:rsidRDefault="003C1A84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04FC">
        <w:rPr>
          <w:rFonts w:ascii="Times New Roman" w:hAnsi="Times New Roman" w:cs="Times New Roman"/>
          <w:i/>
          <w:color w:val="FF0000"/>
          <w:sz w:val="28"/>
          <w:szCs w:val="28"/>
        </w:rPr>
        <w:t>Для 40-часовой программы: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Программа повышения квалификации руководителей и/или специалистов по курсу «Название курса» реализуется в течени</w:t>
      </w:r>
      <w:r w:rsidR="00CF5B3D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5 календарных дней с выходными днями </w:t>
      </w:r>
      <w:r w:rsidR="00CF5B3D">
        <w:rPr>
          <w:rFonts w:ascii="Times New Roman" w:hAnsi="Times New Roman" w:cs="Times New Roman"/>
          <w:color w:val="FF0000"/>
          <w:sz w:val="28"/>
          <w:szCs w:val="28"/>
        </w:rPr>
        <w:t xml:space="preserve">в 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>суббот</w:t>
      </w:r>
      <w:r w:rsidR="00CF5B3D">
        <w:rPr>
          <w:rFonts w:ascii="Times New Roman" w:hAnsi="Times New Roman" w:cs="Times New Roman"/>
          <w:color w:val="FF0000"/>
          <w:sz w:val="28"/>
          <w:szCs w:val="28"/>
        </w:rPr>
        <w:t>у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и воскресен</w:t>
      </w:r>
      <w:r w:rsidR="00E27296">
        <w:rPr>
          <w:rFonts w:ascii="Times New Roman" w:hAnsi="Times New Roman" w:cs="Times New Roman"/>
          <w:color w:val="FF0000"/>
          <w:sz w:val="28"/>
          <w:szCs w:val="28"/>
        </w:rPr>
        <w:t>ь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е. Для всех видов аудиторных занятий академический час составляет 45 минут. Перерывы в занятиях организуются каждые два академических часа продолжительностью не </w:t>
      </w:r>
      <w:r>
        <w:rPr>
          <w:rFonts w:ascii="Times New Roman" w:hAnsi="Times New Roman" w:cs="Times New Roman"/>
          <w:color w:val="FF0000"/>
          <w:sz w:val="28"/>
          <w:szCs w:val="28"/>
        </w:rPr>
        <w:t>менее 10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минут.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04596C7C" w14:textId="4D7570F7" w:rsidR="003C1A84" w:rsidRPr="004C04FC" w:rsidRDefault="003C1A84" w:rsidP="003C1A8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04FC">
        <w:rPr>
          <w:rFonts w:ascii="Times New Roman" w:hAnsi="Times New Roman" w:cs="Times New Roman"/>
          <w:i/>
          <w:color w:val="FF0000"/>
          <w:sz w:val="28"/>
          <w:szCs w:val="28"/>
        </w:rPr>
        <w:t>Для 72-часовой программы: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Программа повышения квалификации </w:t>
      </w:r>
      <w:r w:rsidRPr="004C04FC">
        <w:rPr>
          <w:rFonts w:ascii="Times New Roman" w:hAnsi="Times New Roman" w:cs="Times New Roman"/>
          <w:i/>
          <w:color w:val="FF0000"/>
          <w:sz w:val="28"/>
          <w:szCs w:val="28"/>
        </w:rPr>
        <w:t>руководителей и/или специалистов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по курсу </w:t>
      </w:r>
      <w:r w:rsidRPr="004C04FC">
        <w:rPr>
          <w:rFonts w:ascii="Times New Roman" w:hAnsi="Times New Roman" w:cs="Times New Roman"/>
          <w:i/>
          <w:color w:val="FF0000"/>
          <w:sz w:val="28"/>
          <w:szCs w:val="28"/>
        </w:rPr>
        <w:t>«Название курса»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реализуе</w:t>
      </w:r>
      <w:r>
        <w:rPr>
          <w:rFonts w:ascii="Times New Roman" w:hAnsi="Times New Roman" w:cs="Times New Roman"/>
          <w:color w:val="FF0000"/>
          <w:sz w:val="28"/>
          <w:szCs w:val="28"/>
        </w:rPr>
        <w:t>тся в течени</w:t>
      </w:r>
      <w:r w:rsidR="00CF5B3D">
        <w:rPr>
          <w:rFonts w:ascii="Times New Roman" w:hAnsi="Times New Roman" w:cs="Times New Roman"/>
          <w:color w:val="FF0000"/>
          <w:sz w:val="28"/>
          <w:szCs w:val="28"/>
        </w:rPr>
        <w:t>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10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календарных дней с выходными днями </w:t>
      </w:r>
      <w:r w:rsidR="00CF5B3D">
        <w:rPr>
          <w:rFonts w:ascii="Times New Roman" w:hAnsi="Times New Roman" w:cs="Times New Roman"/>
          <w:color w:val="FF0000"/>
          <w:sz w:val="28"/>
          <w:szCs w:val="28"/>
        </w:rPr>
        <w:t xml:space="preserve">в 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>суббот</w:t>
      </w:r>
      <w:r w:rsidR="00CF5B3D">
        <w:rPr>
          <w:rFonts w:ascii="Times New Roman" w:hAnsi="Times New Roman" w:cs="Times New Roman"/>
          <w:color w:val="FF0000"/>
          <w:sz w:val="28"/>
          <w:szCs w:val="28"/>
        </w:rPr>
        <w:t>у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и воскресен</w:t>
      </w:r>
      <w:r w:rsidR="00E27296">
        <w:rPr>
          <w:rFonts w:ascii="Times New Roman" w:hAnsi="Times New Roman" w:cs="Times New Roman"/>
          <w:color w:val="FF0000"/>
          <w:sz w:val="28"/>
          <w:szCs w:val="28"/>
        </w:rPr>
        <w:t>ь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е. Для всех видов аудиторных занятий академический час составляет 45 минут. Перерывы в занятиях организуются каждые два академических часа продолжительностью не </w:t>
      </w:r>
      <w:r>
        <w:rPr>
          <w:rFonts w:ascii="Times New Roman" w:hAnsi="Times New Roman" w:cs="Times New Roman"/>
          <w:color w:val="FF0000"/>
          <w:sz w:val="28"/>
          <w:szCs w:val="28"/>
        </w:rPr>
        <w:t>менее 10</w:t>
      </w:r>
      <w:r w:rsidRPr="004C04FC">
        <w:rPr>
          <w:rFonts w:ascii="Times New Roman" w:hAnsi="Times New Roman" w:cs="Times New Roman"/>
          <w:color w:val="FF0000"/>
          <w:sz w:val="28"/>
          <w:szCs w:val="28"/>
        </w:rPr>
        <w:t xml:space="preserve"> минут. </w:t>
      </w:r>
    </w:p>
    <w:p w14:paraId="295E236C" w14:textId="77777777" w:rsidR="003C1A84" w:rsidRDefault="003C1A84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A4C50" w14:textId="77777777" w:rsidR="006E4865" w:rsidRDefault="006E4865" w:rsidP="006B58E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E4865" w:rsidSect="001A6F36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42" w:name="_Toc98411322" w:displacedByCustomXml="next"/>
    <w:sdt>
      <w:sdtPr>
        <w:id w:val="1085727868"/>
        <w:lock w:val="contentLocked"/>
        <w:placeholder>
          <w:docPart w:val="DefaultPlaceholder_-1854013440"/>
        </w:placeholder>
      </w:sdtPr>
      <w:sdtEndPr/>
      <w:sdtContent>
        <w:p w14:paraId="7A0E590C" w14:textId="01BBE562" w:rsidR="00C8434A" w:rsidRPr="00872B94" w:rsidRDefault="00720FD0" w:rsidP="006B4205">
          <w:pPr>
            <w:pStyle w:val="11"/>
            <w:suppressAutoHyphens/>
            <w:spacing w:before="360" w:after="360" w:line="300" w:lineRule="auto"/>
          </w:pPr>
          <w:r>
            <w:t>9 </w:t>
          </w:r>
          <w:r w:rsidR="00C8434A" w:rsidRPr="00C8434A">
            <w:t>СТРУКТУРА И СОДЕРЖАНИЕ</w:t>
          </w:r>
          <w:r w:rsidR="006E4865">
            <w:t xml:space="preserve"> </w:t>
          </w:r>
          <w:r w:rsidR="00C8434A" w:rsidRPr="00096B4E">
            <w:t>ПРОГРАММЫ ПОВЫШЕНИЯ КВАЛИФИКАЦИИ ПО КУРСУ</w:t>
          </w:r>
        </w:p>
        <w:bookmarkEnd w:id="42" w:displacedByCustomXml="next"/>
      </w:sdtContent>
    </w:sdt>
    <w:bookmarkStart w:id="43" w:name="_Toc20491216" w:displacedByCustomXml="next"/>
    <w:bookmarkStart w:id="44" w:name="_Toc98411323" w:displacedByCustomXml="next"/>
    <w:sdt>
      <w:sdtPr>
        <w:id w:val="1789626216"/>
        <w:lock w:val="contentLocked"/>
        <w:placeholder>
          <w:docPart w:val="DefaultPlaceholder_-1854013440"/>
        </w:placeholder>
      </w:sdtPr>
      <w:sdtEndPr/>
      <w:sdtContent>
        <w:p w14:paraId="137B2636" w14:textId="33CC07DB" w:rsidR="006F39FD" w:rsidRDefault="00720FD0" w:rsidP="00AF2522">
          <w:pPr>
            <w:pStyle w:val="21"/>
          </w:pPr>
          <w:r w:rsidRPr="003C1A84">
            <w:t>9.1 </w:t>
          </w:r>
          <w:r w:rsidR="00C8434A" w:rsidRPr="003C1A84">
            <w:t>Учебно-тематический план</w:t>
          </w:r>
        </w:p>
        <w:bookmarkEnd w:id="43" w:displacedByCustomXml="next"/>
        <w:bookmarkEnd w:id="44" w:displacedByCustomXml="next"/>
      </w:sdtContent>
    </w:sdt>
    <w:tbl>
      <w:tblPr>
        <w:tblStyle w:val="a3"/>
        <w:tblW w:w="14601" w:type="dxa"/>
        <w:tblLayout w:type="fixed"/>
        <w:tblLook w:val="04A0" w:firstRow="1" w:lastRow="0" w:firstColumn="1" w:lastColumn="0" w:noHBand="0" w:noVBand="1"/>
      </w:tblPr>
      <w:tblGrid>
        <w:gridCol w:w="534"/>
        <w:gridCol w:w="2052"/>
        <w:gridCol w:w="811"/>
        <w:gridCol w:w="851"/>
        <w:gridCol w:w="709"/>
        <w:gridCol w:w="1275"/>
        <w:gridCol w:w="851"/>
        <w:gridCol w:w="709"/>
        <w:gridCol w:w="850"/>
        <w:gridCol w:w="848"/>
        <w:gridCol w:w="1137"/>
        <w:gridCol w:w="1134"/>
        <w:gridCol w:w="1175"/>
        <w:gridCol w:w="683"/>
        <w:gridCol w:w="982"/>
      </w:tblGrid>
      <w:tr w:rsidR="00B70009" w:rsidRPr="00C44382" w14:paraId="14D03572" w14:textId="77777777" w:rsidTr="00CC088D">
        <w:trPr>
          <w:cantSplit/>
          <w:trHeight w:val="545"/>
          <w:tblHeader/>
        </w:trPr>
        <w:tc>
          <w:tcPr>
            <w:tcW w:w="2586" w:type="dxa"/>
            <w:gridSpan w:val="2"/>
            <w:vMerge w:val="restart"/>
          </w:tcPr>
          <w:p w14:paraId="13A28E78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разделов, тем</w:t>
            </w:r>
          </w:p>
        </w:tc>
        <w:tc>
          <w:tcPr>
            <w:tcW w:w="8041" w:type="dxa"/>
            <w:gridSpan w:val="9"/>
          </w:tcPr>
          <w:p w14:paraId="5E404478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Объем времени, отведенный на освоение разделов, тем, час</w:t>
            </w:r>
          </w:p>
        </w:tc>
        <w:tc>
          <w:tcPr>
            <w:tcW w:w="1134" w:type="dxa"/>
            <w:vMerge w:val="restart"/>
          </w:tcPr>
          <w:p w14:paraId="628F963E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175" w:type="dxa"/>
            <w:vMerge w:val="restart"/>
          </w:tcPr>
          <w:p w14:paraId="3983C2E2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665" w:type="dxa"/>
            <w:gridSpan w:val="2"/>
          </w:tcPr>
          <w:p w14:paraId="0ED82355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освоения</w:t>
            </w:r>
          </w:p>
        </w:tc>
      </w:tr>
      <w:tr w:rsidR="00B70009" w:rsidRPr="00C44382" w14:paraId="78827038" w14:textId="77777777" w:rsidTr="00CC088D">
        <w:trPr>
          <w:cantSplit/>
          <w:tblHeader/>
        </w:trPr>
        <w:tc>
          <w:tcPr>
            <w:tcW w:w="2586" w:type="dxa"/>
            <w:gridSpan w:val="2"/>
            <w:vMerge/>
          </w:tcPr>
          <w:p w14:paraId="129F076C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 w:val="restart"/>
          </w:tcPr>
          <w:p w14:paraId="79EC65C4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3"/>
          </w:tcPr>
          <w:p w14:paraId="7D08FE7F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Обязательные аудиторные учебные занятия</w:t>
            </w:r>
          </w:p>
        </w:tc>
        <w:tc>
          <w:tcPr>
            <w:tcW w:w="2410" w:type="dxa"/>
            <w:gridSpan w:val="3"/>
          </w:tcPr>
          <w:p w14:paraId="5D18365C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Дистанционные</w:t>
            </w:r>
            <w:r w:rsidRPr="00C44382">
              <w:rPr>
                <w:rFonts w:ascii="Times New Roman" w:hAnsi="Times New Roman" w:cs="Times New Roman"/>
                <w:sz w:val="24"/>
                <w:szCs w:val="24"/>
              </w:rPr>
              <w:br/>
              <w:t>занятия</w:t>
            </w:r>
          </w:p>
        </w:tc>
        <w:tc>
          <w:tcPr>
            <w:tcW w:w="1985" w:type="dxa"/>
            <w:gridSpan w:val="2"/>
          </w:tcPr>
          <w:p w14:paraId="04EA5ABE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/>
          </w:tcPr>
          <w:p w14:paraId="2DA7CD0B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1971E44F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 w:val="restart"/>
          </w:tcPr>
          <w:p w14:paraId="41505ED9" w14:textId="77777777" w:rsidR="00B70009" w:rsidRPr="00C44382" w:rsidRDefault="00B70009" w:rsidP="00CC0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2" w:type="dxa"/>
            <w:vMerge w:val="restart"/>
          </w:tcPr>
          <w:p w14:paraId="435394DB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B70009" w:rsidRPr="00C44382" w14:paraId="4C6A9DC9" w14:textId="77777777" w:rsidTr="00CC088D">
        <w:trPr>
          <w:cantSplit/>
          <w:tblHeader/>
        </w:trPr>
        <w:tc>
          <w:tcPr>
            <w:tcW w:w="2586" w:type="dxa"/>
            <w:gridSpan w:val="2"/>
            <w:vMerge/>
          </w:tcPr>
          <w:p w14:paraId="3F180C4E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14:paraId="189CDED6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551D6AB1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</w:tcPr>
          <w:p w14:paraId="6492F5EB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851" w:type="dxa"/>
            <w:vMerge w:val="restart"/>
          </w:tcPr>
          <w:p w14:paraId="74F12E9B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</w:tcPr>
          <w:p w14:paraId="6395E246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848" w:type="dxa"/>
            <w:vMerge w:val="restart"/>
          </w:tcPr>
          <w:p w14:paraId="08167BEA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7" w:type="dxa"/>
            <w:vMerge w:val="restart"/>
          </w:tcPr>
          <w:p w14:paraId="619C635F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 т. ч. консультаций при выполнении самостоятельной работы</w:t>
            </w:r>
          </w:p>
        </w:tc>
        <w:tc>
          <w:tcPr>
            <w:tcW w:w="1134" w:type="dxa"/>
            <w:vMerge/>
          </w:tcPr>
          <w:p w14:paraId="479D2986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734ED6BD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14:paraId="3291016E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14:paraId="7FF09AAB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009" w:rsidRPr="00C44382" w14:paraId="1B76539F" w14:textId="77777777" w:rsidTr="00CC088D">
        <w:trPr>
          <w:cantSplit/>
          <w:tblHeader/>
        </w:trPr>
        <w:tc>
          <w:tcPr>
            <w:tcW w:w="2586" w:type="dxa"/>
            <w:gridSpan w:val="2"/>
            <w:vMerge/>
            <w:tcBorders>
              <w:bottom w:val="double" w:sz="4" w:space="0" w:color="auto"/>
            </w:tcBorders>
          </w:tcPr>
          <w:p w14:paraId="3134180A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bottom w:val="double" w:sz="4" w:space="0" w:color="auto"/>
            </w:tcBorders>
          </w:tcPr>
          <w:p w14:paraId="368B0050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0D97DE3F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1635E0EB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2C025C88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(деловые игры, тренинги)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71A499FB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52B42473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63E729C4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48" w:type="dxa"/>
            <w:vMerge/>
            <w:tcBorders>
              <w:bottom w:val="double" w:sz="4" w:space="0" w:color="auto"/>
            </w:tcBorders>
          </w:tcPr>
          <w:p w14:paraId="363A23D0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bottom w:val="double" w:sz="4" w:space="0" w:color="auto"/>
            </w:tcBorders>
          </w:tcPr>
          <w:p w14:paraId="6F7CB3B5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E071C18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bottom w:val="double" w:sz="4" w:space="0" w:color="auto"/>
            </w:tcBorders>
          </w:tcPr>
          <w:p w14:paraId="11CD8995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bottom w:val="double" w:sz="4" w:space="0" w:color="auto"/>
            </w:tcBorders>
          </w:tcPr>
          <w:p w14:paraId="1523C9D6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bottom w:val="double" w:sz="4" w:space="0" w:color="auto"/>
            </w:tcBorders>
          </w:tcPr>
          <w:p w14:paraId="1902CCC5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009" w:rsidRPr="00C44382" w14:paraId="23018944" w14:textId="77777777" w:rsidTr="003977B4">
        <w:trPr>
          <w:cantSplit/>
        </w:trPr>
        <w:tc>
          <w:tcPr>
            <w:tcW w:w="534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2572BB21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2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3D819597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11" w:type="dxa"/>
            <w:tcBorders>
              <w:top w:val="double" w:sz="4" w:space="0" w:color="auto"/>
              <w:bottom w:val="single" w:sz="4" w:space="0" w:color="auto"/>
            </w:tcBorders>
          </w:tcPr>
          <w:p w14:paraId="2F5488F7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14:paraId="59172DAB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14:paraId="693FCCF7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</w:tcPr>
          <w:p w14:paraId="4FA70362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14:paraId="5539B6C5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14:paraId="22257A30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14:paraId="12CD3604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48" w:type="dxa"/>
            <w:tcBorders>
              <w:top w:val="double" w:sz="4" w:space="0" w:color="auto"/>
              <w:bottom w:val="single" w:sz="4" w:space="0" w:color="auto"/>
            </w:tcBorders>
          </w:tcPr>
          <w:p w14:paraId="659E023B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7" w:type="dxa"/>
            <w:tcBorders>
              <w:top w:val="double" w:sz="4" w:space="0" w:color="auto"/>
              <w:bottom w:val="single" w:sz="4" w:space="0" w:color="auto"/>
            </w:tcBorders>
          </w:tcPr>
          <w:p w14:paraId="79C875E9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14:paraId="1A605BBD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5" w:type="dxa"/>
            <w:tcBorders>
              <w:top w:val="double" w:sz="4" w:space="0" w:color="auto"/>
              <w:bottom w:val="single" w:sz="4" w:space="0" w:color="auto"/>
            </w:tcBorders>
          </w:tcPr>
          <w:p w14:paraId="7DAC314E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3" w:type="dxa"/>
            <w:tcBorders>
              <w:top w:val="double" w:sz="4" w:space="0" w:color="auto"/>
              <w:bottom w:val="single" w:sz="4" w:space="0" w:color="auto"/>
            </w:tcBorders>
          </w:tcPr>
          <w:p w14:paraId="51EC80C2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82" w:type="dxa"/>
            <w:tcBorders>
              <w:top w:val="double" w:sz="4" w:space="0" w:color="auto"/>
              <w:bottom w:val="single" w:sz="4" w:space="0" w:color="auto"/>
            </w:tcBorders>
          </w:tcPr>
          <w:p w14:paraId="79148364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70009" w:rsidRPr="00C44382" w14:paraId="6449C7C2" w14:textId="77777777" w:rsidTr="003977B4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FBCBF3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CBDF60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Охрана труда и промышленная безопасность</w:t>
            </w:r>
            <w:r>
              <w:rPr>
                <w:rStyle w:val="af8"/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footnoteReference w:id="10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</w:tcPr>
          <w:p w14:paraId="52454542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67ED795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B214A78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732A12F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C5E3569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533AC81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A6D7C8B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554FDCBA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73D3ABB3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6EF3F5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2D91B048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49248F6D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1A9F1733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</w:tr>
      <w:tr w:rsidR="00B70009" w:rsidRPr="00C44382" w14:paraId="0E08BF97" w14:textId="77777777" w:rsidTr="003977B4">
        <w:trPr>
          <w:cantSplit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813B35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C9695F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Основы экологии и экологическая безопасность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06DC4AF1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C33A278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3ECA1CB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807DE88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0F0F5ED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7175BDD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62C1429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740E51DE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4679DD8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61F4C65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29C2B23C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2D3C5EDF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001057E6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–</w:t>
            </w:r>
          </w:p>
        </w:tc>
      </w:tr>
      <w:tr w:rsidR="00B70009" w:rsidRPr="00C44382" w14:paraId="517C8DE5" w14:textId="77777777" w:rsidTr="00CC088D">
        <w:trPr>
          <w:cantSplit/>
        </w:trPr>
        <w:tc>
          <w:tcPr>
            <w:tcW w:w="25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AABDB5" w14:textId="77777777" w:rsidR="00B70009" w:rsidRPr="00C44382" w:rsidRDefault="00B70009" w:rsidP="00CC088D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313C6C37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61048BF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9C3C78D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6CB4DB5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070D84C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4269048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67A0E98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738EC165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469E3A46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F2E6F90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737AC2DF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4792E3DD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693C830E" w14:textId="77777777" w:rsidR="00B70009" w:rsidRPr="00C44382" w:rsidRDefault="00B70009" w:rsidP="00CC088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7BF8" w:rsidRPr="00C44382" w14:paraId="0F1A5352" w14:textId="77777777" w:rsidTr="00CC088D">
        <w:trPr>
          <w:cantSplit/>
        </w:trPr>
        <w:tc>
          <w:tcPr>
            <w:tcW w:w="2586" w:type="dxa"/>
            <w:gridSpan w:val="2"/>
            <w:tcBorders>
              <w:top w:val="single" w:sz="4" w:space="0" w:color="auto"/>
            </w:tcBorders>
          </w:tcPr>
          <w:p w14:paraId="325C73EB" w14:textId="768D525F" w:rsidR="00207BF8" w:rsidRPr="00207BF8" w:rsidRDefault="00207BF8" w:rsidP="00207BF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F8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811" w:type="dxa"/>
          </w:tcPr>
          <w:p w14:paraId="1FD7BD2A" w14:textId="37597549" w:rsidR="00207BF8" w:rsidRPr="00CB33F5" w:rsidRDefault="00CB33F5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3280AFFA" w14:textId="0E9298D7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0DEBDABF" w14:textId="3BD27855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5" w:type="dxa"/>
          </w:tcPr>
          <w:p w14:paraId="2C338B75" w14:textId="20CFAEB1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5079D893" w14:textId="37B00590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6D766DC5" w14:textId="7A888FF1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</w:tcPr>
          <w:p w14:paraId="735E0DC2" w14:textId="7BA22A4F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48" w:type="dxa"/>
          </w:tcPr>
          <w:p w14:paraId="7A42BA98" w14:textId="432BD4CD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7" w:type="dxa"/>
          </w:tcPr>
          <w:p w14:paraId="6CFD4171" w14:textId="37AE5F6A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14:paraId="4AC47F5D" w14:textId="0D0DF00D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1232353148"/>
            <w:placeholder>
              <w:docPart w:val="64C4197CFBAC48E5BC3EEE2172F2E148"/>
            </w:placeholder>
            <w:showingPlcHdr/>
            <w:dropDownList>
              <w:listItem w:value="Выберите элемент."/>
              <w:listItem w:displayText="Зачет" w:value="Зачет"/>
              <w:listItem w:displayText="Экзамен" w:value="Экзамен"/>
            </w:dropDownList>
          </w:sdtPr>
          <w:sdtEndPr/>
          <w:sdtContent>
            <w:tc>
              <w:tcPr>
                <w:tcW w:w="1175" w:type="dxa"/>
              </w:tcPr>
              <w:p w14:paraId="6F57019A" w14:textId="6ABEDD04" w:rsidR="00207BF8" w:rsidRPr="00CB33F5" w:rsidRDefault="00207BF8" w:rsidP="00207BF8">
                <w:pPr>
                  <w:spacing w:before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B33F5">
                  <w:rPr>
                    <w:rStyle w:val="afb"/>
                    <w:color w:val="auto"/>
                  </w:rPr>
                  <w:t>Выберите элемент.</w:t>
                </w:r>
              </w:p>
            </w:tc>
          </w:sdtContent>
        </w:sdt>
        <w:tc>
          <w:tcPr>
            <w:tcW w:w="683" w:type="dxa"/>
          </w:tcPr>
          <w:p w14:paraId="77E56395" w14:textId="72C3F497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82" w:type="dxa"/>
          </w:tcPr>
          <w:p w14:paraId="362A4809" w14:textId="110DE2FE" w:rsidR="00207BF8" w:rsidRPr="00CB33F5" w:rsidRDefault="00207BF8" w:rsidP="00207BF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B33F5" w:rsidRPr="00C44382" w14:paraId="2045A59B" w14:textId="77777777" w:rsidTr="00CC088D">
        <w:trPr>
          <w:cantSplit/>
        </w:trPr>
        <w:tc>
          <w:tcPr>
            <w:tcW w:w="2586" w:type="dxa"/>
            <w:gridSpan w:val="2"/>
          </w:tcPr>
          <w:p w14:paraId="7FFB204A" w14:textId="77777777" w:rsidR="00CB33F5" w:rsidRPr="00C44382" w:rsidRDefault="00CB33F5" w:rsidP="00CB33F5">
            <w:pPr>
              <w:spacing w:before="1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Итого</w:t>
            </w:r>
          </w:p>
        </w:tc>
        <w:tc>
          <w:tcPr>
            <w:tcW w:w="811" w:type="dxa"/>
          </w:tcPr>
          <w:p w14:paraId="6012BD3A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F24E22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709" w:type="dxa"/>
          </w:tcPr>
          <w:p w14:paraId="6FAC560D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275" w:type="dxa"/>
          </w:tcPr>
          <w:p w14:paraId="416E198C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14:paraId="37D6EE32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7CC1F0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2902DC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848" w:type="dxa"/>
          </w:tcPr>
          <w:p w14:paraId="1C5F7044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7" w:type="dxa"/>
          </w:tcPr>
          <w:p w14:paraId="146298FA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14:paraId="2593721C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d w:val="363712322"/>
            <w:placeholder>
              <w:docPart w:val="DC0ABD28478B46B5B0737F708D49A204"/>
            </w:placeholder>
            <w:showingPlcHdr/>
            <w:dropDownList>
              <w:listItem w:value="Выберите элемент."/>
              <w:listItem w:displayText="1" w:value="1"/>
              <w:listItem w:displayText="2" w:value="2"/>
              <w:listItem w:displayText="–" w:value="–"/>
            </w:dropDownList>
          </w:sdtPr>
          <w:sdtEndPr/>
          <w:sdtContent>
            <w:tc>
              <w:tcPr>
                <w:tcW w:w="1175" w:type="dxa"/>
              </w:tcPr>
              <w:p w14:paraId="248D53FF" w14:textId="1DFEA329" w:rsidR="00CB33F5" w:rsidRPr="00C44382" w:rsidRDefault="00CB33F5" w:rsidP="00CB33F5">
                <w:pPr>
                  <w:spacing w:before="120"/>
                  <w:jc w:val="center"/>
                  <w:rPr>
                    <w:rFonts w:ascii="Times New Roman" w:hAnsi="Times New Roman" w:cs="Times New Roman"/>
                    <w:b/>
                    <w:color w:val="FF0000"/>
                    <w:sz w:val="24"/>
                    <w:szCs w:val="24"/>
                  </w:rPr>
                </w:pPr>
                <w:r w:rsidRPr="00140518">
                  <w:rPr>
                    <w:rStyle w:val="afb"/>
                  </w:rPr>
                  <w:t>Выберите элемент.</w:t>
                </w:r>
              </w:p>
            </w:tc>
          </w:sdtContent>
        </w:sdt>
        <w:tc>
          <w:tcPr>
            <w:tcW w:w="683" w:type="dxa"/>
          </w:tcPr>
          <w:p w14:paraId="5CDC1D79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  <w:tc>
          <w:tcPr>
            <w:tcW w:w="982" w:type="dxa"/>
          </w:tcPr>
          <w:p w14:paraId="0363A1DF" w14:textId="77777777" w:rsidR="00CB33F5" w:rsidRPr="00C44382" w:rsidRDefault="00CB33F5" w:rsidP="00CB33F5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–</w:t>
            </w:r>
          </w:p>
        </w:tc>
      </w:tr>
      <w:tr w:rsidR="00CB33F5" w:rsidRPr="00C44382" w14:paraId="75DFFC18" w14:textId="77777777" w:rsidTr="00CC088D">
        <w:trPr>
          <w:cantSplit/>
        </w:trPr>
        <w:tc>
          <w:tcPr>
            <w:tcW w:w="14601" w:type="dxa"/>
            <w:gridSpan w:val="15"/>
          </w:tcPr>
          <w:p w14:paraId="2AEEEAA0" w14:textId="77777777" w:rsidR="00CB33F5" w:rsidRPr="00C44382" w:rsidRDefault="00CB33F5" w:rsidP="00CB33F5">
            <w:pPr>
              <w:spacing w:before="120"/>
              <w:ind w:firstLine="45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44382">
              <w:rPr>
                <w:rFonts w:ascii="Times New Roman" w:hAnsi="Times New Roman" w:cs="Times New Roman"/>
                <w:spacing w:val="40"/>
                <w:sz w:val="20"/>
                <w:szCs w:val="24"/>
              </w:rPr>
              <w:t>Примечание</w:t>
            </w: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 xml:space="preserve"> – Для характеристики уровня освоения учебного материала используются следующие обозначения:</w:t>
            </w:r>
          </w:p>
          <w:p w14:paraId="2AABC242" w14:textId="77777777" w:rsidR="00CB33F5" w:rsidRPr="00C44382" w:rsidRDefault="00CB33F5" w:rsidP="00CB33F5">
            <w:pPr>
              <w:ind w:firstLine="45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>1 – ознакомительный (воспроизведение информации, узнавание (распознавание), объяснение ранее изученных объектов, свойств и т. п.);</w:t>
            </w:r>
          </w:p>
          <w:p w14:paraId="1A48386B" w14:textId="77777777" w:rsidR="00CB33F5" w:rsidRPr="00C44382" w:rsidRDefault="00CB33F5" w:rsidP="00CB33F5">
            <w:pPr>
              <w:ind w:firstLine="45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>2 – репродуктивный (выполнение деятельности по образцу, инструкции или под руководством);</w:t>
            </w:r>
          </w:p>
          <w:p w14:paraId="5FA91D90" w14:textId="77777777" w:rsidR="00CB33F5" w:rsidRPr="00C44382" w:rsidRDefault="00CB33F5" w:rsidP="00CB33F5">
            <w:pPr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382">
              <w:rPr>
                <w:rFonts w:ascii="Times New Roman" w:hAnsi="Times New Roman" w:cs="Times New Roman"/>
                <w:sz w:val="20"/>
                <w:szCs w:val="24"/>
              </w:rPr>
              <w:t>3 – продуктивный (самостоятельное планирование и выполнение деятельности, решение проблемных задач).</w:t>
            </w:r>
          </w:p>
        </w:tc>
      </w:tr>
    </w:tbl>
    <w:p w14:paraId="404C535C" w14:textId="4D5E1A1F" w:rsidR="003C1A84" w:rsidRDefault="003C1A84" w:rsidP="000F2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1D0868" w14:textId="77777777" w:rsidR="003C1A84" w:rsidRDefault="003C1A84" w:rsidP="000F2F3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C1A84" w:rsidSect="00FC2F6F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bookmarkStart w:id="45" w:name="_Toc20491217" w:displacedByCustomXml="next"/>
    <w:bookmarkStart w:id="46" w:name="_Toc98411324" w:displacedByCustomXml="next"/>
    <w:sdt>
      <w:sdtPr>
        <w:id w:val="609093442"/>
        <w:lock w:val="contentLocked"/>
        <w:placeholder>
          <w:docPart w:val="DefaultPlaceholder_-1854013440"/>
        </w:placeholder>
      </w:sdtPr>
      <w:sdtEndPr/>
      <w:sdtContent>
        <w:p w14:paraId="06724CBF" w14:textId="74739BA6" w:rsidR="000F2F3D" w:rsidRPr="0004233A" w:rsidRDefault="00CB373A" w:rsidP="00AF2522">
          <w:pPr>
            <w:pStyle w:val="21"/>
          </w:pPr>
          <w:r w:rsidRPr="003C1A84">
            <w:t>9.</w:t>
          </w:r>
          <w:r w:rsidR="0004233A" w:rsidRPr="003C1A84">
            <w:t>2 Содержание программы повышения квалификации по курсу</w:t>
          </w:r>
        </w:p>
        <w:bookmarkEnd w:id="45" w:displacedByCustomXml="next"/>
        <w:bookmarkEnd w:id="46" w:displacedByCustomXml="next"/>
      </w:sdtContent>
    </w:sdt>
    <w:sdt>
      <w:sdtPr>
        <w:rPr>
          <w:rFonts w:ascii="Times New Roman" w:hAnsi="Times New Roman" w:cs="Times New Roman"/>
          <w:b/>
          <w:sz w:val="28"/>
          <w:szCs w:val="28"/>
        </w:rPr>
        <w:id w:val="-1625074442"/>
        <w:placeholder>
          <w:docPart w:val="DefaultPlaceholder_-1854013440"/>
        </w:placeholder>
      </w:sdtPr>
      <w:sdtEndPr>
        <w:rPr>
          <w:b w:val="0"/>
        </w:rPr>
      </w:sdtEndPr>
      <w:sdtContent>
        <w:p w14:paraId="170A91A4" w14:textId="4A70419C" w:rsidR="003C1A84" w:rsidRDefault="003C1A84" w:rsidP="00F57CF1">
          <w:pPr>
            <w:tabs>
              <w:tab w:val="left" w:pos="993"/>
            </w:tabs>
            <w:spacing w:before="240" w:after="240" w:line="30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Раздел 1 Вводное занятие</w:t>
          </w:r>
        </w:p>
        <w:p w14:paraId="708C939A" w14:textId="403E993E" w:rsidR="00243BEA" w:rsidRDefault="00243BEA" w:rsidP="00243BEA">
          <w:pPr>
            <w:tabs>
              <w:tab w:val="left" w:pos="993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Ознакомление слушателей с расписанием занятий. Мотивация слушателей на обучение. Ознакомление слушателей с инструментами корпоративного обучения («СНФПО Онлайн</w:t>
          </w:r>
          <w:r w:rsidR="00831CC5">
            <w:rPr>
              <w:rFonts w:ascii="Times New Roman" w:hAnsi="Times New Roman" w:cs="Times New Roman"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sz w:val="28"/>
              <w:szCs w:val="28"/>
            </w:rPr>
            <w:t>, Фонд УММ).</w:t>
          </w:r>
        </w:p>
      </w:sdtContent>
    </w:sdt>
    <w:p w14:paraId="69F6E69E" w14:textId="61FA0CF7" w:rsidR="006458F8" w:rsidRDefault="003C1A84" w:rsidP="003208A4">
      <w:pPr>
        <w:tabs>
          <w:tab w:val="left" w:pos="993"/>
        </w:tabs>
        <w:spacing w:before="36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="001976D5" w:rsidRPr="00992F71">
        <w:rPr>
          <w:rFonts w:ascii="Times New Roman" w:hAnsi="Times New Roman" w:cs="Times New Roman"/>
          <w:b/>
          <w:sz w:val="28"/>
          <w:szCs w:val="28"/>
        </w:rPr>
        <w:t> </w:t>
      </w:r>
      <w:r w:rsidR="00DB1703" w:rsidRPr="00DB1703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раздела</w:t>
      </w:r>
    </w:p>
    <w:p w14:paraId="3FFA342F" w14:textId="7A55B360" w:rsidR="00F25FED" w:rsidRDefault="003C1A84" w:rsidP="003208A4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</w:t>
      </w:r>
      <w:r w:rsidR="003455A5">
        <w:rPr>
          <w:rFonts w:ascii="Times New Roman" w:hAnsi="Times New Roman" w:cs="Times New Roman"/>
          <w:b/>
          <w:sz w:val="28"/>
          <w:szCs w:val="28"/>
        </w:rPr>
        <w:t>.1</w:t>
      </w:r>
      <w:r w:rsidR="00F25FED">
        <w:rPr>
          <w:rFonts w:ascii="Times New Roman" w:hAnsi="Times New Roman" w:cs="Times New Roman"/>
          <w:b/>
          <w:sz w:val="28"/>
          <w:szCs w:val="28"/>
        </w:rPr>
        <w:t> </w:t>
      </w:r>
      <w:r w:rsidR="00DB1703" w:rsidRPr="00DB1703"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  <w:t>Название темы</w:t>
      </w:r>
    </w:p>
    <w:p w14:paraId="7CB0C16B" w14:textId="1BDFA803" w:rsidR="00DB1703" w:rsidRPr="00DB1703" w:rsidRDefault="005B172D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Приводится</w:t>
      </w:r>
      <w:r w:rsidR="00DB1703" w:rsidRPr="00DB170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описание содержания раздела/темы.</w:t>
      </w:r>
    </w:p>
    <w:p w14:paraId="23F9179D" w14:textId="77777777" w:rsidR="00DB1703" w:rsidRPr="00DB1703" w:rsidRDefault="00DB1703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Например:</w:t>
      </w:r>
    </w:p>
    <w:p w14:paraId="260BB1B0" w14:textId="77777777" w:rsidR="00AC23EC" w:rsidRPr="00DB1703" w:rsidRDefault="00AC23EC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Подходы к определению понятия «риск» в экономике и в управлении организацией. Событие риска, последствия риска. Условия риска как объективные условия функционирования и развития организации. Риск как следствие внешнего воздействия на организацию. Концепция конфликта целей в организации.</w:t>
      </w:r>
    </w:p>
    <w:p w14:paraId="29AC63A3" w14:textId="77777777" w:rsidR="00AC23EC" w:rsidRDefault="00AC23EC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i/>
          <w:color w:val="FF0000"/>
          <w:sz w:val="28"/>
          <w:szCs w:val="28"/>
        </w:rPr>
        <w:t>Роль социально-экономического развития общества в эволюции теории и практики управления рисками.</w:t>
      </w:r>
    </w:p>
    <w:p w14:paraId="55772E9E" w14:textId="77777777" w:rsidR="00DB1703" w:rsidRPr="00DB1703" w:rsidRDefault="00DB1703" w:rsidP="003977B4">
      <w:pPr>
        <w:tabs>
          <w:tab w:val="left" w:pos="993"/>
        </w:tabs>
        <w:spacing w:before="120" w:after="0" w:line="30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B1703">
        <w:rPr>
          <w:rFonts w:ascii="Times New Roman" w:hAnsi="Times New Roman" w:cs="Times New Roman"/>
          <w:b/>
          <w:color w:val="FF0000"/>
          <w:sz w:val="28"/>
          <w:szCs w:val="28"/>
        </w:rPr>
        <w:t>П</w:t>
      </w:r>
      <w:r w:rsidR="00AD66E9">
        <w:rPr>
          <w:rFonts w:ascii="Times New Roman" w:hAnsi="Times New Roman" w:cs="Times New Roman"/>
          <w:b/>
          <w:color w:val="FF0000"/>
          <w:sz w:val="28"/>
          <w:szCs w:val="28"/>
        </w:rPr>
        <w:t>рактические занятия</w:t>
      </w:r>
    </w:p>
    <w:p w14:paraId="58444B66" w14:textId="77777777" w:rsidR="00214BDD" w:rsidRPr="003C1A84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C1A84">
        <w:rPr>
          <w:rFonts w:ascii="Times New Roman" w:hAnsi="Times New Roman" w:cs="Times New Roman"/>
          <w:i/>
          <w:color w:val="FF0000"/>
          <w:sz w:val="28"/>
          <w:szCs w:val="28"/>
        </w:rPr>
        <w:t>Практическое изучение…</w:t>
      </w:r>
    </w:p>
    <w:p w14:paraId="4F0D6664" w14:textId="77777777" w:rsidR="00AD66E9" w:rsidRPr="003C1A84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C1A84">
        <w:rPr>
          <w:rFonts w:ascii="Times New Roman" w:hAnsi="Times New Roman" w:cs="Times New Roman"/>
          <w:i/>
          <w:color w:val="FF0000"/>
          <w:sz w:val="28"/>
          <w:szCs w:val="28"/>
        </w:rPr>
        <w:t>Разбор…</w:t>
      </w:r>
    </w:p>
    <w:p w14:paraId="501DD81A" w14:textId="77777777" w:rsidR="00AD66E9" w:rsidRPr="003C1A84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C1A84">
        <w:rPr>
          <w:rFonts w:ascii="Times New Roman" w:hAnsi="Times New Roman" w:cs="Times New Roman"/>
          <w:i/>
          <w:color w:val="FF0000"/>
          <w:sz w:val="28"/>
          <w:szCs w:val="28"/>
        </w:rPr>
        <w:t>Исследование влияния…</w:t>
      </w:r>
    </w:p>
    <w:p w14:paraId="23F84C1E" w14:textId="77777777" w:rsidR="00AD66E9" w:rsidRPr="003C1A84" w:rsidRDefault="00AD66E9" w:rsidP="006F39FD">
      <w:pPr>
        <w:tabs>
          <w:tab w:val="left" w:pos="993"/>
        </w:tabs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C1A84">
        <w:rPr>
          <w:rFonts w:ascii="Times New Roman" w:hAnsi="Times New Roman" w:cs="Times New Roman"/>
          <w:i/>
          <w:color w:val="FF0000"/>
          <w:sz w:val="28"/>
          <w:szCs w:val="28"/>
        </w:rPr>
        <w:t>Отработка навыков…</w:t>
      </w:r>
    </w:p>
    <w:p w14:paraId="4176D7CB" w14:textId="629362A9" w:rsidR="00AC23EC" w:rsidRDefault="00AC23EC" w:rsidP="003977B4">
      <w:pPr>
        <w:keepNext/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AC23EC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C1A84">
        <w:rPr>
          <w:rFonts w:ascii="Times New Roman" w:hAnsi="Times New Roman" w:cs="Times New Roman"/>
          <w:b/>
          <w:sz w:val="28"/>
          <w:szCs w:val="28"/>
        </w:rPr>
        <w:t>2</w:t>
      </w:r>
      <w:r w:rsidRPr="00AC23EC">
        <w:rPr>
          <w:rFonts w:ascii="Times New Roman" w:hAnsi="Times New Roman" w:cs="Times New Roman"/>
          <w:b/>
          <w:sz w:val="28"/>
          <w:szCs w:val="28"/>
        </w:rPr>
        <w:t>.2 </w:t>
      </w:r>
      <w:r w:rsidR="00DB1703" w:rsidRPr="00DB1703">
        <w:rPr>
          <w:rFonts w:ascii="Times New Roman" w:hAnsi="Times New Roman" w:cs="Times New Roman"/>
          <w:b/>
          <w:i/>
          <w:color w:val="FF0000"/>
          <w:sz w:val="28"/>
          <w:szCs w:val="28"/>
        </w:rPr>
        <w:t>Название темы</w:t>
      </w:r>
    </w:p>
    <w:p w14:paraId="0B4AA308" w14:textId="77777777" w:rsidR="00FE6CF2" w:rsidRDefault="00FE6CF2" w:rsidP="003977B4">
      <w:pPr>
        <w:keepNext/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AC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36171">
        <w:rPr>
          <w:rFonts w:ascii="Times New Roman" w:hAnsi="Times New Roman" w:cs="Times New Roman"/>
          <w:b/>
          <w:color w:val="FF0000"/>
          <w:sz w:val="28"/>
          <w:szCs w:val="28"/>
        </w:rPr>
        <w:t>N</w:t>
      </w:r>
      <w:r w:rsidRPr="00F06AC4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F06AC4">
        <w:rPr>
          <w:rFonts w:ascii="Times New Roman" w:hAnsi="Times New Roman" w:cs="Times New Roman"/>
          <w:b/>
          <w:sz w:val="28"/>
          <w:szCs w:val="28"/>
        </w:rPr>
        <w:t>Охрана труда и промышленная безопасность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-1327817346"/>
        <w:placeholder>
          <w:docPart w:val="DefaultPlaceholder_-1854013440"/>
        </w:placeholder>
      </w:sdtPr>
      <w:sdtEndPr/>
      <w:sdtContent>
        <w:p w14:paraId="495D2A0B" w14:textId="263B9FCB" w:rsidR="00FE6CF2" w:rsidRDefault="00FE6CF2" w:rsidP="00FE6CF2">
          <w:pPr>
            <w:shd w:val="clear" w:color="auto" w:fill="FFFFFF"/>
            <w:tabs>
              <w:tab w:val="left" w:pos="3948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C57EFA">
            <w:rPr>
              <w:rFonts w:ascii="Times New Roman" w:hAnsi="Times New Roman" w:cs="Times New Roman"/>
              <w:bCs/>
              <w:sz w:val="28"/>
              <w:szCs w:val="28"/>
            </w:rPr>
            <w:t>Основные понятия. Управление охраной труда. Обязанности работодателя по обеспечению безопасных условий и охраны труда. Права и обязанности работника. Опасные и вредные производственные факторы. Основы предупреждения производственного травматизма. Порядок расследования и учета несчастных случаев на производстве. Оказание первой помощи пострадавшим на производстве.</w:t>
          </w:r>
        </w:p>
        <w:p w14:paraId="1622D46C" w14:textId="305ACB72" w:rsidR="00FE6CF2" w:rsidRPr="00C57EFA" w:rsidRDefault="00FE6CF2" w:rsidP="00FE6CF2">
          <w:pPr>
            <w:shd w:val="clear" w:color="auto" w:fill="FFFFFF"/>
            <w:tabs>
              <w:tab w:val="left" w:pos="3948"/>
            </w:tabs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A45DB6">
            <w:rPr>
              <w:rFonts w:ascii="Times New Roman" w:hAnsi="Times New Roman" w:cs="Times New Roman"/>
              <w:bCs/>
              <w:sz w:val="28"/>
              <w:szCs w:val="28"/>
            </w:rPr>
            <w:t>Основные понятия в области промышленной безопасности. Опасные производственные объекты. Требования промышленной безопасности. Правовое регулирование в области промышленной безопасности. Требования промышленной безопасности к эксплуатации опасного производственного объекта. Требования к организации производственного контроля за соблюдением требований промышленной безопасности. Федер</w:t>
          </w:r>
          <w:r w:rsidR="003977B4">
            <w:rPr>
              <w:rFonts w:ascii="Times New Roman" w:hAnsi="Times New Roman" w:cs="Times New Roman"/>
              <w:bCs/>
              <w:sz w:val="28"/>
              <w:szCs w:val="28"/>
            </w:rPr>
            <w:t>альный государственный надзор в </w:t>
          </w:r>
          <w:r w:rsidRPr="00A45DB6">
            <w:rPr>
              <w:rFonts w:ascii="Times New Roman" w:hAnsi="Times New Roman" w:cs="Times New Roman"/>
              <w:bCs/>
              <w:sz w:val="28"/>
              <w:szCs w:val="28"/>
            </w:rPr>
            <w:t>области промышленной безопасности. Ответственность за нарушение законодательства в области промышленной безопасности.</w:t>
          </w:r>
        </w:p>
      </w:sdtContent>
    </w:sdt>
    <w:p w14:paraId="513BE057" w14:textId="77777777" w:rsidR="00FE6CF2" w:rsidRDefault="00FE6CF2" w:rsidP="00FE6CF2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AC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36171">
        <w:rPr>
          <w:rFonts w:ascii="Times New Roman" w:hAnsi="Times New Roman" w:cs="Times New Roman"/>
          <w:b/>
          <w:color w:val="FF0000"/>
          <w:sz w:val="28"/>
          <w:szCs w:val="28"/>
        </w:rPr>
        <w:t>N</w:t>
      </w:r>
      <w:r w:rsidRPr="00F06AC4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F06AC4">
        <w:rPr>
          <w:rFonts w:ascii="Times New Roman" w:hAnsi="Times New Roman" w:cs="Times New Roman"/>
          <w:b/>
          <w:sz w:val="28"/>
          <w:szCs w:val="28"/>
        </w:rPr>
        <w:t>Основы экологии и экологическая безопасность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2020963864"/>
        <w:placeholder>
          <w:docPart w:val="DefaultPlaceholder_-1854013440"/>
        </w:placeholder>
      </w:sdtPr>
      <w:sdtEndPr/>
      <w:sdtContent>
        <w:p w14:paraId="011A50C9" w14:textId="7D0B7957" w:rsidR="00FE6CF2" w:rsidRPr="00F06AC4" w:rsidRDefault="00FE6CF2" w:rsidP="003977B4">
          <w:pPr>
            <w:spacing w:after="0" w:line="30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F06AC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Техногенные загрязнения окружающей среды и основные методы ее защиты. Показатели качества окружающей среды. Источники загрязнения атмосферы. Рассеивание выбросов в атмосфере. Оценка воздействия на окружающую среду. Порядок проведения </w:t>
          </w:r>
          <w:r w:rsidR="003977B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оценки воздействия на окружающую среду</w:t>
          </w:r>
          <w:r w:rsidRPr="00F06AC4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. Понятие экологического риска. Снижение негативного воздействия энергетических предприятий на окружающую среду. </w:t>
          </w:r>
        </w:p>
      </w:sdtContent>
    </w:sdt>
    <w:p w14:paraId="2E6B6794" w14:textId="548B9E74" w:rsidR="007C216A" w:rsidRDefault="007C216A" w:rsidP="00AB1385">
      <w:pPr>
        <w:tabs>
          <w:tab w:val="left" w:pos="993"/>
        </w:tabs>
        <w:spacing w:before="240" w:after="240" w:line="300" w:lineRule="auto"/>
        <w:ind w:firstLine="709"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  <w:r>
        <w:br w:type="page"/>
      </w:r>
    </w:p>
    <w:bookmarkStart w:id="47" w:name="_Toc98411325" w:displacedByCustomXml="next"/>
    <w:sdt>
      <w:sdtPr>
        <w:id w:val="-1970581867"/>
        <w:lock w:val="contentLocked"/>
        <w:placeholder>
          <w:docPart w:val="DefaultPlaceholder_-1854013440"/>
        </w:placeholder>
      </w:sdtPr>
      <w:sdtEndPr/>
      <w:sdtContent>
        <w:p w14:paraId="69716950" w14:textId="5BE041B7" w:rsidR="007C216A" w:rsidRPr="00096B4E" w:rsidRDefault="00086630" w:rsidP="00096B4E">
          <w:pPr>
            <w:pStyle w:val="11"/>
            <w:suppressAutoHyphens/>
            <w:spacing w:before="360" w:after="360" w:line="300" w:lineRule="auto"/>
          </w:pPr>
          <w:r w:rsidRPr="00096B4E">
            <w:t>10 </w:t>
          </w:r>
          <w:r w:rsidR="007C216A" w:rsidRPr="00096B4E">
            <w:t>ОЦЕНОЧНЫЕ МАТЕРИАЛЫ ДЛЯ КОНТРОЛЯ ОСВОЕНИЯ ПРОГРАММЫ ПОВЫШЕНИЯ КВАЛИФИКАЦИИ ПО КУРСУ</w:t>
          </w:r>
        </w:p>
        <w:bookmarkEnd w:id="47" w:displacedByCustomXml="next"/>
      </w:sdtContent>
    </w:sdt>
    <w:bookmarkStart w:id="48" w:name="_Toc97127414" w:displacedByCustomXml="next"/>
    <w:bookmarkStart w:id="49" w:name="_Toc98411326" w:displacedByCustomXml="next"/>
    <w:bookmarkStart w:id="50" w:name="_Toc20491219" w:displacedByCustomXml="next"/>
    <w:sdt>
      <w:sdtPr>
        <w:rPr>
          <w:rFonts w:ascii="Times New Roman" w:eastAsiaTheme="majorEastAsia" w:hAnsi="Times New Roman" w:cs="Times New Roman"/>
          <w:b/>
          <w:bCs/>
          <w:sz w:val="28"/>
          <w:szCs w:val="28"/>
        </w:rPr>
        <w:id w:val="-523011494"/>
        <w:lock w:val="contentLocked"/>
        <w:placeholder>
          <w:docPart w:val="DefaultPlaceholder_-1854013440"/>
        </w:placeholder>
      </w:sdtPr>
      <w:sdtEndPr/>
      <w:sdtContent>
        <w:p w14:paraId="21966EF3" w14:textId="25A2C4F3" w:rsidR="003C1A84" w:rsidRDefault="003C1A84" w:rsidP="003C1A84">
          <w:pPr>
            <w:keepNext/>
            <w:keepLines/>
            <w:suppressAutoHyphens/>
            <w:autoSpaceDE w:val="0"/>
            <w:autoSpaceDN w:val="0"/>
            <w:adjustRightInd w:val="0"/>
            <w:spacing w:before="360" w:after="360" w:line="300" w:lineRule="auto"/>
            <w:ind w:firstLine="709"/>
            <w:jc w:val="both"/>
            <w:outlineLvl w:val="1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3C1A84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>10.1 Общая характеристика контроля и оценивания качества освоения программы повышения квалификации по курсу</w:t>
          </w:r>
          <w:bookmarkEnd w:id="49"/>
          <w:bookmarkEnd w:id="48"/>
          <w:r w:rsidRPr="003C1A84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  <w:t xml:space="preserve"> </w:t>
          </w:r>
        </w:p>
      </w:sdtContent>
    </w:sdt>
    <w:p w14:paraId="1C44CA59" w14:textId="77777777" w:rsidR="00997743" w:rsidRPr="00664499" w:rsidRDefault="00997743" w:rsidP="00997743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Данная информация указывается при планировании итоговой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аттестации в форме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зачета с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без выставления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 xml:space="preserve"> оценки.</w:t>
      </w:r>
    </w:p>
    <w:p w14:paraId="161381FD" w14:textId="77777777" w:rsidR="00997743" w:rsidRDefault="00997743" w:rsidP="00997743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0770FA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По итогам зачета оценивание слушател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 осуществляется с выставлением отметки «зачтено» или «не зачтено».</w:t>
      </w:r>
    </w:p>
    <w:p w14:paraId="056E8F98" w14:textId="77777777" w:rsidR="00997743" w:rsidRDefault="00997743" w:rsidP="00997743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«зачтено» ставится если слушатель знает основные определения, последователен в изложении учебного материала, демонстрирует знания в области изученного курса, владеет необходимыми умениями и навыками при выполнении практических заданий.</w:t>
      </w:r>
    </w:p>
    <w:p w14:paraId="7D877509" w14:textId="77777777" w:rsidR="00997743" w:rsidRDefault="00997743" w:rsidP="00997743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«не зачтено» ставится если слушатель не знает основных определений, непоследователен и сбивчив в изложении учебного материала, не обладает определенной системой знаний в области изученного курса, не в полной мере владеет необходимыми умениями и навыками при выполнении практических заданий.</w:t>
      </w:r>
    </w:p>
    <w:p w14:paraId="5BCC073A" w14:textId="77777777" w:rsidR="00997743" w:rsidRDefault="00997743" w:rsidP="00DC799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</w:p>
    <w:p w14:paraId="26DFF690" w14:textId="4CCC7C5E" w:rsidR="00DC799C" w:rsidRPr="00664499" w:rsidRDefault="00DC799C" w:rsidP="00DC799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экзамена или зачета с выставлением оценки.</w:t>
      </w:r>
    </w:p>
    <w:p w14:paraId="7902AC01" w14:textId="5DE47C38" w:rsidR="00DC799C" w:rsidRPr="00664499" w:rsidRDefault="00DC799C" w:rsidP="00DC799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По итогам зачета/экзамена оценивание слу</w:t>
      </w:r>
      <w:r w:rsidR="00DB1EA1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шателя осуществляется по пяти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балльной шкале в соответствии с нижеприведенными критериями.</w:t>
      </w:r>
    </w:p>
    <w:p w14:paraId="768D9D51" w14:textId="77777777" w:rsidR="00DC799C" w:rsidRPr="00664499" w:rsidRDefault="00DC799C" w:rsidP="00DC799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Отметка 2 – «неудовлетворительно»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31D92F7A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обнаруживается отсутствие владени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материалом в объеме изучаемой программы повышения квалификации;</w:t>
      </w:r>
    </w:p>
    <w:p w14:paraId="73FF2951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раскрытии особенностей развития тех или иных профессиональных идей не используются материалы современных источников;</w:t>
      </w:r>
    </w:p>
    <w:p w14:paraId="1EE10C01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представление профессиональной деятельности не рассматривается в контексте собственного профессионального опыта, практики его организации;</w:t>
      </w:r>
    </w:p>
    <w:p w14:paraId="3A963457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на вопросы не дается трактовка основных понятий, при их употреблении не указывается авторство;</w:t>
      </w:r>
    </w:p>
    <w:p w14:paraId="2F62CD5D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не имеют логически выстроенного характера, не используются такие мыслительные операции, как сравнение, анализ и обобщение.</w:t>
      </w:r>
    </w:p>
    <w:p w14:paraId="7C6D47DE" w14:textId="77777777" w:rsidR="00DC799C" w:rsidRPr="00664499" w:rsidRDefault="00DC799C" w:rsidP="00DC799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Отметка 3 – «удовлетворительно»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– 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ставится, если:</w:t>
      </w:r>
    </w:p>
    <w:p w14:paraId="076AFCBF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ответах на вопросы при раскрытии содержания вопросов недостаточно раскрываются и анализируются основные противоречия и проблемы;</w:t>
      </w:r>
    </w:p>
    <w:p w14:paraId="2E6EF0D9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раскрытии особенностей развития тех или иных профессиональных идей, а также описания профессиональной деятельности недостаточно используются материалы современных пособий и первоисточников, допускаются фактические ошибки;</w:t>
      </w:r>
    </w:p>
    <w:p w14:paraId="711A76EB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представление профессиональной деятельности частично (не в полном объеме) рассматривается в контексте собственного профессионального опыта, практики его организации;</w:t>
      </w:r>
    </w:p>
    <w:p w14:paraId="1F50F728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ются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термин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и да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ю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тся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их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определени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без ссылки на авторов;</w:t>
      </w:r>
    </w:p>
    <w:p w14:paraId="00266EA9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не имеют логически выстроенного характера, редко используются такие мыслительные оп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ерации, как сравнение, анализ и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обобщение;</w:t>
      </w:r>
    </w:p>
    <w:p w14:paraId="5D6FF48D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личная точка зрения слушателя носит формальный характер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,</w:t>
      </w:r>
      <w:r w:rsidRPr="003B43E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слушатель не обнаруживает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умения ее обосновывать и доказывать.</w:t>
      </w:r>
    </w:p>
    <w:p w14:paraId="2B05B70B" w14:textId="77777777" w:rsidR="00DC799C" w:rsidRPr="00664499" w:rsidRDefault="00DC799C" w:rsidP="00DC799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4 – «хорошо»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ставится, если:</w:t>
      </w:r>
    </w:p>
    <w:p w14:paraId="154BDF7D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частично носят проблемный характер, при раскрытии особенностей развития тех или иных профессиональных идей, а также описании профессиональной деятельности используются материалы современных пособий и первоисточников;</w:t>
      </w:r>
    </w:p>
    <w:p w14:paraId="1AC9849F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используется терминология, соответствующая конкретному периоду развития теории и практики профессиональной деятельности, где определение того или иного понятия формулируется без знания контекста его развития в системе профессионального понятийного аппарата;</w:t>
      </w:r>
    </w:p>
    <w:p w14:paraId="3FF182CE" w14:textId="77777777" w:rsidR="00DC799C" w:rsidRPr="00664499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ы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не имеют логически выстроенного характера, но используются такие мыслительные операции, как сравнение, анализ и обобщение;</w:t>
      </w:r>
    </w:p>
    <w:p w14:paraId="2F33F7C5" w14:textId="77777777" w:rsidR="00DC799C" w:rsidRPr="001A2F66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1A2F6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имеется личная точка зрения слушателя, основанная на фактическом и проблемном материале, приобретенная на лекционных, семинарских, практических занятиях и в результате самостоятельной работы.</w:t>
      </w:r>
    </w:p>
    <w:p w14:paraId="77B51FB9" w14:textId="77777777" w:rsidR="00DC799C" w:rsidRPr="001A2F66" w:rsidRDefault="00DC799C" w:rsidP="00DC799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1A2F6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Отметка 5 – «отлично» – ставится, если:</w:t>
      </w:r>
    </w:p>
    <w:p w14:paraId="7A8EF045" w14:textId="77777777" w:rsidR="00DC799C" w:rsidRPr="001A2F66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1A2F6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носят проблемный характер, при раскрытии особенностей развития тех или иных профессиональных идей, их описании используются материалы современных учебных пособий и первоисточников;</w:t>
      </w:r>
    </w:p>
    <w:p w14:paraId="58A46ED7" w14:textId="77777777" w:rsidR="00DC799C" w:rsidRPr="001A2F66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1A2F6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при ответе используется терминология, соответствующая конкретному периоду развития теории и практики, и четко формулируется определение, основанное на понимании контекста, соответствующего появлению данного термина в системе понятийного аппарата;</w:t>
      </w:r>
    </w:p>
    <w:p w14:paraId="373D1DF9" w14:textId="77777777" w:rsidR="00DC799C" w:rsidRPr="001A2F66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1A2F6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ответы на вопросы имеют логически выстроенный характер, часто используются такие мыслительные операции, как сравнение, анализ и обобщение;</w:t>
      </w:r>
    </w:p>
    <w:p w14:paraId="3EB3BA91" w14:textId="66E5424E" w:rsidR="00DC799C" w:rsidRPr="001A2F66" w:rsidRDefault="00DC799C" w:rsidP="00DC799C">
      <w:pPr>
        <w:numPr>
          <w:ilvl w:val="0"/>
          <w:numId w:val="31"/>
        </w:numPr>
        <w:tabs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1A2F6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ярко выражена личная точка зрения слушателя при обязательном владении фактическим и п</w:t>
      </w:r>
      <w:r w:rsidR="001A2F66" w:rsidRPr="001A2F6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роблемным материалом, приобретенная</w:t>
      </w:r>
      <w:r w:rsidRPr="001A2F6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на лекционных, практических, семинарских занятиях и в результате самостоятельной работы.</w:t>
      </w:r>
    </w:p>
    <w:p w14:paraId="1215890E" w14:textId="77777777" w:rsidR="002B6F0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</w:p>
    <w:p w14:paraId="5F1DD13A" w14:textId="33E277AA" w:rsidR="002B6F09" w:rsidRPr="0066449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тестирования.</w:t>
      </w:r>
    </w:p>
    <w:p w14:paraId="15F0961C" w14:textId="77777777" w:rsidR="002B6F09" w:rsidRPr="0066449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Данные оценочные материалы предназначены для проведения итоговой аттестации слушателей в форме тестирования.</w:t>
      </w:r>
    </w:p>
    <w:p w14:paraId="49BB6333" w14:textId="77777777" w:rsidR="002B6F09" w:rsidRPr="0066449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34D969C1" w14:textId="77777777" w:rsidR="002B6F09" w:rsidRPr="0066449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приведенная в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таблице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 3</w:t>
      </w:r>
      <w:r w:rsidRPr="006644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.</w:t>
      </w:r>
    </w:p>
    <w:p w14:paraId="13BADCDE" w14:textId="77777777" w:rsidR="002B6F09" w:rsidRPr="003C1A84" w:rsidRDefault="002B6F09" w:rsidP="002B6F09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3C1A84"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 xml:space="preserve">Таблица </w:t>
      </w:r>
      <w:r>
        <w:rPr>
          <w:rFonts w:ascii="Times New Roman" w:eastAsia="Calibri" w:hAnsi="Times New Roman" w:cs="Times New Roman"/>
          <w:i/>
          <w:color w:val="FF0000"/>
          <w:spacing w:val="40"/>
          <w:sz w:val="28"/>
          <w:szCs w:val="28"/>
        </w:rPr>
        <w:t>3</w:t>
      </w:r>
      <w:r w:rsidRPr="003C1A84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– Шкала для оценки степени усвоения пройденного учебного материала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2B6F09" w:rsidRPr="00D33AA2" w14:paraId="6B738C3F" w14:textId="77777777" w:rsidTr="006D61EF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</w:tcPr>
          <w:p w14:paraId="02B7FCA1" w14:textId="77777777" w:rsidR="002B6F09" w:rsidRPr="00D33AA2" w:rsidRDefault="002B6F09" w:rsidP="006D61EF">
            <w:pPr>
              <w:spacing w:before="120" w:line="30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</w:tcPr>
          <w:p w14:paraId="67636701" w14:textId="77777777" w:rsidR="002B6F09" w:rsidRPr="00D33AA2" w:rsidRDefault="002B6F09" w:rsidP="006D61EF">
            <w:pPr>
              <w:spacing w:before="120" w:line="30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Оценка</w:t>
            </w:r>
          </w:p>
        </w:tc>
      </w:tr>
      <w:tr w:rsidR="002B6F09" w:rsidRPr="00D33AA2" w14:paraId="53F7D936" w14:textId="77777777" w:rsidTr="006D61EF">
        <w:tc>
          <w:tcPr>
            <w:tcW w:w="4813" w:type="dxa"/>
            <w:tcBorders>
              <w:top w:val="double" w:sz="4" w:space="0" w:color="auto"/>
            </w:tcBorders>
          </w:tcPr>
          <w:p w14:paraId="4AD83988" w14:textId="77777777" w:rsidR="002B6F09" w:rsidRPr="00D33AA2" w:rsidRDefault="002B6F09" w:rsidP="006D61EF">
            <w:pPr>
              <w:spacing w:before="120" w:line="30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90–100 %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</w:tcPr>
          <w:p w14:paraId="6423FEEE" w14:textId="77777777" w:rsidR="002B6F09" w:rsidRPr="00D33AA2" w:rsidRDefault="002B6F09" w:rsidP="006D61EF">
            <w:pPr>
              <w:spacing w:before="120" w:line="30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5 (отлично)</w:t>
            </w:r>
          </w:p>
        </w:tc>
      </w:tr>
      <w:tr w:rsidR="002B6F09" w:rsidRPr="00D33AA2" w14:paraId="79D9AF74" w14:textId="77777777" w:rsidTr="006D61EF">
        <w:tc>
          <w:tcPr>
            <w:tcW w:w="4813" w:type="dxa"/>
          </w:tcPr>
          <w:p w14:paraId="6654C3E8" w14:textId="77777777" w:rsidR="002B6F09" w:rsidRPr="00D33AA2" w:rsidRDefault="002B6F09" w:rsidP="006D61EF">
            <w:pPr>
              <w:spacing w:before="120" w:line="30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80–89 %</w:t>
            </w:r>
          </w:p>
        </w:tc>
        <w:tc>
          <w:tcPr>
            <w:tcW w:w="4814" w:type="dxa"/>
          </w:tcPr>
          <w:p w14:paraId="5CEC8C92" w14:textId="77777777" w:rsidR="002B6F09" w:rsidRPr="00D33AA2" w:rsidRDefault="002B6F09" w:rsidP="006D61EF">
            <w:pPr>
              <w:spacing w:before="120" w:line="30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4 (хорошо)</w:t>
            </w:r>
          </w:p>
        </w:tc>
      </w:tr>
      <w:tr w:rsidR="002B6F09" w:rsidRPr="00D33AA2" w14:paraId="568C783E" w14:textId="77777777" w:rsidTr="006D61EF">
        <w:tc>
          <w:tcPr>
            <w:tcW w:w="4813" w:type="dxa"/>
          </w:tcPr>
          <w:p w14:paraId="2F2CDCFE" w14:textId="77777777" w:rsidR="002B6F09" w:rsidRPr="00D33AA2" w:rsidRDefault="002B6F09" w:rsidP="006D61EF">
            <w:pPr>
              <w:spacing w:before="120" w:line="30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60–79 %</w:t>
            </w:r>
          </w:p>
        </w:tc>
        <w:tc>
          <w:tcPr>
            <w:tcW w:w="4814" w:type="dxa"/>
          </w:tcPr>
          <w:p w14:paraId="6726CCD2" w14:textId="77777777" w:rsidR="002B6F09" w:rsidRPr="00D33AA2" w:rsidRDefault="002B6F09" w:rsidP="006D61EF">
            <w:pPr>
              <w:spacing w:before="120" w:line="30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3 (удовлетворительно)</w:t>
            </w:r>
          </w:p>
        </w:tc>
      </w:tr>
      <w:tr w:rsidR="002B6F09" w:rsidRPr="00D33AA2" w14:paraId="4B66759E" w14:textId="77777777" w:rsidTr="006D61EF">
        <w:tc>
          <w:tcPr>
            <w:tcW w:w="4813" w:type="dxa"/>
          </w:tcPr>
          <w:p w14:paraId="65EDC833" w14:textId="77777777" w:rsidR="002B6F09" w:rsidRPr="00D33AA2" w:rsidRDefault="002B6F09" w:rsidP="006D61EF">
            <w:pPr>
              <w:spacing w:before="120" w:line="30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менее 60 %</w:t>
            </w:r>
          </w:p>
        </w:tc>
        <w:tc>
          <w:tcPr>
            <w:tcW w:w="4814" w:type="dxa"/>
          </w:tcPr>
          <w:p w14:paraId="6E263905" w14:textId="77777777" w:rsidR="002B6F09" w:rsidRPr="00D33AA2" w:rsidRDefault="002B6F09" w:rsidP="006D61EF">
            <w:pPr>
              <w:spacing w:before="120" w:line="30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D33AA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2 (неудовлетворительно)</w:t>
            </w:r>
          </w:p>
        </w:tc>
      </w:tr>
    </w:tbl>
    <w:p w14:paraId="115F04C5" w14:textId="77777777" w:rsidR="002B6F0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</w:p>
    <w:p w14:paraId="0A35180A" w14:textId="13C54118" w:rsidR="002B6F09" w:rsidRPr="002B6F0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  <w:r w:rsidRPr="002B6F09"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  <w:t>Данная информация указывается при планировании итоговой аттестации в форме тестирования без выставления оценки (зачет / не зачет).</w:t>
      </w:r>
    </w:p>
    <w:p w14:paraId="31E7DC33" w14:textId="77777777" w:rsidR="002B6F09" w:rsidRPr="002B6F0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2B6F0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Данные оценочные материалы предназначены для проведения итоговой аттестации слушателей в форме тестирования.</w:t>
      </w:r>
    </w:p>
    <w:p w14:paraId="26F75C95" w14:textId="73A83BE8" w:rsidR="002B6F09" w:rsidRPr="002B6F0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2B6F0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Тестирование проводится в рамках определенного времени. Затраты времени для тестирования определяются исходя из примерных затрат времени на выполнение одного задания (например, 1–2 минуты) и количества предложенных заданий.</w:t>
      </w:r>
    </w:p>
    <w:p w14:paraId="7AA7819D" w14:textId="32E2F957" w:rsidR="002B6F09" w:rsidRPr="002B6F0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2B6F0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 основу подсчета результатов тестирования положена система рейтинговой оценки. Путем деления количества полученных правильных ответов на количество выданных заданий и последующим умножением на 100 определяется процент правильных ответов. Для оценки степени усвоения пройденного учебного материала может использоваться шкала, приведен</w:t>
      </w:r>
      <w:r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ная в таблице </w:t>
      </w:r>
      <w:r w:rsidRPr="002B6F0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5.</w:t>
      </w:r>
    </w:p>
    <w:p w14:paraId="7CC887F5" w14:textId="07245ACD" w:rsidR="002B6F09" w:rsidRPr="002B6F09" w:rsidRDefault="002B6F09" w:rsidP="002B6F0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2B6F0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Таблица 5 – Шкала для оценки степени усвоения пройденного учебного материала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2B6F09" w:rsidRPr="002B6F09" w14:paraId="040B6F45" w14:textId="77777777" w:rsidTr="006D61EF">
        <w:trPr>
          <w:tblHeader/>
        </w:trPr>
        <w:tc>
          <w:tcPr>
            <w:tcW w:w="4813" w:type="dxa"/>
            <w:tcBorders>
              <w:bottom w:val="double" w:sz="4" w:space="0" w:color="auto"/>
            </w:tcBorders>
          </w:tcPr>
          <w:p w14:paraId="452FFF1E" w14:textId="77777777" w:rsidR="002B6F09" w:rsidRPr="002B6F09" w:rsidRDefault="002B6F09" w:rsidP="002B6F09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2B6F09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Процент правильных ответов</w:t>
            </w:r>
          </w:p>
        </w:tc>
        <w:tc>
          <w:tcPr>
            <w:tcW w:w="4814" w:type="dxa"/>
            <w:tcBorders>
              <w:bottom w:val="double" w:sz="4" w:space="0" w:color="auto"/>
            </w:tcBorders>
          </w:tcPr>
          <w:p w14:paraId="5D5AEB8D" w14:textId="77777777" w:rsidR="002B6F09" w:rsidRPr="002B6F09" w:rsidRDefault="002B6F09" w:rsidP="002B6F09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2B6F09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Отметка</w:t>
            </w:r>
          </w:p>
        </w:tc>
      </w:tr>
      <w:tr w:rsidR="002B6F09" w:rsidRPr="002B6F09" w14:paraId="694F274B" w14:textId="77777777" w:rsidTr="006D61EF">
        <w:tc>
          <w:tcPr>
            <w:tcW w:w="4813" w:type="dxa"/>
            <w:tcBorders>
              <w:top w:val="double" w:sz="4" w:space="0" w:color="auto"/>
            </w:tcBorders>
          </w:tcPr>
          <w:p w14:paraId="45B864E3" w14:textId="77777777" w:rsidR="002B6F09" w:rsidRPr="002B6F09" w:rsidRDefault="002B6F09" w:rsidP="002B6F09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2B6F09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60–100 %</w:t>
            </w:r>
          </w:p>
        </w:tc>
        <w:tc>
          <w:tcPr>
            <w:tcW w:w="4814" w:type="dxa"/>
            <w:tcBorders>
              <w:top w:val="double" w:sz="4" w:space="0" w:color="auto"/>
            </w:tcBorders>
          </w:tcPr>
          <w:p w14:paraId="4E03227E" w14:textId="77777777" w:rsidR="002B6F09" w:rsidRPr="002B6F09" w:rsidRDefault="002B6F09" w:rsidP="002B6F09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2B6F09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Зачтено</w:t>
            </w:r>
          </w:p>
        </w:tc>
      </w:tr>
      <w:tr w:rsidR="002B6F09" w:rsidRPr="002B6F09" w14:paraId="645C3F84" w14:textId="77777777" w:rsidTr="006D61EF">
        <w:tc>
          <w:tcPr>
            <w:tcW w:w="4813" w:type="dxa"/>
          </w:tcPr>
          <w:p w14:paraId="1CA35B30" w14:textId="77777777" w:rsidR="002B6F09" w:rsidRPr="002B6F09" w:rsidRDefault="002B6F09" w:rsidP="002B6F09">
            <w:pPr>
              <w:spacing w:before="12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2B6F09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менее 60 %</w:t>
            </w:r>
          </w:p>
        </w:tc>
        <w:tc>
          <w:tcPr>
            <w:tcW w:w="4814" w:type="dxa"/>
          </w:tcPr>
          <w:p w14:paraId="41EE0C57" w14:textId="77777777" w:rsidR="002B6F09" w:rsidRPr="002B6F09" w:rsidRDefault="002B6F09" w:rsidP="002B6F09">
            <w:pPr>
              <w:spacing w:before="120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2B6F09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Не зачтено</w:t>
            </w:r>
          </w:p>
        </w:tc>
      </w:tr>
    </w:tbl>
    <w:p w14:paraId="2FB1F042" w14:textId="77777777" w:rsidR="002B6F09" w:rsidRDefault="002B6F09" w:rsidP="00DC799C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u w:val="single"/>
        </w:rPr>
      </w:pPr>
    </w:p>
    <w:bookmarkStart w:id="51" w:name="_Toc98411327" w:displacedByCustomXml="next"/>
    <w:sdt>
      <w:sdtPr>
        <w:id w:val="-172114285"/>
        <w:placeholder>
          <w:docPart w:val="DefaultPlaceholder_-1854013440"/>
        </w:placeholder>
      </w:sdtPr>
      <w:sdtEndPr/>
      <w:sdtContent>
        <w:sdt>
          <w:sdtPr>
            <w:id w:val="1167124574"/>
            <w:placeholder>
              <w:docPart w:val="DefaultPlaceholder_-1854013440"/>
            </w:placeholder>
          </w:sdtPr>
          <w:sdtEndPr/>
          <w:sdtContent>
            <w:sdt>
              <w:sdtPr>
                <w:id w:val="618417544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id w:val="1265491720"/>
                    <w:placeholder>
                      <w:docPart w:val="DefaultPlaceholder_-1854013440"/>
                    </w:placeholder>
                  </w:sdtPr>
                  <w:sdtEndPr/>
                  <w:sdtContent>
                    <w:sdt>
                      <w:sdtPr>
                        <w:id w:val="-561790924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p w14:paraId="3EE20604" w14:textId="178A0A38" w:rsidR="0004233A" w:rsidRPr="003C1A84" w:rsidRDefault="00C95EA0" w:rsidP="00AF2522">
                          <w:pPr>
                            <w:pStyle w:val="21"/>
                          </w:pPr>
                          <w:r>
                            <w:t>10.2</w:t>
                          </w:r>
                          <w:r w:rsidR="0004233A" w:rsidRPr="003C1A84">
                            <w:t> Комплект контрольно-оценочных средств</w:t>
                          </w:r>
                        </w:p>
                        <w:bookmarkEnd w:id="51" w:displacedByCustomXml="next"/>
                        <w:bookmarkEnd w:id="50" w:displacedByCustomXml="next"/>
                      </w:sdtContent>
                    </w:sdt>
                  </w:sdtContent>
                </w:sdt>
              </w:sdtContent>
            </w:sdt>
          </w:sdtContent>
        </w:sdt>
      </w:sdtContent>
    </w:sdt>
    <w:p w14:paraId="6CB6C863" w14:textId="77777777" w:rsidR="00C95EA0" w:rsidRPr="00C95EA0" w:rsidRDefault="00C95EA0" w:rsidP="003977B4">
      <w:pPr>
        <w:spacing w:before="240" w:after="240" w:line="300" w:lineRule="auto"/>
        <w:ind w:firstLine="709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10.2.1 Перечень вопросов для зачета</w:t>
      </w:r>
    </w:p>
    <w:p w14:paraId="3B327879" w14:textId="77777777" w:rsidR="00C95EA0" w:rsidRPr="00C95EA0" w:rsidRDefault="00C95EA0" w:rsidP="003977B4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1A449333" w14:textId="77777777" w:rsidR="00C95EA0" w:rsidRPr="00C95EA0" w:rsidRDefault="00C95EA0" w:rsidP="003977B4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53CFCBD1" w14:textId="77777777" w:rsidR="00C95EA0" w:rsidRPr="00C95EA0" w:rsidRDefault="00C95EA0" w:rsidP="003977B4">
      <w:pPr>
        <w:spacing w:before="240" w:after="240" w:line="300" w:lineRule="auto"/>
        <w:ind w:firstLine="709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10.2.2 Перечень экзаменационных вопросов/билетов</w:t>
      </w:r>
    </w:p>
    <w:p w14:paraId="65CAE4EB" w14:textId="77777777" w:rsidR="00C95EA0" w:rsidRPr="00C95EA0" w:rsidRDefault="00C95EA0" w:rsidP="003977B4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33BCFCF7" w14:textId="77777777" w:rsidR="00C95EA0" w:rsidRPr="00C95EA0" w:rsidRDefault="00C95EA0" w:rsidP="003977B4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7441514A" w14:textId="77777777" w:rsidR="00C95EA0" w:rsidRPr="00C95EA0" w:rsidRDefault="00C95EA0" w:rsidP="003977B4">
      <w:pPr>
        <w:keepNext/>
        <w:spacing w:before="240" w:after="240" w:line="300" w:lineRule="auto"/>
        <w:ind w:firstLine="709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10.2.3 Перечень тем рефератов / итоговой практической работы</w:t>
      </w:r>
    </w:p>
    <w:p w14:paraId="08D8819E" w14:textId="77777777" w:rsidR="00C95EA0" w:rsidRPr="00C95EA0" w:rsidRDefault="00C95EA0" w:rsidP="003977B4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74F13614" w14:textId="77777777" w:rsidR="00C95EA0" w:rsidRPr="00C95EA0" w:rsidRDefault="00C95EA0" w:rsidP="003977B4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64B4997F" w14:textId="77777777" w:rsidR="00C95EA0" w:rsidRPr="00C95EA0" w:rsidRDefault="00C95EA0" w:rsidP="003977B4">
      <w:pPr>
        <w:suppressAutoHyphens/>
        <w:spacing w:before="240" w:after="240" w:line="30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10.2.4 Перечень практических работ для контроля полученных навыков и умений</w:t>
      </w:r>
    </w:p>
    <w:p w14:paraId="7F717D44" w14:textId="77777777" w:rsidR="00C95EA0" w:rsidRPr="00C95EA0" w:rsidRDefault="00C95EA0" w:rsidP="003977B4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color w:val="FF0000"/>
          <w:sz w:val="28"/>
          <w:szCs w:val="28"/>
        </w:rPr>
        <w:t>1 </w:t>
      </w:r>
    </w:p>
    <w:p w14:paraId="3FDF9BA1" w14:textId="77777777" w:rsidR="00C95EA0" w:rsidRPr="00C95EA0" w:rsidRDefault="00C95EA0" w:rsidP="003977B4">
      <w:pPr>
        <w:spacing w:after="0" w:line="30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95EA0">
        <w:rPr>
          <w:rFonts w:ascii="Times New Roman" w:hAnsi="Times New Roman" w:cs="Times New Roman"/>
          <w:color w:val="FF0000"/>
          <w:sz w:val="28"/>
          <w:szCs w:val="28"/>
        </w:rPr>
        <w:t>2 </w:t>
      </w:r>
    </w:p>
    <w:p w14:paraId="1F3E35C0" w14:textId="285A7C36" w:rsidR="00AD66E9" w:rsidRPr="00AD66E9" w:rsidRDefault="00C95EA0" w:rsidP="003977B4">
      <w:pPr>
        <w:spacing w:before="240" w:after="240" w:line="300" w:lineRule="auto"/>
        <w:ind w:firstLine="709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10.2.5</w:t>
      </w:r>
      <w:r w:rsidR="00AD66E9" w:rsidRPr="00AD66E9">
        <w:rPr>
          <w:rFonts w:ascii="Times New Roman" w:hAnsi="Times New Roman" w:cs="Times New Roman"/>
          <w:b/>
          <w:i/>
          <w:color w:val="FF0000"/>
          <w:sz w:val="28"/>
          <w:szCs w:val="28"/>
        </w:rPr>
        <w:t> Перечень тестовых дидактических материалов</w:t>
      </w:r>
      <w:r w:rsidR="00096B4E">
        <w:rPr>
          <w:rStyle w:val="af8"/>
          <w:rFonts w:ascii="Times New Roman" w:hAnsi="Times New Roman" w:cs="Times New Roman"/>
          <w:b/>
          <w:i/>
          <w:color w:val="FF0000"/>
          <w:sz w:val="28"/>
          <w:szCs w:val="28"/>
        </w:rPr>
        <w:footnoteReference w:customMarkFollows="1" w:id="11"/>
        <w:t>*</w:t>
      </w:r>
    </w:p>
    <w:p w14:paraId="122B15F6" w14:textId="2A05B2EE" w:rsidR="00FD4CA4" w:rsidRDefault="00FD4CA4" w:rsidP="003977B4">
      <w:pPr>
        <w:spacing w:before="240" w:after="240" w:line="300" w:lineRule="auto"/>
        <w:ind w:firstLine="709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E6332">
        <w:rPr>
          <w:rFonts w:ascii="Times New Roman" w:hAnsi="Times New Roman" w:cs="Times New Roman"/>
          <w:i/>
          <w:color w:val="FF0000"/>
          <w:sz w:val="28"/>
          <w:szCs w:val="28"/>
        </w:rPr>
        <w:t>Примеры оформления тестовых дидактических материалов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6132AA" w:rsidRPr="00B87079" w14:paraId="4FC8821A" w14:textId="77777777" w:rsidTr="00CC088D">
        <w:tc>
          <w:tcPr>
            <w:tcW w:w="1985" w:type="dxa"/>
            <w:gridSpan w:val="2"/>
          </w:tcPr>
          <w:p w14:paraId="245D9198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1</w:t>
            </w:r>
          </w:p>
        </w:tc>
        <w:tc>
          <w:tcPr>
            <w:tcW w:w="7652" w:type="dxa"/>
            <w:gridSpan w:val="2"/>
          </w:tcPr>
          <w:p w14:paraId="34A749A3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870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 называется среда, взаимодействующая с металлом?</w:t>
            </w:r>
          </w:p>
          <w:p w14:paraId="10C0CEC1" w14:textId="77777777" w:rsidR="006132AA" w:rsidRPr="00B87079" w:rsidRDefault="006132AA" w:rsidP="00CC088D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Укажите </w:t>
            </w: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 (или ответы).</w:t>
            </w:r>
          </w:p>
        </w:tc>
      </w:tr>
      <w:tr w:rsidR="006132AA" w:rsidRPr="00B87079" w14:paraId="2732D16A" w14:textId="77777777" w:rsidTr="00CC088D">
        <w:tc>
          <w:tcPr>
            <w:tcW w:w="1985" w:type="dxa"/>
            <w:gridSpan w:val="2"/>
          </w:tcPr>
          <w:p w14:paraId="5A33FDEE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17A16F2D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6132AA" w:rsidRPr="00B87079" w14:paraId="0BED8DCA" w14:textId="77777777" w:rsidTr="00CC088D">
        <w:trPr>
          <w:gridAfter w:val="1"/>
          <w:wAfter w:w="6" w:type="dxa"/>
        </w:trPr>
        <w:tc>
          <w:tcPr>
            <w:tcW w:w="426" w:type="dxa"/>
          </w:tcPr>
          <w:p w14:paraId="63988E98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05" w:type="dxa"/>
            <w:gridSpan w:val="2"/>
          </w:tcPr>
          <w:p w14:paraId="6EA35B2C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Активная.</w:t>
            </w:r>
          </w:p>
        </w:tc>
      </w:tr>
      <w:tr w:rsidR="006132AA" w:rsidRPr="00B87079" w14:paraId="6AF0CACC" w14:textId="77777777" w:rsidTr="00CC088D">
        <w:trPr>
          <w:gridAfter w:val="1"/>
          <w:wAfter w:w="6" w:type="dxa"/>
        </w:trPr>
        <w:tc>
          <w:tcPr>
            <w:tcW w:w="426" w:type="dxa"/>
          </w:tcPr>
          <w:p w14:paraId="336539F4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05" w:type="dxa"/>
            <w:gridSpan w:val="2"/>
          </w:tcPr>
          <w:p w14:paraId="4D6D08A0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Контактная.</w:t>
            </w:r>
          </w:p>
        </w:tc>
      </w:tr>
      <w:tr w:rsidR="006132AA" w:rsidRPr="00B87079" w14:paraId="0D54E793" w14:textId="77777777" w:rsidTr="00CC088D">
        <w:trPr>
          <w:gridAfter w:val="1"/>
          <w:wAfter w:w="6" w:type="dxa"/>
        </w:trPr>
        <w:tc>
          <w:tcPr>
            <w:tcW w:w="426" w:type="dxa"/>
          </w:tcPr>
          <w:p w14:paraId="32A0EACC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05" w:type="dxa"/>
            <w:gridSpan w:val="2"/>
          </w:tcPr>
          <w:p w14:paraId="625C6328" w14:textId="77777777" w:rsidR="006132AA" w:rsidRPr="00B87079" w:rsidRDefault="006132AA" w:rsidP="00CC088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Коррозионная.</w:t>
            </w:r>
          </w:p>
        </w:tc>
      </w:tr>
    </w:tbl>
    <w:p w14:paraId="4A825D18" w14:textId="7AF26B4C" w:rsidR="00FD4CA4" w:rsidRDefault="00FD4CA4" w:rsidP="00FD4CA4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7646"/>
        <w:gridCol w:w="6"/>
      </w:tblGrid>
      <w:tr w:rsidR="001A2F66" w:rsidRPr="00B87079" w14:paraId="1A8C00D9" w14:textId="77777777" w:rsidTr="00C62970">
        <w:tc>
          <w:tcPr>
            <w:tcW w:w="1985" w:type="dxa"/>
            <w:gridSpan w:val="2"/>
          </w:tcPr>
          <w:p w14:paraId="2D0F376D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2</w:t>
            </w:r>
          </w:p>
        </w:tc>
        <w:tc>
          <w:tcPr>
            <w:tcW w:w="7652" w:type="dxa"/>
            <w:gridSpan w:val="2"/>
          </w:tcPr>
          <w:p w14:paraId="3BCE2BC9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B3C1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Чем выше химическая чистота алюминия, тем…</w:t>
            </w:r>
          </w:p>
          <w:p w14:paraId="6F729A07" w14:textId="77777777" w:rsidR="001A2F66" w:rsidRPr="00B87079" w:rsidRDefault="001A2F66" w:rsidP="00C6297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Дополните предложение, выбрав </w:t>
            </w:r>
            <w:r w:rsidRPr="00CB3C1A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ответ.</w:t>
            </w:r>
          </w:p>
        </w:tc>
      </w:tr>
      <w:tr w:rsidR="001A2F66" w:rsidRPr="00B87079" w14:paraId="6FFA9CE5" w14:textId="77777777" w:rsidTr="00C62970">
        <w:tc>
          <w:tcPr>
            <w:tcW w:w="1985" w:type="dxa"/>
            <w:gridSpan w:val="2"/>
          </w:tcPr>
          <w:p w14:paraId="08093384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  <w:gridSpan w:val="2"/>
          </w:tcPr>
          <w:p w14:paraId="640A08A5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1A2F66" w:rsidRPr="00B87079" w14:paraId="4E606034" w14:textId="77777777" w:rsidTr="00C62970">
        <w:trPr>
          <w:gridAfter w:val="1"/>
          <w:wAfter w:w="6" w:type="dxa"/>
        </w:trPr>
        <w:tc>
          <w:tcPr>
            <w:tcW w:w="426" w:type="dxa"/>
          </w:tcPr>
          <w:p w14:paraId="7C62002A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05" w:type="dxa"/>
            <w:gridSpan w:val="2"/>
          </w:tcPr>
          <w:p w14:paraId="56AD3894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Хуже он сопротивляется коррозии.</w:t>
            </w:r>
          </w:p>
        </w:tc>
      </w:tr>
      <w:tr w:rsidR="001A2F66" w:rsidRPr="00B87079" w14:paraId="53E3B340" w14:textId="77777777" w:rsidTr="00C62970">
        <w:trPr>
          <w:gridAfter w:val="1"/>
          <w:wAfter w:w="6" w:type="dxa"/>
        </w:trPr>
        <w:tc>
          <w:tcPr>
            <w:tcW w:w="426" w:type="dxa"/>
          </w:tcPr>
          <w:p w14:paraId="62578DF2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05" w:type="dxa"/>
            <w:gridSpan w:val="2"/>
          </w:tcPr>
          <w:p w14:paraId="53ED5BB3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Лучше он сопротивляется коррозии.</w:t>
            </w:r>
          </w:p>
        </w:tc>
      </w:tr>
      <w:tr w:rsidR="001A2F66" w:rsidRPr="00B87079" w14:paraId="29174F9F" w14:textId="77777777" w:rsidTr="00C62970">
        <w:trPr>
          <w:gridAfter w:val="1"/>
          <w:wAfter w:w="6" w:type="dxa"/>
        </w:trPr>
        <w:tc>
          <w:tcPr>
            <w:tcW w:w="426" w:type="dxa"/>
          </w:tcPr>
          <w:p w14:paraId="61607431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8707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05" w:type="dxa"/>
            <w:gridSpan w:val="2"/>
          </w:tcPr>
          <w:p w14:paraId="4C5662C0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Больше разрушающее напряжение при растяжении.</w:t>
            </w:r>
          </w:p>
        </w:tc>
      </w:tr>
      <w:tr w:rsidR="001A2F66" w:rsidRPr="00B87079" w14:paraId="1DB86F3D" w14:textId="77777777" w:rsidTr="00C62970">
        <w:trPr>
          <w:gridAfter w:val="1"/>
          <w:wAfter w:w="6" w:type="dxa"/>
        </w:trPr>
        <w:tc>
          <w:tcPr>
            <w:tcW w:w="426" w:type="dxa"/>
          </w:tcPr>
          <w:p w14:paraId="7E564181" w14:textId="77777777" w:rsidR="001A2F66" w:rsidRPr="00B87079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205" w:type="dxa"/>
            <w:gridSpan w:val="2"/>
          </w:tcPr>
          <w:p w14:paraId="4E1BDB49" w14:textId="77777777" w:rsidR="001A2F66" w:rsidRPr="00CB3C1A" w:rsidRDefault="001A2F66" w:rsidP="00C62970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B3C1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Меньше разрушающее напряжение при растяжении.</w:t>
            </w:r>
          </w:p>
        </w:tc>
      </w:tr>
    </w:tbl>
    <w:p w14:paraId="79DF85EF" w14:textId="6121601C" w:rsidR="001A2F66" w:rsidRDefault="001A2F66" w:rsidP="00FD4CA4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710197" w14:textId="77777777" w:rsidR="001A2F66" w:rsidRDefault="001A2F6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2098"/>
        <w:gridCol w:w="5439"/>
        <w:gridCol w:w="115"/>
      </w:tblGrid>
      <w:tr w:rsidR="003977B4" w:rsidRPr="003E6332" w14:paraId="50A1FA20" w14:textId="77777777" w:rsidTr="001B4CE1">
        <w:tc>
          <w:tcPr>
            <w:tcW w:w="1985" w:type="dxa"/>
            <w:gridSpan w:val="2"/>
          </w:tcPr>
          <w:p w14:paraId="018BAC96" w14:textId="4F44B9F1" w:rsidR="003977B4" w:rsidRPr="003E6332" w:rsidRDefault="001A2F66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3</w:t>
            </w:r>
          </w:p>
        </w:tc>
        <w:tc>
          <w:tcPr>
            <w:tcW w:w="7652" w:type="dxa"/>
            <w:gridSpan w:val="3"/>
          </w:tcPr>
          <w:p w14:paraId="6668B641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E633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Назовите компонент фитинга, указанный на рисунке красной стрелкой.</w:t>
            </w:r>
          </w:p>
          <w:p w14:paraId="5A24CB8E" w14:textId="77777777" w:rsidR="003977B4" w:rsidRPr="003E6332" w:rsidRDefault="003977B4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Укажите </w:t>
            </w: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 (или ответы).</w:t>
            </w:r>
          </w:p>
        </w:tc>
      </w:tr>
      <w:tr w:rsidR="003977B4" w:rsidRPr="003E6332" w14:paraId="7A491BF3" w14:textId="77777777" w:rsidTr="001B4CE1">
        <w:tc>
          <w:tcPr>
            <w:tcW w:w="9637" w:type="dxa"/>
            <w:gridSpan w:val="5"/>
          </w:tcPr>
          <w:p w14:paraId="71057AE8" w14:textId="77777777" w:rsidR="003977B4" w:rsidRPr="003E6332" w:rsidRDefault="003977B4" w:rsidP="001B4CE1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</w:tr>
      <w:tr w:rsidR="003977B4" w:rsidRPr="003E6332" w14:paraId="5DAF61E8" w14:textId="77777777" w:rsidTr="001B4CE1">
        <w:trPr>
          <w:gridAfter w:val="1"/>
          <w:wAfter w:w="115" w:type="dxa"/>
        </w:trPr>
        <w:tc>
          <w:tcPr>
            <w:tcW w:w="425" w:type="dxa"/>
          </w:tcPr>
          <w:p w14:paraId="61C23B47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3658" w:type="dxa"/>
            <w:gridSpan w:val="2"/>
          </w:tcPr>
          <w:p w14:paraId="7368F253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Уплотнение фитинга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 w:val="restart"/>
          </w:tcPr>
          <w:p w14:paraId="1C254AB2" w14:textId="77777777" w:rsidR="003977B4" w:rsidRPr="003E6332" w:rsidRDefault="003977B4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5822D2" wp14:editId="173CBE1D">
                  <wp:extent cx="2724150" cy="206104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971" cy="20631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77B4" w:rsidRPr="003E6332" w14:paraId="50EA7E8B" w14:textId="77777777" w:rsidTr="001B4CE1">
        <w:trPr>
          <w:gridAfter w:val="1"/>
          <w:wAfter w:w="115" w:type="dxa"/>
        </w:trPr>
        <w:tc>
          <w:tcPr>
            <w:tcW w:w="425" w:type="dxa"/>
          </w:tcPr>
          <w:p w14:paraId="2C4BF9EB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3658" w:type="dxa"/>
            <w:gridSpan w:val="2"/>
          </w:tcPr>
          <w:p w14:paraId="79BF70C7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Заднее обжимное кольцо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40567C47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977B4" w:rsidRPr="003E6332" w14:paraId="6D725758" w14:textId="77777777" w:rsidTr="001B4CE1">
        <w:trPr>
          <w:gridAfter w:val="1"/>
          <w:wAfter w:w="115" w:type="dxa"/>
        </w:trPr>
        <w:tc>
          <w:tcPr>
            <w:tcW w:w="425" w:type="dxa"/>
          </w:tcPr>
          <w:p w14:paraId="4F0570AA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3658" w:type="dxa"/>
            <w:gridSpan w:val="2"/>
          </w:tcPr>
          <w:p w14:paraId="1EBFFF41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Переднее обжимное кольцо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46B01DC1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977B4" w:rsidRPr="003E6332" w14:paraId="73D5FD02" w14:textId="77777777" w:rsidTr="001B4CE1">
        <w:trPr>
          <w:gridAfter w:val="1"/>
          <w:wAfter w:w="115" w:type="dxa"/>
        </w:trPr>
        <w:tc>
          <w:tcPr>
            <w:tcW w:w="425" w:type="dxa"/>
          </w:tcPr>
          <w:p w14:paraId="568DA9D4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3658" w:type="dxa"/>
            <w:gridSpan w:val="2"/>
          </w:tcPr>
          <w:p w14:paraId="13B9025C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E633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Тело фитинга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439" w:type="dxa"/>
            <w:vMerge/>
          </w:tcPr>
          <w:p w14:paraId="3B9C3CD1" w14:textId="77777777" w:rsidR="003977B4" w:rsidRPr="003E6332" w:rsidRDefault="003977B4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E062B4A" w14:textId="77777777" w:rsidR="003977B4" w:rsidRDefault="003977B4" w:rsidP="00FD4CA4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688"/>
        <w:gridCol w:w="4948"/>
        <w:gridCol w:w="6"/>
      </w:tblGrid>
      <w:tr w:rsidR="00AF2522" w:rsidRPr="008363A7" w14:paraId="349628F3" w14:textId="77777777" w:rsidTr="001B4CE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995E53" w14:textId="2AB6AE60" w:rsidR="00AF2522" w:rsidRPr="008363A7" w:rsidRDefault="001A2F66" w:rsidP="001B4CE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4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45790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Какие виды ловушек соответствуют приведенным в таблице определениям</w:t>
            </w:r>
            <w:r w:rsidRPr="008363A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?</w:t>
            </w:r>
          </w:p>
          <w:p w14:paraId="5A601F1B" w14:textId="77777777" w:rsidR="00AF2522" w:rsidRPr="008363A7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Установите </w:t>
            </w:r>
            <w:r w:rsidRPr="002B3D9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соответствие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между элементами двух списков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AF2522" w:rsidRPr="008363A7" w14:paraId="02E0F7BB" w14:textId="77777777" w:rsidTr="001B4CE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ADB975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0ACC6" w14:textId="77777777" w:rsidR="00AF2522" w:rsidRPr="008363A7" w:rsidRDefault="00AF2522" w:rsidP="001B4CE1">
            <w:pPr>
              <w:spacing w:before="120" w:after="0" w:line="240" w:lineRule="auto"/>
              <w:ind w:firstLine="155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AF2522" w:rsidRPr="008363A7" w14:paraId="25614846" w14:textId="77777777" w:rsidTr="001B4CE1">
        <w:trPr>
          <w:gridAfter w:val="1"/>
          <w:wAfter w:w="6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0B8C8592" w14:textId="77777777" w:rsidR="00AF2522" w:rsidRPr="006A6BBE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Понятие</w:t>
            </w:r>
          </w:p>
        </w:tc>
        <w:tc>
          <w:tcPr>
            <w:tcW w:w="4948" w:type="dxa"/>
            <w:tcBorders>
              <w:bottom w:val="double" w:sz="4" w:space="0" w:color="auto"/>
            </w:tcBorders>
          </w:tcPr>
          <w:p w14:paraId="28ECF434" w14:textId="77777777" w:rsidR="00AF2522" w:rsidRPr="008363A7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Определение</w:t>
            </w:r>
          </w:p>
        </w:tc>
      </w:tr>
      <w:tr w:rsidR="00AF2522" w:rsidRPr="008363A7" w14:paraId="719C213F" w14:textId="77777777" w:rsidTr="001B4CE1">
        <w:trPr>
          <w:gridAfter w:val="1"/>
          <w:wAfter w:w="6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</w:tcPr>
          <w:p w14:paraId="201E6469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 Структурная ловушка.</w:t>
            </w:r>
          </w:p>
        </w:tc>
        <w:tc>
          <w:tcPr>
            <w:tcW w:w="4948" w:type="dxa"/>
            <w:tcBorders>
              <w:top w:val="double" w:sz="4" w:space="0" w:color="auto"/>
            </w:tcBorders>
          </w:tcPr>
          <w:p w14:paraId="48FECA1A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А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 Ловушка, сформированная в результате эрозии пластов-коллектор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ов и перекрытия их непроницаемы</w:t>
            </w:r>
            <w:r w:rsidRPr="006A6BB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ми породами.</w:t>
            </w:r>
          </w:p>
        </w:tc>
      </w:tr>
      <w:tr w:rsidR="00AF2522" w:rsidRPr="008363A7" w14:paraId="58E2F6DE" w14:textId="77777777" w:rsidTr="001B4CE1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0DB44F4C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Тектоническая ловушка.</w:t>
            </w:r>
          </w:p>
        </w:tc>
        <w:tc>
          <w:tcPr>
            <w:tcW w:w="4948" w:type="dxa"/>
            <w:shd w:val="clear" w:color="auto" w:fill="auto"/>
          </w:tcPr>
          <w:p w14:paraId="5952CF2E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Б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замещения пористых проницаемых пород непроницаемыми.</w:t>
            </w:r>
          </w:p>
        </w:tc>
      </w:tr>
      <w:tr w:rsidR="00AF2522" w:rsidRPr="008363A7" w14:paraId="7CB359BF" w14:textId="77777777" w:rsidTr="001B4CE1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162596B7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Литологическая ловушка.</w:t>
            </w:r>
          </w:p>
        </w:tc>
        <w:tc>
          <w:tcPr>
            <w:tcW w:w="4948" w:type="dxa"/>
            <w:shd w:val="clear" w:color="auto" w:fill="auto"/>
          </w:tcPr>
          <w:p w14:paraId="3B13ABD2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вертикального перемещения мест обрыва относительно друг друга.</w:t>
            </w:r>
          </w:p>
        </w:tc>
      </w:tr>
      <w:tr w:rsidR="00AF2522" w:rsidRPr="008363A7" w14:paraId="3B4739B9" w14:textId="77777777" w:rsidTr="001B4CE1">
        <w:trPr>
          <w:gridAfter w:val="1"/>
          <w:wAfter w:w="6" w:type="dxa"/>
        </w:trPr>
        <w:tc>
          <w:tcPr>
            <w:tcW w:w="4673" w:type="dxa"/>
            <w:gridSpan w:val="2"/>
            <w:shd w:val="clear" w:color="auto" w:fill="auto"/>
          </w:tcPr>
          <w:p w14:paraId="0786F903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Стратиграфическая ловушка.</w:t>
            </w:r>
          </w:p>
        </w:tc>
        <w:tc>
          <w:tcPr>
            <w:tcW w:w="4948" w:type="dxa"/>
            <w:shd w:val="clear" w:color="auto" w:fill="auto"/>
          </w:tcPr>
          <w:p w14:paraId="600BAF0C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Г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Ловушка, образованная в результате изгиба слоев.</w:t>
            </w:r>
          </w:p>
        </w:tc>
      </w:tr>
    </w:tbl>
    <w:p w14:paraId="383CA10C" w14:textId="10C33F50" w:rsidR="001A2F66" w:rsidRDefault="001A2F66" w:rsidP="00FD4CA4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60A573" w14:textId="77777777" w:rsidR="001A2F66" w:rsidRDefault="001A2F6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689"/>
        <w:gridCol w:w="567"/>
        <w:gridCol w:w="4381"/>
        <w:gridCol w:w="10"/>
      </w:tblGrid>
      <w:tr w:rsidR="00AF2522" w:rsidRPr="008363A7" w14:paraId="06221477" w14:textId="77777777" w:rsidTr="001B4CE1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6F6235" w14:textId="21E78468" w:rsidR="00AF2522" w:rsidRPr="008363A7" w:rsidRDefault="001A2F66" w:rsidP="001B4CE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Вопрос № 5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175A4E" w14:textId="77777777" w:rsidR="00AF2522" w:rsidRDefault="00AF2522" w:rsidP="001B4CE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A6BB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Какие типы природных резервуаров соответствуют приведенным в таблице изображениям?</w:t>
            </w:r>
          </w:p>
          <w:p w14:paraId="51F02E03" w14:textId="77777777" w:rsidR="00AF2522" w:rsidRPr="008363A7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Установите </w:t>
            </w:r>
            <w:r w:rsidRPr="002B3D9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соответствие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между элементами двух списков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AF2522" w:rsidRPr="008363A7" w14:paraId="1D0C89B3" w14:textId="77777777" w:rsidTr="001A2F66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77D7DE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A15A27" w14:textId="77777777" w:rsidR="00AF2522" w:rsidRPr="008363A7" w:rsidRDefault="00AF2522" w:rsidP="001B4CE1">
            <w:pPr>
              <w:spacing w:before="120" w:after="0" w:line="240" w:lineRule="auto"/>
              <w:ind w:firstLine="155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AF2522" w:rsidRPr="008363A7" w14:paraId="162455A2" w14:textId="77777777" w:rsidTr="001B4CE1">
        <w:trPr>
          <w:gridAfter w:val="1"/>
          <w:wAfter w:w="10" w:type="dxa"/>
        </w:trPr>
        <w:tc>
          <w:tcPr>
            <w:tcW w:w="4673" w:type="dxa"/>
            <w:gridSpan w:val="2"/>
            <w:tcBorders>
              <w:bottom w:val="double" w:sz="4" w:space="0" w:color="auto"/>
            </w:tcBorders>
          </w:tcPr>
          <w:p w14:paraId="050B515A" w14:textId="77777777" w:rsidR="00AF2522" w:rsidRPr="006A6BBE" w:rsidRDefault="00AF2522" w:rsidP="001B4CE1">
            <w:pPr>
              <w:spacing w:before="120" w:after="0" w:line="240" w:lineRule="auto"/>
              <w:ind w:left="1560" w:hanging="156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Тип природного резервуара</w:t>
            </w:r>
          </w:p>
        </w:tc>
        <w:tc>
          <w:tcPr>
            <w:tcW w:w="4948" w:type="dxa"/>
            <w:gridSpan w:val="2"/>
            <w:tcBorders>
              <w:bottom w:val="double" w:sz="4" w:space="0" w:color="auto"/>
            </w:tcBorders>
          </w:tcPr>
          <w:p w14:paraId="1E3C9B73" w14:textId="77777777" w:rsidR="00AF2522" w:rsidRPr="008363A7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Изображение</w:t>
            </w:r>
          </w:p>
        </w:tc>
      </w:tr>
      <w:tr w:rsidR="00AF2522" w:rsidRPr="008363A7" w14:paraId="5D9DC3E4" w14:textId="77777777" w:rsidTr="001B4CE1">
        <w:trPr>
          <w:gridAfter w:val="1"/>
          <w:wAfter w:w="10" w:type="dxa"/>
        </w:trPr>
        <w:tc>
          <w:tcPr>
            <w:tcW w:w="4673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0AF5ECF0" w14:textId="77777777" w:rsidR="00AF2522" w:rsidRPr="006A6BBE" w:rsidRDefault="00AF2522" w:rsidP="001B4CE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Линзовидный.</w:t>
            </w:r>
          </w:p>
        </w:tc>
        <w:tc>
          <w:tcPr>
            <w:tcW w:w="567" w:type="dxa"/>
            <w:tcBorders>
              <w:top w:val="double" w:sz="4" w:space="0" w:color="auto"/>
              <w:right w:val="nil"/>
            </w:tcBorders>
          </w:tcPr>
          <w:p w14:paraId="178F78CC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double" w:sz="4" w:space="0" w:color="auto"/>
              <w:left w:val="nil"/>
            </w:tcBorders>
          </w:tcPr>
          <w:p w14:paraId="7619FA21" w14:textId="77777777" w:rsidR="00AF2522" w:rsidRPr="006A6BBE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731B29D5" wp14:editId="7420BC6C">
                  <wp:extent cx="2333625" cy="11525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522" w:rsidRPr="008363A7" w14:paraId="277A2481" w14:textId="77777777" w:rsidTr="001B4CE1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0870DE12" w14:textId="77777777" w:rsidR="00AF2522" w:rsidRPr="006A6BBE" w:rsidRDefault="00AF2522" w:rsidP="001B4CE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Неоднородный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D03FCA7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Б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4D0081A3" w14:textId="77777777" w:rsidR="00AF2522" w:rsidRPr="006A6BBE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26E978BE" wp14:editId="65C9CE17">
                  <wp:extent cx="2276475" cy="11525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522" w:rsidRPr="008363A7" w14:paraId="00126C59" w14:textId="77777777" w:rsidTr="001B4CE1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13D73DFC" w14:textId="77777777" w:rsidR="00AF2522" w:rsidRPr="006A6BBE" w:rsidRDefault="00AF2522" w:rsidP="001B4CE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  <w:r w:rsidRPr="006A6B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Пластовый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4371AD36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В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7B0EC116" w14:textId="77777777" w:rsidR="00AF2522" w:rsidRPr="006A6BBE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09F4239F" wp14:editId="76074760">
                  <wp:extent cx="2447925" cy="914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522" w:rsidRPr="008363A7" w14:paraId="22AA1CAF" w14:textId="77777777" w:rsidTr="001B4CE1">
        <w:trPr>
          <w:gridAfter w:val="1"/>
          <w:wAfter w:w="10" w:type="dxa"/>
        </w:trPr>
        <w:tc>
          <w:tcPr>
            <w:tcW w:w="4673" w:type="dxa"/>
            <w:gridSpan w:val="2"/>
            <w:shd w:val="clear" w:color="auto" w:fill="auto"/>
          </w:tcPr>
          <w:p w14:paraId="5DD32F7A" w14:textId="77777777" w:rsidR="00AF2522" w:rsidRPr="006A6BBE" w:rsidRDefault="00AF2522" w:rsidP="001B4CE1">
            <w:pPr>
              <w:spacing w:before="120" w:after="0" w:line="240" w:lineRule="auto"/>
              <w:ind w:left="1560" w:hanging="156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A6BB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Однородный массивный.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9D14E6A" w14:textId="77777777" w:rsidR="00AF2522" w:rsidRPr="006A6BBE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A6BB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Г</w:t>
            </w:r>
          </w:p>
        </w:tc>
        <w:tc>
          <w:tcPr>
            <w:tcW w:w="4381" w:type="dxa"/>
            <w:tcBorders>
              <w:left w:val="nil"/>
            </w:tcBorders>
            <w:shd w:val="clear" w:color="auto" w:fill="auto"/>
          </w:tcPr>
          <w:p w14:paraId="3DB9F99F" w14:textId="77777777" w:rsidR="00AF2522" w:rsidRPr="006A6BBE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104A2C0F" wp14:editId="0888EA6F">
                  <wp:extent cx="2143125" cy="11144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57D298" w14:textId="77777777" w:rsidR="003977B4" w:rsidRDefault="003977B4" w:rsidP="00AF2522">
      <w:pPr>
        <w:spacing w:after="0" w:line="30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"/>
        <w:gridCol w:w="1560"/>
        <w:gridCol w:w="7652"/>
      </w:tblGrid>
      <w:tr w:rsidR="00AF2522" w:rsidRPr="008363A7" w14:paraId="7E9153A2" w14:textId="77777777" w:rsidTr="001B4CE1">
        <w:tc>
          <w:tcPr>
            <w:tcW w:w="1985" w:type="dxa"/>
            <w:gridSpan w:val="2"/>
          </w:tcPr>
          <w:p w14:paraId="0B8D44E3" w14:textId="3A2B0B0F" w:rsidR="00AF2522" w:rsidRPr="000A2FAE" w:rsidRDefault="001A2F66" w:rsidP="001B4CE1">
            <w:pPr>
              <w:spacing w:before="120"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Вопрос № 6</w:t>
            </w:r>
          </w:p>
        </w:tc>
        <w:tc>
          <w:tcPr>
            <w:tcW w:w="7652" w:type="dxa"/>
          </w:tcPr>
          <w:p w14:paraId="45987E13" w14:textId="77777777" w:rsidR="00AF2522" w:rsidRDefault="00AF2522" w:rsidP="001B4CE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B3D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Укажите последовательность действий при подготовке камеры приема при внутритрубной диагностике.</w:t>
            </w:r>
          </w:p>
          <w:p w14:paraId="06296EEE" w14:textId="77777777" w:rsidR="00AF2522" w:rsidRPr="008363A7" w:rsidRDefault="00AF2522" w:rsidP="001B4CE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Установите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правильную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последовательность ответов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AF2522" w:rsidRPr="008363A7" w14:paraId="3A3BDE38" w14:textId="77777777" w:rsidTr="001B4CE1">
        <w:tc>
          <w:tcPr>
            <w:tcW w:w="1985" w:type="dxa"/>
            <w:gridSpan w:val="2"/>
          </w:tcPr>
          <w:p w14:paraId="28427061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Ответы:</w:t>
            </w:r>
          </w:p>
        </w:tc>
        <w:tc>
          <w:tcPr>
            <w:tcW w:w="7652" w:type="dxa"/>
          </w:tcPr>
          <w:p w14:paraId="17DDFCE7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AF2522" w:rsidRPr="008363A7" w14:paraId="18D5E8CE" w14:textId="77777777" w:rsidTr="00AF2522">
        <w:tc>
          <w:tcPr>
            <w:tcW w:w="425" w:type="dxa"/>
          </w:tcPr>
          <w:p w14:paraId="25C8DBF1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212" w:type="dxa"/>
            <w:gridSpan w:val="2"/>
          </w:tcPr>
          <w:p w14:paraId="25AA7EF9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Осмотр камеры приема.</w:t>
            </w:r>
          </w:p>
        </w:tc>
      </w:tr>
      <w:tr w:rsidR="00AF2522" w:rsidRPr="008363A7" w14:paraId="4AEAF8CF" w14:textId="77777777" w:rsidTr="00AF2522">
        <w:tc>
          <w:tcPr>
            <w:tcW w:w="425" w:type="dxa"/>
          </w:tcPr>
          <w:p w14:paraId="6150F236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212" w:type="dxa"/>
            <w:gridSpan w:val="2"/>
          </w:tcPr>
          <w:p w14:paraId="7968F77A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Продувка камеры приема газом давлением не более 0,1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МПа (1 кгс/см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) для исключения 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газовоздушной смеси из камеры.</w:t>
            </w:r>
          </w:p>
        </w:tc>
      </w:tr>
      <w:tr w:rsidR="00AF2522" w:rsidRPr="008363A7" w14:paraId="3F563039" w14:textId="77777777" w:rsidTr="00AF2522">
        <w:tc>
          <w:tcPr>
            <w:tcW w:w="425" w:type="dxa"/>
          </w:tcPr>
          <w:p w14:paraId="3357EFD9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212" w:type="dxa"/>
            <w:gridSpan w:val="2"/>
          </w:tcPr>
          <w:p w14:paraId="4F9918B8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Открытие свечных кранов.</w:t>
            </w:r>
          </w:p>
        </w:tc>
      </w:tr>
      <w:tr w:rsidR="00AF2522" w:rsidRPr="008363A7" w14:paraId="4BA9EA3E" w14:textId="77777777" w:rsidTr="00AF2522">
        <w:tc>
          <w:tcPr>
            <w:tcW w:w="425" w:type="dxa"/>
          </w:tcPr>
          <w:p w14:paraId="6884CB54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212" w:type="dxa"/>
            <w:gridSpan w:val="2"/>
          </w:tcPr>
          <w:p w14:paraId="49794070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Открытие отсечного крана.</w:t>
            </w:r>
          </w:p>
        </w:tc>
      </w:tr>
      <w:tr w:rsidR="00AF2522" w:rsidRPr="008363A7" w14:paraId="6671651F" w14:textId="77777777" w:rsidTr="00AF2522">
        <w:tc>
          <w:tcPr>
            <w:tcW w:w="425" w:type="dxa"/>
          </w:tcPr>
          <w:p w14:paraId="508C3965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9212" w:type="dxa"/>
            <w:gridSpan w:val="2"/>
          </w:tcPr>
          <w:p w14:paraId="2E82AE9C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Закрытие свечных кранов.</w:t>
            </w:r>
          </w:p>
        </w:tc>
      </w:tr>
      <w:tr w:rsidR="00AF2522" w:rsidRPr="008363A7" w14:paraId="60F42756" w14:textId="77777777" w:rsidTr="00AF2522">
        <w:tc>
          <w:tcPr>
            <w:tcW w:w="425" w:type="dxa"/>
          </w:tcPr>
          <w:p w14:paraId="274136EC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9212" w:type="dxa"/>
            <w:gridSpan w:val="2"/>
          </w:tcPr>
          <w:p w14:paraId="0BE4BB5A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Подъем давления газа в камере до рабочего.</w:t>
            </w:r>
          </w:p>
        </w:tc>
      </w:tr>
      <w:tr w:rsidR="00AF2522" w:rsidRPr="008363A7" w14:paraId="1C0E5D90" w14:textId="77777777" w:rsidTr="00AF2522">
        <w:tc>
          <w:tcPr>
            <w:tcW w:w="425" w:type="dxa"/>
          </w:tcPr>
          <w:p w14:paraId="1195FE90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9212" w:type="dxa"/>
            <w:gridSpan w:val="2"/>
          </w:tcPr>
          <w:p w14:paraId="42539881" w14:textId="77777777" w:rsidR="00AF2522" w:rsidRPr="008363A7" w:rsidRDefault="00AF2522" w:rsidP="001B4CE1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Заполнение камеры газом до давления 2 МПа (20 кгс/см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>2</w:t>
            </w:r>
            <w:r w:rsidRPr="002B3D9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).</w:t>
            </w:r>
          </w:p>
        </w:tc>
      </w:tr>
    </w:tbl>
    <w:p w14:paraId="1228377B" w14:textId="77777777" w:rsidR="00FD4CA4" w:rsidRPr="00AF2522" w:rsidRDefault="00FD4CA4" w:rsidP="00AF2522">
      <w:pPr>
        <w:spacing w:after="0" w:line="30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637" w:type="dxa"/>
        <w:tblInd w:w="-5" w:type="dxa"/>
        <w:tblLook w:val="01E0" w:firstRow="1" w:lastRow="1" w:firstColumn="1" w:lastColumn="1" w:noHBand="0" w:noVBand="0"/>
      </w:tblPr>
      <w:tblGrid>
        <w:gridCol w:w="1990"/>
        <w:gridCol w:w="1554"/>
        <w:gridCol w:w="6093"/>
      </w:tblGrid>
      <w:tr w:rsidR="00E77C3A" w:rsidRPr="008363A7" w14:paraId="0201926B" w14:textId="77777777" w:rsidTr="001B4CE1">
        <w:tc>
          <w:tcPr>
            <w:tcW w:w="1990" w:type="dxa"/>
          </w:tcPr>
          <w:p w14:paraId="6C51522F" w14:textId="56A42836" w:rsidR="00E77C3A" w:rsidRPr="000A2FAE" w:rsidRDefault="001A2F66" w:rsidP="00E77C3A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Вопрос № 7</w:t>
            </w:r>
          </w:p>
        </w:tc>
        <w:tc>
          <w:tcPr>
            <w:tcW w:w="7647" w:type="dxa"/>
            <w:gridSpan w:val="2"/>
          </w:tcPr>
          <w:p w14:paraId="06CAB5CF" w14:textId="77777777" w:rsidR="00E77C3A" w:rsidRPr="008363A7" w:rsidRDefault="00E77C3A" w:rsidP="00E77C3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Как называется принцип контроля, который способствует упорядочиванию процесса обучения, стимулирует мотивацию, дает возможность получить достаточное количество оценок</w:t>
            </w:r>
            <w:r w:rsidRPr="008363A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?</w:t>
            </w:r>
          </w:p>
          <w:p w14:paraId="29AD8CDC" w14:textId="77777777" w:rsidR="00E77C3A" w:rsidRPr="008363A7" w:rsidRDefault="00E77C3A" w:rsidP="00E77C3A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Напишите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правильный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ответ</w:t>
            </w:r>
            <w:r w:rsidRPr="008363A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E77C3A" w:rsidRPr="008363A7" w14:paraId="57E0B567" w14:textId="77777777" w:rsidTr="001B4CE1">
        <w:tc>
          <w:tcPr>
            <w:tcW w:w="3544" w:type="dxa"/>
            <w:gridSpan w:val="2"/>
          </w:tcPr>
          <w:p w14:paraId="115AB2B8" w14:textId="77777777" w:rsidR="00E77C3A" w:rsidRPr="008363A7" w:rsidRDefault="00E77C3A" w:rsidP="00E77C3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Ответ</w:t>
            </w:r>
            <w:r w:rsidRPr="008363A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: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 </w:t>
            </w:r>
            <w:r w:rsidRPr="003D665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систематичность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6093" w:type="dxa"/>
          </w:tcPr>
          <w:p w14:paraId="5F86F7E3" w14:textId="77777777" w:rsidR="00E77C3A" w:rsidRPr="008363A7" w:rsidRDefault="00E77C3A" w:rsidP="00E77C3A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14:paraId="4C02D7C3" w14:textId="77777777" w:rsidR="00FD4CA4" w:rsidRDefault="00FD4CA4" w:rsidP="00AF25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A0CE75" w14:textId="794308C5" w:rsidR="008F307D" w:rsidRPr="008F307D" w:rsidRDefault="008F307D" w:rsidP="008F307D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307D">
        <w:rPr>
          <w:rFonts w:ascii="Times New Roman" w:eastAsia="Calibri" w:hAnsi="Times New Roman" w:cs="Times New Roman"/>
          <w:sz w:val="28"/>
          <w:szCs w:val="28"/>
        </w:rPr>
        <w:t xml:space="preserve">Правильные ответы к тестовым дидактическим материалам представлены в таблице </w:t>
      </w:r>
      <w:r w:rsidR="00AF2522">
        <w:rPr>
          <w:rFonts w:ascii="Times New Roman" w:eastAsia="Calibri" w:hAnsi="Times New Roman" w:cs="Times New Roman"/>
          <w:sz w:val="28"/>
          <w:szCs w:val="28"/>
        </w:rPr>
        <w:t>4</w:t>
      </w:r>
      <w:r w:rsidRPr="008F30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1D31D4" w14:textId="7C1352B0" w:rsidR="008F307D" w:rsidRPr="008F307D" w:rsidRDefault="008F307D" w:rsidP="00AF2522">
      <w:pPr>
        <w:suppressAutoHyphens/>
        <w:spacing w:before="120" w:after="120" w:line="30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307D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Таблица </w:t>
      </w:r>
      <w:r w:rsidR="00AF2522">
        <w:rPr>
          <w:rFonts w:ascii="Times New Roman" w:eastAsia="Calibri" w:hAnsi="Times New Roman" w:cs="Times New Roman"/>
          <w:spacing w:val="40"/>
          <w:sz w:val="28"/>
          <w:szCs w:val="28"/>
        </w:rPr>
        <w:t>4</w:t>
      </w:r>
      <w:r w:rsidRPr="008F307D">
        <w:rPr>
          <w:rFonts w:ascii="Times New Roman" w:eastAsia="Calibri" w:hAnsi="Times New Roman" w:cs="Times New Roman"/>
          <w:sz w:val="28"/>
          <w:szCs w:val="28"/>
        </w:rPr>
        <w:t xml:space="preserve"> – Правильные ответы к перечню тестовых дидактических материалов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52"/>
        <w:gridCol w:w="791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</w:tblGrid>
      <w:tr w:rsidR="008F307D" w:rsidRPr="008F307D" w14:paraId="6769FC45" w14:textId="77777777" w:rsidTr="00AF2522">
        <w:tc>
          <w:tcPr>
            <w:tcW w:w="1952" w:type="dxa"/>
          </w:tcPr>
          <w:p w14:paraId="0F0D44E5" w14:textId="77777777" w:rsidR="008F307D" w:rsidRPr="008F307D" w:rsidRDefault="008F307D" w:rsidP="00AF2522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1" w:type="dxa"/>
          </w:tcPr>
          <w:p w14:paraId="0B18C57C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790" w:type="dxa"/>
          </w:tcPr>
          <w:p w14:paraId="505CD3AD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790" w:type="dxa"/>
          </w:tcPr>
          <w:p w14:paraId="14318571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90" w:type="dxa"/>
          </w:tcPr>
          <w:p w14:paraId="4AD9019D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790" w:type="dxa"/>
          </w:tcPr>
          <w:p w14:paraId="021FBB68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790" w:type="dxa"/>
          </w:tcPr>
          <w:p w14:paraId="16653051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790" w:type="dxa"/>
          </w:tcPr>
          <w:p w14:paraId="42FB5B5C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790" w:type="dxa"/>
          </w:tcPr>
          <w:p w14:paraId="3FECB14A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790" w:type="dxa"/>
          </w:tcPr>
          <w:p w14:paraId="765A27B1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790" w:type="dxa"/>
          </w:tcPr>
          <w:p w14:paraId="7BB199E6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10</w:t>
            </w:r>
          </w:p>
        </w:tc>
      </w:tr>
      <w:tr w:rsidR="008F307D" w:rsidRPr="008F307D" w14:paraId="1EF08768" w14:textId="77777777" w:rsidTr="00AF2522">
        <w:tc>
          <w:tcPr>
            <w:tcW w:w="1952" w:type="dxa"/>
            <w:tcBorders>
              <w:bottom w:val="double" w:sz="4" w:space="0" w:color="auto"/>
            </w:tcBorders>
          </w:tcPr>
          <w:p w14:paraId="67FFDCAC" w14:textId="77777777" w:rsidR="008F307D" w:rsidRPr="008F307D" w:rsidRDefault="008F307D" w:rsidP="00AF2522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5DC1AB1E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69CE88AB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35E021B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883948F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2AE7081E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C2F3C63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B2CABD5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BC8EC9C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2629FB88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3A36899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F307D" w:rsidRPr="008F307D" w14:paraId="12B4F400" w14:textId="77777777" w:rsidTr="00AF2522">
        <w:tc>
          <w:tcPr>
            <w:tcW w:w="1952" w:type="dxa"/>
            <w:tcBorders>
              <w:top w:val="double" w:sz="4" w:space="0" w:color="auto"/>
            </w:tcBorders>
          </w:tcPr>
          <w:p w14:paraId="0C8761BF" w14:textId="77777777" w:rsidR="008F307D" w:rsidRPr="008F307D" w:rsidRDefault="008F307D" w:rsidP="00AF2522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40BDA25F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460AE303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12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AB3D564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00E1500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14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47487944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15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4260FE7E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16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1E100AFB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17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882058A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F1B6E7A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19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3A6A1503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20</w:t>
            </w:r>
          </w:p>
        </w:tc>
      </w:tr>
      <w:tr w:rsidR="008F307D" w:rsidRPr="008F307D" w14:paraId="7F183733" w14:textId="77777777" w:rsidTr="00AF2522">
        <w:tc>
          <w:tcPr>
            <w:tcW w:w="1952" w:type="dxa"/>
            <w:tcBorders>
              <w:bottom w:val="double" w:sz="4" w:space="0" w:color="auto"/>
            </w:tcBorders>
          </w:tcPr>
          <w:p w14:paraId="43016AA8" w14:textId="77777777" w:rsidR="008F307D" w:rsidRPr="008F307D" w:rsidRDefault="008F307D" w:rsidP="00AF2522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286593E3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5BE731AC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4F6974E4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1BB62DC4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7067100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0D29DAB4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19B7ECBB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40018465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1540F4F4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7801FB72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F307D" w:rsidRPr="008F307D" w14:paraId="295798BA" w14:textId="77777777" w:rsidTr="00AF2522">
        <w:tc>
          <w:tcPr>
            <w:tcW w:w="1952" w:type="dxa"/>
            <w:tcBorders>
              <w:top w:val="double" w:sz="4" w:space="0" w:color="auto"/>
            </w:tcBorders>
          </w:tcPr>
          <w:p w14:paraId="5F0AAA38" w14:textId="77777777" w:rsidR="008F307D" w:rsidRPr="008F307D" w:rsidRDefault="008F307D" w:rsidP="00AF2522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37310893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21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F22CE42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22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54FB888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23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E670B4D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24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2297744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25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1BD153EE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26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488D9E56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27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C003104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28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E65563F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29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00AA8908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30</w:t>
            </w:r>
          </w:p>
        </w:tc>
      </w:tr>
      <w:tr w:rsidR="008F307D" w:rsidRPr="008F307D" w14:paraId="258DC7CF" w14:textId="77777777" w:rsidTr="00AF2522">
        <w:tc>
          <w:tcPr>
            <w:tcW w:w="1952" w:type="dxa"/>
          </w:tcPr>
          <w:p w14:paraId="208AE07B" w14:textId="77777777" w:rsidR="008F307D" w:rsidRPr="008F307D" w:rsidRDefault="008F307D" w:rsidP="00AF2522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0AD2838D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490D5E2C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20E2AB0B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2C89A1E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54CD3190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5EF331C9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2C9C902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0231152B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3005B204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</w:tcPr>
          <w:p w14:paraId="658B216A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F307D" w:rsidRPr="008F307D" w14:paraId="3DFF15C5" w14:textId="77777777" w:rsidTr="00AF2522">
        <w:tc>
          <w:tcPr>
            <w:tcW w:w="1952" w:type="dxa"/>
            <w:tcBorders>
              <w:top w:val="double" w:sz="4" w:space="0" w:color="auto"/>
            </w:tcBorders>
          </w:tcPr>
          <w:p w14:paraId="4B37240B" w14:textId="77777777" w:rsidR="008F307D" w:rsidRPr="008F307D" w:rsidRDefault="008F307D" w:rsidP="00AF2522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№ вопроса</w:t>
            </w:r>
          </w:p>
        </w:tc>
        <w:tc>
          <w:tcPr>
            <w:tcW w:w="791" w:type="dxa"/>
            <w:tcBorders>
              <w:top w:val="double" w:sz="4" w:space="0" w:color="auto"/>
            </w:tcBorders>
          </w:tcPr>
          <w:p w14:paraId="1D6E9DA7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31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37A2D979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32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D7DCD92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33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5E445957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34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7F244FD2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35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F1716BD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36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3D0166C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37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00F8E4D6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38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76F90AD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39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3E0E19C3" w14:textId="77777777" w:rsidR="008F307D" w:rsidRPr="00363151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6315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40</w:t>
            </w:r>
          </w:p>
        </w:tc>
      </w:tr>
      <w:tr w:rsidR="008F307D" w:rsidRPr="008F307D" w14:paraId="27BC49B3" w14:textId="77777777" w:rsidTr="00AF2522">
        <w:tc>
          <w:tcPr>
            <w:tcW w:w="1952" w:type="dxa"/>
          </w:tcPr>
          <w:p w14:paraId="7DF30ECA" w14:textId="77777777" w:rsidR="008F307D" w:rsidRPr="008F307D" w:rsidRDefault="008F307D" w:rsidP="00AF2522">
            <w:pPr>
              <w:spacing w:before="40" w:after="4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F307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№ ответа</w:t>
            </w:r>
          </w:p>
        </w:tc>
        <w:tc>
          <w:tcPr>
            <w:tcW w:w="791" w:type="dxa"/>
          </w:tcPr>
          <w:p w14:paraId="708B4E9F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2B5411B0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53376461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0F12B61B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5BE0ED9E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5F08AEFF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6B2E5C5A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6C99E23A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6688BCE2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26C32702" w14:textId="77777777" w:rsidR="008F307D" w:rsidRPr="008F307D" w:rsidRDefault="008F307D" w:rsidP="00AF252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14:paraId="7D6426EC" w14:textId="77777777" w:rsidR="00046205" w:rsidRDefault="00046205" w:rsidP="00AD66E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D66E9">
        <w:rPr>
          <w:rFonts w:ascii="Times New Roman" w:hAnsi="Times New Roman" w:cs="Times New Roman"/>
          <w:sz w:val="28"/>
          <w:szCs w:val="28"/>
        </w:rPr>
        <w:br w:type="page"/>
      </w:r>
    </w:p>
    <w:bookmarkStart w:id="52" w:name="_Toc98411328" w:displacedByCustomXml="next"/>
    <w:bookmarkStart w:id="53" w:name="_Toc485377904" w:displacedByCustomXml="next"/>
    <w:bookmarkStart w:id="54" w:name="_Toc487724481" w:displacedByCustomXml="next"/>
    <w:sdt>
      <w:sdtPr>
        <w:id w:val="562070960"/>
        <w:lock w:val="contentLocked"/>
        <w:placeholder>
          <w:docPart w:val="DefaultPlaceholder_-1854013440"/>
        </w:placeholder>
      </w:sdtPr>
      <w:sdtEndPr/>
      <w:sdtContent>
        <w:p w14:paraId="06363635" w14:textId="09BC1D66" w:rsidR="009A2EBF" w:rsidRPr="009A2EBF" w:rsidRDefault="00333143" w:rsidP="00096B4E">
          <w:pPr>
            <w:pStyle w:val="11"/>
            <w:suppressAutoHyphens/>
            <w:spacing w:before="360" w:after="360" w:line="300" w:lineRule="auto"/>
          </w:pPr>
          <w:r>
            <w:t>11 </w:t>
          </w:r>
          <w:r w:rsidR="009A2EBF" w:rsidRPr="009A2EBF">
            <w:t>МЕТОДИЧЕСКИЕ МАТЕРИАЛЫ</w:t>
          </w:r>
        </w:p>
        <w:bookmarkEnd w:id="52" w:displacedByCustomXml="next"/>
      </w:sdtContent>
    </w:sdt>
    <w:bookmarkStart w:id="55" w:name="_Toc20491221" w:displacedByCustomXml="next"/>
    <w:bookmarkStart w:id="56" w:name="_Toc98411329" w:displacedByCustomXml="next"/>
    <w:sdt>
      <w:sdtPr>
        <w:rPr>
          <w:rFonts w:eastAsiaTheme="minorHAnsi"/>
        </w:rPr>
        <w:id w:val="-228156903"/>
        <w:lock w:val="contentLocked"/>
        <w:placeholder>
          <w:docPart w:val="DefaultPlaceholder_-1854013440"/>
        </w:placeholder>
      </w:sdtPr>
      <w:sdtEndPr/>
      <w:sdtContent>
        <w:p w14:paraId="68CA3624" w14:textId="2805950C" w:rsidR="009A2EBF" w:rsidRPr="00C95EA0" w:rsidRDefault="00333143" w:rsidP="00AF2522">
          <w:pPr>
            <w:pStyle w:val="21"/>
            <w:rPr>
              <w:rFonts w:eastAsiaTheme="minorHAnsi"/>
            </w:rPr>
          </w:pPr>
          <w:r w:rsidRPr="00C95EA0">
            <w:rPr>
              <w:rFonts w:eastAsiaTheme="minorHAnsi"/>
            </w:rPr>
            <w:t>11.1 </w:t>
          </w:r>
          <w:r w:rsidR="009A2EBF" w:rsidRPr="00C95EA0">
            <w:rPr>
              <w:rFonts w:eastAsiaTheme="minorHAnsi"/>
            </w:rPr>
            <w:t>Методические рекомендации по организации и проведению учебного процесса</w:t>
          </w:r>
        </w:p>
        <w:bookmarkEnd w:id="55" w:displacedByCustomXml="next"/>
        <w:bookmarkEnd w:id="56" w:displacedByCustomXml="next"/>
      </w:sdtContent>
    </w:sdt>
    <w:sdt>
      <w:sdtPr>
        <w:rPr>
          <w:rFonts w:ascii="Times New Roman" w:hAnsi="Times New Roman" w:cs="Times New Roman"/>
          <w:sz w:val="28"/>
          <w:szCs w:val="28"/>
        </w:rPr>
        <w:id w:val="-592783252"/>
        <w:placeholder>
          <w:docPart w:val="DefaultPlaceholder_-1854013440"/>
        </w:placeholder>
      </w:sdtPr>
      <w:sdtEndPr/>
      <w:sdtContent>
        <w:p w14:paraId="587B9D35" w14:textId="1FAA9654" w:rsidR="00C95EA0" w:rsidRDefault="00C95EA0" w:rsidP="00C95EA0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Учебным планом и программой предусмотрены теоретическое обучение (лекции) и практические занятия.</w:t>
          </w:r>
        </w:p>
        <w:p w14:paraId="194AF058" w14:textId="77777777" w:rsidR="00C95EA0" w:rsidRDefault="00C95EA0" w:rsidP="00C95EA0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Изложение учебного материала должно сочетаться с практической деятельностью слушателей.</w:t>
          </w:r>
        </w:p>
        <w:p w14:paraId="6AF31DA2" w14:textId="7EC67CB1" w:rsidR="00C95EA0" w:rsidRDefault="00C95EA0" w:rsidP="00C95EA0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5752A">
            <w:rPr>
              <w:rFonts w:ascii="Times New Roman" w:hAnsi="Times New Roman" w:cs="Times New Roman"/>
              <w:sz w:val="28"/>
              <w:szCs w:val="28"/>
            </w:rPr>
            <w:t xml:space="preserve">При проведении теоретических занятий </w:t>
          </w:r>
          <w:r>
            <w:rPr>
              <w:rFonts w:ascii="Times New Roman" w:hAnsi="Times New Roman" w:cs="Times New Roman"/>
              <w:sz w:val="28"/>
              <w:szCs w:val="28"/>
            </w:rPr>
            <w:t>следует использовать различ</w:t>
          </w:r>
          <w:r w:rsidRPr="0005752A">
            <w:rPr>
              <w:rFonts w:ascii="Times New Roman" w:hAnsi="Times New Roman" w:cs="Times New Roman"/>
              <w:sz w:val="28"/>
              <w:szCs w:val="28"/>
            </w:rPr>
            <w:t>ные наглядные пособия, электронные презентации и применять технические средства обучения (интерактивные доски, персональные компьютеры и др.).</w:t>
          </w:r>
        </w:p>
      </w:sdtContent>
    </w:sdt>
    <w:p w14:paraId="0BC4BC80" w14:textId="524A1826" w:rsidR="00C95EA0" w:rsidRDefault="0083580D" w:rsidP="00C95EA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5084060"/>
          <w:placeholder>
            <w:docPart w:val="DefaultPlaceholder_-1854013440"/>
          </w:placeholder>
        </w:sdtPr>
        <w:sdtEndPr/>
        <w:sdtContent>
          <w:r w:rsidR="00C95EA0" w:rsidRPr="0005752A">
            <w:rPr>
              <w:rFonts w:ascii="Times New Roman" w:hAnsi="Times New Roman" w:cs="Times New Roman"/>
              <w:sz w:val="28"/>
              <w:szCs w:val="28"/>
            </w:rPr>
            <w:t>Основная цель практических заняти</w:t>
          </w:r>
          <w:r w:rsidR="00C95EA0">
            <w:rPr>
              <w:rFonts w:ascii="Times New Roman" w:hAnsi="Times New Roman" w:cs="Times New Roman"/>
              <w:sz w:val="28"/>
              <w:szCs w:val="28"/>
            </w:rPr>
            <w:t>й –</w:t>
          </w:r>
        </w:sdtContent>
      </w:sdt>
      <w:r w:rsidR="00C95EA0">
        <w:rPr>
          <w:rFonts w:ascii="Times New Roman" w:hAnsi="Times New Roman" w:cs="Times New Roman"/>
          <w:sz w:val="28"/>
          <w:szCs w:val="28"/>
        </w:rPr>
        <w:t xml:space="preserve"> </w:t>
      </w:r>
      <w:r w:rsidR="00C95EA0" w:rsidRPr="0005752A">
        <w:rPr>
          <w:rFonts w:ascii="Times New Roman" w:hAnsi="Times New Roman" w:cs="Times New Roman"/>
          <w:i/>
          <w:color w:val="FF0000"/>
          <w:sz w:val="28"/>
          <w:szCs w:val="28"/>
        </w:rPr>
        <w:t>указывается цель практических занятий в</w:t>
      </w:r>
      <w:r w:rsidR="00AF2522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зависимости от программы курса</w:t>
      </w:r>
      <w:r w:rsidR="00C95EA0" w:rsidRPr="0005752A">
        <w:rPr>
          <w:rFonts w:ascii="Times New Roman" w:hAnsi="Times New Roman" w:cs="Times New Roman"/>
          <w:sz w:val="28"/>
          <w:szCs w:val="28"/>
        </w:rPr>
        <w:t>.</w:t>
      </w:r>
    </w:p>
    <w:sdt>
      <w:sdtPr>
        <w:rPr>
          <w:rFonts w:ascii="Times New Roman" w:hAnsi="Times New Roman" w:cs="Times New Roman"/>
          <w:sz w:val="28"/>
          <w:szCs w:val="28"/>
        </w:rPr>
        <w:id w:val="-332608680"/>
        <w:placeholder>
          <w:docPart w:val="DefaultPlaceholder_-1854013440"/>
        </w:placeholder>
      </w:sdtPr>
      <w:sdtEndPr/>
      <w:sdtContent>
        <w:p w14:paraId="15803CAA" w14:textId="041D60CA" w:rsidR="00C95EA0" w:rsidRDefault="00C95EA0" w:rsidP="00C95EA0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Для осуществления теоретического и практического обучения рекомендуется привлекать внештатных преподавателей ЧУ ДПО «Газпром ОНУТЦ», преподавателей ведущих вузов, а также специалистов профильных </w:t>
          </w:r>
          <w:r w:rsidR="00F57CF1">
            <w:rPr>
              <w:rFonts w:ascii="Times New Roman" w:hAnsi="Times New Roman" w:cs="Times New Roman"/>
              <w:sz w:val="28"/>
              <w:szCs w:val="28"/>
            </w:rPr>
            <w:t>д</w:t>
          </w:r>
          <w:r>
            <w:rPr>
              <w:rFonts w:ascii="Times New Roman" w:hAnsi="Times New Roman" w:cs="Times New Roman"/>
              <w:sz w:val="28"/>
              <w:szCs w:val="28"/>
            </w:rPr>
            <w:t>епартаментов.</w:t>
          </w:r>
        </w:p>
      </w:sdtContent>
    </w:sdt>
    <w:sdt>
      <w:sdtPr>
        <w:rPr>
          <w:rFonts w:ascii="Times New Roman" w:hAnsi="Times New Roman" w:cs="Times New Roman"/>
          <w:sz w:val="28"/>
          <w:szCs w:val="28"/>
        </w:rPr>
        <w:id w:val="1375650177"/>
        <w:placeholder>
          <w:docPart w:val="DefaultPlaceholder_-1854013440"/>
        </w:placeholder>
      </w:sdtPr>
      <w:sdtEndPr/>
      <w:sdtContent>
        <w:p w14:paraId="73A40824" w14:textId="53135DB8" w:rsidR="00C95EA0" w:rsidRPr="001D11F0" w:rsidRDefault="00C95EA0" w:rsidP="00C95EA0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В ходе занятий </w:t>
          </w:r>
          <w:r>
            <w:rPr>
              <w:rFonts w:ascii="Times New Roman" w:hAnsi="Times New Roman" w:cs="Times New Roman"/>
              <w:sz w:val="28"/>
              <w:szCs w:val="28"/>
            </w:rPr>
            <w:t>рекомендуется рассматривать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 конкретные производственные ситуации, в том числе возникающие в ходе практической деятельности слушателей. </w:t>
          </w:r>
        </w:p>
      </w:sdtContent>
    </w:sdt>
    <w:p w14:paraId="76D94ABB" w14:textId="77777777" w:rsidR="00C95EA0" w:rsidRPr="00C15161" w:rsidRDefault="00C95EA0" w:rsidP="00C95EA0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</w:pPr>
      <w:r w:rsidRPr="00C15161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В целях обеспечения современного уровня профессионального образования в СНФПО реализация программ повышения квалификации специалистов должна осуществляться с использованием интерактивных обучающих систем, разрабатываемых в ЧУ ДПО «Газпром ОНУТЦ».</w:t>
      </w:r>
    </w:p>
    <w:sdt>
      <w:sdtPr>
        <w:rPr>
          <w:rFonts w:ascii="Times New Roman" w:hAnsi="Times New Roman" w:cs="Times New Roman"/>
          <w:sz w:val="28"/>
          <w:szCs w:val="28"/>
        </w:rPr>
        <w:id w:val="-817577406"/>
        <w:placeholder>
          <w:docPart w:val="DefaultPlaceholder_-1854013440"/>
        </w:placeholder>
      </w:sdtPr>
      <w:sdtEndPr/>
      <w:sdtContent>
        <w:p w14:paraId="0914D94E" w14:textId="43607CDA" w:rsidR="00C95EA0" w:rsidRPr="001D11F0" w:rsidRDefault="00C95EA0" w:rsidP="00C95EA0">
          <w:pPr>
            <w:spacing w:after="0" w:line="30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D11F0">
            <w:rPr>
              <w:rFonts w:ascii="Times New Roman" w:hAnsi="Times New Roman" w:cs="Times New Roman"/>
              <w:sz w:val="28"/>
              <w:szCs w:val="28"/>
            </w:rPr>
            <w:t xml:space="preserve">Содержание и последовательность изложения изучаемых тем и распределение учебного материала внутри тем могут изменяться в зависимости от специфики контингента слушателей. В процессе обучения допускается внесение необходимых изменений как в содержание </w:t>
          </w:r>
          <w:r w:rsidR="00AF2522">
            <w:rPr>
              <w:rFonts w:ascii="Times New Roman" w:hAnsi="Times New Roman" w:cs="Times New Roman"/>
              <w:sz w:val="28"/>
              <w:szCs w:val="28"/>
            </w:rPr>
            <w:t>программного материала, так и в </w:t>
          </w:r>
          <w:r w:rsidRPr="001D11F0">
            <w:rPr>
              <w:rFonts w:ascii="Times New Roman" w:hAnsi="Times New Roman" w:cs="Times New Roman"/>
              <w:sz w:val="28"/>
              <w:szCs w:val="28"/>
            </w:rPr>
            <w:t>распределение учебных часов по отдельным темам, при этом общее количество часов, отведенных на изучение курса, должно соответствовать учебному плану.</w:t>
          </w:r>
        </w:p>
      </w:sdtContent>
    </w:sdt>
    <w:bookmarkStart w:id="57" w:name="_Toc20491222" w:displacedByCustomXml="next"/>
    <w:bookmarkStart w:id="58" w:name="_Toc98411330" w:displacedByCustomXml="next"/>
    <w:sdt>
      <w:sdtPr>
        <w:rPr>
          <w:rFonts w:eastAsiaTheme="minorHAnsi"/>
        </w:rPr>
        <w:id w:val="2105599953"/>
        <w:lock w:val="contentLocked"/>
        <w:placeholder>
          <w:docPart w:val="DefaultPlaceholder_-1854013440"/>
        </w:placeholder>
      </w:sdtPr>
      <w:sdtEndPr/>
      <w:sdtContent>
        <w:p w14:paraId="2AC6A462" w14:textId="275D3B80" w:rsidR="001D11F0" w:rsidRPr="00C95EA0" w:rsidRDefault="00333143" w:rsidP="00AF2522">
          <w:pPr>
            <w:pStyle w:val="21"/>
            <w:rPr>
              <w:rFonts w:eastAsiaTheme="minorHAnsi"/>
            </w:rPr>
          </w:pPr>
          <w:r w:rsidRPr="00C95EA0">
            <w:rPr>
              <w:rFonts w:eastAsiaTheme="minorHAnsi"/>
            </w:rPr>
            <w:t>11.2 </w:t>
          </w:r>
          <w:r w:rsidR="009A2EBF" w:rsidRPr="00C95EA0">
            <w:rPr>
              <w:rFonts w:eastAsiaTheme="minorHAnsi"/>
            </w:rPr>
            <w:t>Учебно-методическое обеспечение</w:t>
          </w:r>
        </w:p>
        <w:bookmarkEnd w:id="57" w:displacedByCustomXml="next"/>
        <w:bookmarkEnd w:id="58" w:displacedByCustomXml="next"/>
        <w:bookmarkEnd w:id="53" w:displacedByCustomXml="next"/>
        <w:bookmarkEnd w:id="54" w:displacedByCustomXml="next"/>
      </w:sdtContent>
    </w:sdt>
    <w:bookmarkStart w:id="59" w:name="_Toc40800029" w:displacedByCustomXml="next"/>
    <w:bookmarkStart w:id="60" w:name="_Toc40856438" w:displacedByCustomXml="next"/>
    <w:bookmarkStart w:id="61" w:name="_Toc40856685" w:displacedByCustomXml="next"/>
    <w:bookmarkStart w:id="62" w:name="_Toc40857472" w:displacedByCustomXml="next"/>
    <w:bookmarkStart w:id="63" w:name="_Toc47719929" w:displacedByCustomXml="next"/>
    <w:bookmarkStart w:id="64" w:name="_Toc70694281" w:displacedByCustomXml="next"/>
    <w:bookmarkStart w:id="65" w:name="_Toc71795119" w:displacedByCustomXml="next"/>
    <w:bookmarkStart w:id="66" w:name="_Toc97127419" w:displacedByCustomXml="next"/>
    <w:sdt>
      <w:sdtP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id w:val="-1865584115"/>
        <w:lock w:val="contentLocked"/>
        <w:placeholder>
          <w:docPart w:val="DefaultPlaceholder_-1854013440"/>
        </w:placeholder>
      </w:sdtPr>
      <w:sdtEndPr/>
      <w:sdtContent>
        <w:p w14:paraId="5EAC7229" w14:textId="16EACA7F" w:rsidR="00FD5FB6" w:rsidRPr="007C5D99" w:rsidRDefault="00FD5FB6" w:rsidP="00E77C3A">
          <w:pPr>
            <w:pStyle w:val="a6"/>
            <w:tabs>
              <w:tab w:val="left" w:pos="851"/>
              <w:tab w:val="left" w:pos="1134"/>
            </w:tabs>
            <w:spacing w:before="240" w:after="240" w:line="300" w:lineRule="auto"/>
            <w:ind w:left="0" w:firstLine="709"/>
            <w:contextualSpacing w:val="0"/>
            <w:jc w:val="both"/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</w:pPr>
          <w:r w:rsidRPr="007C5D99"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  <w:t>11.2.1 Список рекомендуемых нормативных документов, учебной</w:t>
          </w:r>
          <w:r w:rsidRPr="007C5D99">
            <w:rPr>
              <w:rFonts w:ascii="Times New Roman" w:eastAsia="Calibri" w:hAnsi="Times New Roman" w:cs="Times New Roman"/>
              <w:b/>
              <w:sz w:val="28"/>
              <w:szCs w:val="28"/>
              <w:lang w:eastAsia="ru-RU"/>
            </w:rPr>
            <w:br/>
            <w:t>и методической литературы</w:t>
          </w:r>
        </w:p>
        <w:bookmarkEnd w:id="59" w:displacedByCustomXml="next"/>
        <w:bookmarkEnd w:id="60" w:displacedByCustomXml="next"/>
        <w:bookmarkEnd w:id="61" w:displacedByCustomXml="next"/>
        <w:bookmarkEnd w:id="62" w:displacedByCustomXml="next"/>
        <w:bookmarkEnd w:id="63" w:displacedByCustomXml="next"/>
        <w:bookmarkEnd w:id="64" w:displacedByCustomXml="next"/>
        <w:bookmarkEnd w:id="65" w:displacedByCustomXml="next"/>
        <w:bookmarkEnd w:id="66" w:displacedByCustomXml="next"/>
      </w:sdtContent>
    </w:sdt>
    <w:p w14:paraId="18A48642" w14:textId="6431F6C5" w:rsidR="00FD5FB6" w:rsidRPr="00C15161" w:rsidRDefault="00FD5FB6" w:rsidP="00FD5FB6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5161">
        <w:rPr>
          <w:rFonts w:ascii="Times New Roman" w:eastAsia="Calibri" w:hAnsi="Times New Roman" w:cs="Times New Roman"/>
          <w:sz w:val="28"/>
          <w:szCs w:val="28"/>
          <w:lang w:eastAsia="ru-RU"/>
        </w:rPr>
        <w:t>В списке рекомендуемых нормативных документов ссылки на законодательные и нормативные документы приве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дены по состоянию на </w:t>
      </w:r>
      <w:r w:rsidR="00207B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Calibri" w:hAnsi="Times New Roman" w:cs="Times New Roman"/>
            <w:sz w:val="28"/>
            <w:szCs w:val="28"/>
            <w:lang w:eastAsia="ru-RU"/>
          </w:rPr>
          <w:id w:val="-801775035"/>
          <w:placeholder>
            <w:docPart w:val="217DA0A1BF0E4C3EAB068BE94CCA9033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207BF8" w:rsidRPr="00207BF8">
            <w:rPr>
              <w:color w:val="808080"/>
            </w:rPr>
            <w:t>Место для ввода даты.</w:t>
          </w:r>
        </w:sdtContent>
      </w:sdt>
      <w:r w:rsidRPr="00C151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Перед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использованием настоящей</w:t>
      </w:r>
      <w:r w:rsidRPr="00C151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дополнительной профессиональной программы следует проверить действие ссылочных законодательных и нормативных документов по соответствующим правовым базам данных. Если ссылочный документ заменен (изменен), то следует руководствоваться замененным (измененным) документом. Если ссылочный документ отменен без замены, то материал, в котором дан</w:t>
      </w:r>
      <w:r w:rsidR="00AF2522">
        <w:rPr>
          <w:rFonts w:ascii="Times New Roman" w:eastAsia="Calibri" w:hAnsi="Times New Roman" w:cs="Times New Roman"/>
          <w:sz w:val="28"/>
          <w:szCs w:val="28"/>
          <w:lang w:eastAsia="ru-RU"/>
        </w:rPr>
        <w:t>а на него ссылка, применяется в </w:t>
      </w:r>
      <w:r w:rsidRPr="00C15161">
        <w:rPr>
          <w:rFonts w:ascii="Times New Roman" w:eastAsia="Calibri" w:hAnsi="Times New Roman" w:cs="Times New Roman"/>
          <w:sz w:val="28"/>
          <w:szCs w:val="28"/>
          <w:lang w:eastAsia="ru-RU"/>
        </w:rPr>
        <w:t>части, не затрагивающей эту ссылку.</w:t>
      </w:r>
    </w:p>
    <w:p w14:paraId="493363A0" w14:textId="77777777" w:rsidR="00FD5FB6" w:rsidRPr="00C15161" w:rsidRDefault="00FD5FB6" w:rsidP="00FD5FB6">
      <w:pPr>
        <w:pStyle w:val="a6"/>
        <w:tabs>
          <w:tab w:val="left" w:pos="851"/>
          <w:tab w:val="left" w:pos="1134"/>
        </w:tabs>
        <w:spacing w:before="240" w:after="120" w:line="30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151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Нормативные документы</w:t>
      </w:r>
      <w:r w:rsidRPr="00C15161">
        <w:rPr>
          <w:rFonts w:eastAsia="Calibri"/>
          <w:lang w:eastAsia="ru-RU"/>
        </w:rPr>
        <w:footnoteReference w:customMarkFollows="1" w:id="12"/>
        <w:t>*</w:t>
      </w:r>
    </w:p>
    <w:p w14:paraId="5381C664" w14:textId="77777777" w:rsidR="00FD5FB6" w:rsidRDefault="00FD5FB6" w:rsidP="00FD5FB6">
      <w:pPr>
        <w:pStyle w:val="a6"/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Российская Федерация. Законы. О промышленной безопасности опасных производственных объектов : Федеральный закон от 21.07.1997 № 116-ФЗ : редакция от 11.06.2021.</w:t>
      </w:r>
    </w:p>
    <w:p w14:paraId="61A8FF18" w14:textId="77777777" w:rsidR="00AF2522" w:rsidRPr="003A00A1" w:rsidRDefault="00AF2522" w:rsidP="00AF2522">
      <w:pPr>
        <w:pStyle w:val="a6"/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О расследовании причин аварийных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ситуаций при теплоснабжении и о 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признании утратившими силу отдель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ных положений Правил расследова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ния причин аварий в электроэнергетике : Постановление Правительства Рос-сийской Федерации от 17.10.2015 №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 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1114 : редакция от 18.01.2017.</w:t>
      </w:r>
    </w:p>
    <w:p w14:paraId="34A4DF4B" w14:textId="63C9D95D" w:rsidR="00FD5FB6" w:rsidRPr="003A00A1" w:rsidRDefault="00FD5FB6" w:rsidP="00FD5FB6">
      <w:pPr>
        <w:pStyle w:val="a6"/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Правил</w:t>
      </w:r>
      <w:r w:rsidR="00AF2522">
        <w:rPr>
          <w:rFonts w:ascii="Times New Roman" w:hAnsi="Times New Roman" w:cs="Times New Roman"/>
          <w:i/>
          <w:color w:val="FF0000"/>
          <w:sz w:val="28"/>
          <w:szCs w:val="28"/>
        </w:rPr>
        <w:t>а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по охране труда при эксплуатации объектов теплоснабжения и теплопотребляющих установок : </w:t>
      </w:r>
      <w:r w:rsidR="00AF2522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утверждены 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Приказ</w:t>
      </w:r>
      <w:r w:rsidR="00AF2522">
        <w:rPr>
          <w:rFonts w:ascii="Times New Roman" w:hAnsi="Times New Roman" w:cs="Times New Roman"/>
          <w:i/>
          <w:color w:val="FF0000"/>
          <w:sz w:val="28"/>
          <w:szCs w:val="28"/>
        </w:rPr>
        <w:t>ом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Минтруда России от</w:t>
      </w:r>
      <w:r w:rsidR="00AF2522">
        <w:rPr>
          <w:rFonts w:ascii="Times New Roman" w:hAnsi="Times New Roman" w:cs="Times New Roman"/>
          <w:i/>
          <w:color w:val="FF0000"/>
          <w:sz w:val="28"/>
          <w:szCs w:val="28"/>
        </w:rPr>
        <w:t> </w:t>
      </w: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17.12.2020 № 924н.</w:t>
      </w:r>
    </w:p>
    <w:p w14:paraId="72AD0E0E" w14:textId="77777777" w:rsidR="00FD5FB6" w:rsidRPr="003A00A1" w:rsidRDefault="00FD5FB6" w:rsidP="00FD5FB6">
      <w:pPr>
        <w:pStyle w:val="a6"/>
        <w:numPr>
          <w:ilvl w:val="0"/>
          <w:numId w:val="1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00A1">
        <w:rPr>
          <w:rFonts w:ascii="Times New Roman" w:hAnsi="Times New Roman" w:cs="Times New Roman"/>
          <w:i/>
          <w:color w:val="FF0000"/>
          <w:sz w:val="28"/>
          <w:szCs w:val="28"/>
        </w:rPr>
        <w:t>РД 34.03.201-97. Правила техники безопасности при эксплуатации тепломеханического оборудования электростанций и тепловых сетей.</w:t>
      </w:r>
    </w:p>
    <w:p w14:paraId="740111D7" w14:textId="77777777" w:rsidR="00FD5FB6" w:rsidRPr="00FD5FB6" w:rsidRDefault="00FD5FB6" w:rsidP="00F200D6">
      <w:pPr>
        <w:pStyle w:val="a6"/>
        <w:tabs>
          <w:tab w:val="left" w:pos="851"/>
          <w:tab w:val="left" w:pos="1134"/>
        </w:tabs>
        <w:spacing w:before="240" w:after="240" w:line="30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5F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Учебники, учебные и справочные пособия </w:t>
      </w:r>
      <w:r w:rsidRPr="00FD5FB6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(не старше 5 лет в алфавитном порядке)</w:t>
      </w:r>
    </w:p>
    <w:p w14:paraId="68164E87" w14:textId="545104EB" w:rsidR="00FD5FB6" w:rsidRPr="00B37FAB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37FAB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3ACF80C3" w14:textId="77777777" w:rsidR="00FD5FB6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37FAB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458B8C03" w14:textId="77777777" w:rsidR="00FD5FB6" w:rsidRPr="00B37FAB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15871A65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Методическая литература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необходимости, не старше 5 лет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7B0C5D38" w14:textId="557CADFC" w:rsidR="00FD5FB6" w:rsidRPr="00E74054" w:rsidRDefault="00FD5FB6" w:rsidP="00FD5FB6">
      <w:pPr>
        <w:numPr>
          <w:ilvl w:val="0"/>
          <w:numId w:val="32"/>
        </w:numPr>
        <w:tabs>
          <w:tab w:val="left" w:pos="0"/>
          <w:tab w:val="left" w:pos="993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74054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Богаченко В. М.</w:t>
      </w:r>
      <w:r w:rsidRPr="00E7405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Основы бухгалтерского учета : учебник / В. М. Богаченко. – М</w:t>
      </w:r>
      <w:r w:rsidR="001C1DA4">
        <w:rPr>
          <w:rFonts w:ascii="Times New Roman" w:eastAsia="Calibri" w:hAnsi="Times New Roman" w:cs="Times New Roman"/>
          <w:color w:val="FF0000"/>
          <w:sz w:val="28"/>
          <w:szCs w:val="28"/>
        </w:rPr>
        <w:t>осква</w:t>
      </w:r>
      <w:r w:rsidR="001C1DA4" w:rsidRPr="00E7405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E74054">
        <w:rPr>
          <w:rFonts w:ascii="Times New Roman" w:eastAsia="Calibri" w:hAnsi="Times New Roman" w:cs="Times New Roman"/>
          <w:color w:val="FF0000"/>
          <w:sz w:val="28"/>
          <w:szCs w:val="28"/>
        </w:rPr>
        <w:t>: Феникс, 2015. – 334 с.</w:t>
      </w:r>
    </w:p>
    <w:p w14:paraId="246126F4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4CCD6949" w14:textId="77777777" w:rsidR="00E77C3A" w:rsidRPr="00560A48" w:rsidRDefault="00FD5FB6" w:rsidP="00E77C3A">
      <w:pPr>
        <w:tabs>
          <w:tab w:val="left" w:pos="851"/>
          <w:tab w:val="left" w:pos="1134"/>
        </w:tabs>
        <w:spacing w:before="240" w:after="240" w:line="30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</w:pPr>
      <w:bookmarkStart w:id="67" w:name="_Toc97127420"/>
      <w:r w:rsidRPr="007C5D99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ru-RU"/>
        </w:rPr>
        <w:t xml:space="preserve">11.2.2 Перечень рекомендуемых наглядных пособий и интерактивных обучающих систем </w:t>
      </w:r>
      <w:bookmarkEnd w:id="67"/>
      <w:r w:rsidR="00E77C3A" w:rsidRPr="00560A48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(при необходимости в алфавитном порядке</w:t>
      </w:r>
      <w:r w:rsidR="00E77C3A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>)</w:t>
      </w:r>
      <w:r w:rsidR="00E77C3A">
        <w:rPr>
          <w:rStyle w:val="af8"/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footnoteReference w:id="13"/>
      </w:r>
      <w:r w:rsidR="00E77C3A"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p w14:paraId="5E175761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Видеофильмы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408019CD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0D6AA717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4F98DA1F" w14:textId="77777777" w:rsidR="00FD5FB6" w:rsidRPr="00500248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35F4BD04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Электронные презентации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09040F8F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7BD590E6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4B24D159" w14:textId="77777777" w:rsidR="00FD5FB6" w:rsidRPr="00500248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5E801EAB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Автоматизированные обучающие системы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74257011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5B49363C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22B27198" w14:textId="77777777" w:rsidR="00FD5FB6" w:rsidRPr="00500248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32BC86DF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Тренажеры-имитаторы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058EEAC3" w14:textId="526C63C8" w:rsidR="00FD5FB6" w:rsidRPr="002A64ED" w:rsidRDefault="00FD5FB6" w:rsidP="00F200D6">
      <w:pPr>
        <w:pStyle w:val="a6"/>
        <w:tabs>
          <w:tab w:val="left" w:pos="1455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</w:p>
    <w:p w14:paraId="56D0F4D5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</w:p>
    <w:p w14:paraId="294D7FD9" w14:textId="77777777" w:rsidR="00FD5FB6" w:rsidRPr="00500248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8"/>
        </w:rPr>
      </w:pPr>
    </w:p>
    <w:p w14:paraId="1D2E73F6" w14:textId="77777777" w:rsidR="00FD5FB6" w:rsidRPr="002A64ED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Электронные учебники 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(при необходимости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алфавитном порядке</w:t>
      </w: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14:paraId="1A236CD3" w14:textId="77777777" w:rsidR="00FD5FB6" w:rsidRDefault="00FD5FB6" w:rsidP="00FD5FB6">
      <w:pPr>
        <w:pStyle w:val="a6"/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2A64ED">
        <w:rPr>
          <w:rFonts w:ascii="Times New Roman" w:hAnsi="Times New Roman" w:cs="Times New Roman"/>
          <w:i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br w:type="page"/>
      </w:r>
    </w:p>
    <w:p w14:paraId="25EF25D1" w14:textId="7515EDEC" w:rsidR="00FD5FB6" w:rsidRPr="005C6FBD" w:rsidRDefault="00FD5FB6" w:rsidP="00F200D6">
      <w:pPr>
        <w:pStyle w:val="a6"/>
        <w:tabs>
          <w:tab w:val="left" w:pos="993"/>
        </w:tabs>
        <w:suppressAutoHyphens/>
        <w:spacing w:before="360" w:after="360" w:line="300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5C6FBD">
        <w:rPr>
          <w:rFonts w:ascii="Times New Roman" w:hAnsi="Times New Roman" w:cs="Times New Roman"/>
          <w:b/>
          <w:sz w:val="28"/>
          <w:szCs w:val="28"/>
        </w:rPr>
        <w:t xml:space="preserve">Лист регистрации изменений нормативно-правовой базы программы повышения квалификации </w:t>
      </w:r>
      <w:sdt>
        <w:sdtPr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alias w:val="категория слушателей"/>
          <w:tag w:val="категория слушателей"/>
          <w:id w:val="-1934811113"/>
          <w:placeholder>
            <w:docPart w:val="BF0B2BE428B047CFB64EFCA141089D2D"/>
          </w:placeholder>
          <w:showingPlcHdr/>
          <w15:color w:val="FF0000"/>
          <w:dropDownList>
            <w:listItem w:displayText="выберите элемент" w:value=""/>
            <w:listItem w:displayText="руководителей" w:value="руководителей"/>
            <w:listItem w:displayText="специалистов" w:value="специалистов"/>
            <w:listItem w:displayText="руководителей и специалистов" w:value="руководителей и специалистов"/>
          </w:dropDownList>
        </w:sdtPr>
        <w:sdtEndPr/>
        <w:sdtContent>
          <w:r w:rsidR="00207BF8" w:rsidRPr="00140518">
            <w:rPr>
              <w:rStyle w:val="afb"/>
            </w:rPr>
            <w:t>Выберите элемент.</w:t>
          </w:r>
        </w:sdtContent>
      </w:sdt>
      <w:r w:rsidRPr="00207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6FBD">
        <w:rPr>
          <w:rFonts w:ascii="Times New Roman" w:hAnsi="Times New Roman" w:cs="Times New Roman"/>
          <w:b/>
          <w:sz w:val="28"/>
          <w:szCs w:val="28"/>
        </w:rPr>
        <w:t xml:space="preserve">по курсу </w:t>
      </w:r>
      <w:r w:rsidRPr="005C6FBD">
        <w:rPr>
          <w:rFonts w:ascii="Times New Roman" w:hAnsi="Times New Roman" w:cs="Times New Roman"/>
          <w:b/>
          <w:i/>
          <w:color w:val="FF0000"/>
          <w:sz w:val="28"/>
          <w:szCs w:val="28"/>
        </w:rPr>
        <w:t>«Название курса»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9"/>
        <w:gridCol w:w="2983"/>
        <w:gridCol w:w="1424"/>
        <w:gridCol w:w="1608"/>
        <w:gridCol w:w="1869"/>
      </w:tblGrid>
      <w:tr w:rsidR="001A2F66" w:rsidRPr="00E03884" w14:paraId="02159549" w14:textId="77777777" w:rsidTr="00CF5B3D">
        <w:tc>
          <w:tcPr>
            <w:tcW w:w="1296" w:type="dxa"/>
            <w:tcBorders>
              <w:bottom w:val="double" w:sz="4" w:space="0" w:color="auto"/>
            </w:tcBorders>
          </w:tcPr>
          <w:p w14:paraId="628A94E5" w14:textId="202328F9" w:rsidR="001A2F66" w:rsidRPr="00E03884" w:rsidRDefault="001A2F66" w:rsidP="001A2F66">
            <w:pPr>
              <w:pStyle w:val="a6"/>
              <w:tabs>
                <w:tab w:val="left" w:pos="993"/>
              </w:tabs>
              <w:suppressAutoHyphens/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изменения / </w:t>
            </w:r>
            <w:r w:rsidRPr="00664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240" w:type="dxa"/>
            <w:tcBorders>
              <w:bottom w:val="double" w:sz="4" w:space="0" w:color="auto"/>
            </w:tcBorders>
          </w:tcPr>
          <w:p w14:paraId="797F0A73" w14:textId="77777777" w:rsidR="001A2F66" w:rsidRPr="00E03884" w:rsidRDefault="001A2F66" w:rsidP="001A2F66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документа</w:t>
            </w:r>
          </w:p>
        </w:tc>
        <w:tc>
          <w:tcPr>
            <w:tcW w:w="1481" w:type="dxa"/>
            <w:tcBorders>
              <w:bottom w:val="double" w:sz="4" w:space="0" w:color="auto"/>
            </w:tcBorders>
          </w:tcPr>
          <w:p w14:paraId="19C0E83F" w14:textId="77777777" w:rsidR="001A2F66" w:rsidRDefault="001A2F66" w:rsidP="001A2F66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Статус </w:t>
            </w:r>
            <w:r w:rsidRPr="00450F9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(отменен, заменен, введен)</w:t>
            </w:r>
          </w:p>
        </w:tc>
        <w:tc>
          <w:tcPr>
            <w:tcW w:w="1713" w:type="dxa"/>
            <w:tcBorders>
              <w:bottom w:val="double" w:sz="4" w:space="0" w:color="auto"/>
            </w:tcBorders>
          </w:tcPr>
          <w:p w14:paraId="189A8624" w14:textId="2E5B24CC" w:rsidR="001A2F66" w:rsidRPr="00E03884" w:rsidRDefault="001A2F66" w:rsidP="001A2F66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 И. О.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куратора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обучения</w:t>
            </w:r>
          </w:p>
        </w:tc>
        <w:tc>
          <w:tcPr>
            <w:tcW w:w="2123" w:type="dxa"/>
            <w:tcBorders>
              <w:bottom w:val="double" w:sz="4" w:space="0" w:color="auto"/>
            </w:tcBorders>
          </w:tcPr>
          <w:p w14:paraId="7B18D0F7" w14:textId="77777777" w:rsidR="001A2F66" w:rsidRPr="00E03884" w:rsidRDefault="001A2F66" w:rsidP="001A2F66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</w:p>
        </w:tc>
      </w:tr>
      <w:tr w:rsidR="00FD5FB6" w:rsidRPr="00E03884" w14:paraId="1BAB9E86" w14:textId="77777777" w:rsidTr="00CF5B3D">
        <w:tc>
          <w:tcPr>
            <w:tcW w:w="1296" w:type="dxa"/>
            <w:tcBorders>
              <w:top w:val="double" w:sz="4" w:space="0" w:color="auto"/>
            </w:tcBorders>
          </w:tcPr>
          <w:p w14:paraId="110CC73F" w14:textId="2045F93C" w:rsidR="00FD5FB6" w:rsidRPr="00E03884" w:rsidRDefault="001A2F66" w:rsidP="000A5F94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01/</w:t>
            </w:r>
            <w:r w:rsidR="00FD5F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09.02.2022</w:t>
            </w:r>
          </w:p>
        </w:tc>
        <w:tc>
          <w:tcPr>
            <w:tcW w:w="3240" w:type="dxa"/>
            <w:tcBorders>
              <w:top w:val="double" w:sz="4" w:space="0" w:color="auto"/>
            </w:tcBorders>
          </w:tcPr>
          <w:p w14:paraId="3244786F" w14:textId="77777777" w:rsidR="00FD5FB6" w:rsidRPr="00E03884" w:rsidRDefault="00FD5FB6" w:rsidP="000A5F94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Приказ Минтруда РФ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</w:t>
            </w:r>
          </w:p>
        </w:tc>
        <w:tc>
          <w:tcPr>
            <w:tcW w:w="1481" w:type="dxa"/>
            <w:tcBorders>
              <w:top w:val="double" w:sz="4" w:space="0" w:color="auto"/>
            </w:tcBorders>
          </w:tcPr>
          <w:p w14:paraId="07CCFBD1" w14:textId="77777777" w:rsidR="00FD5FB6" w:rsidRPr="00E03884" w:rsidRDefault="00FD5FB6" w:rsidP="000A5F94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Отменен</w:t>
            </w:r>
          </w:p>
        </w:tc>
        <w:tc>
          <w:tcPr>
            <w:tcW w:w="1713" w:type="dxa"/>
            <w:tcBorders>
              <w:top w:val="double" w:sz="4" w:space="0" w:color="auto"/>
            </w:tcBorders>
          </w:tcPr>
          <w:p w14:paraId="5DE52AF6" w14:textId="77777777" w:rsidR="00FD5FB6" w:rsidRPr="00E03884" w:rsidRDefault="00FD5FB6" w:rsidP="000A5F94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Дороничев В.А.</w:t>
            </w:r>
          </w:p>
        </w:tc>
        <w:tc>
          <w:tcPr>
            <w:tcW w:w="2123" w:type="dxa"/>
            <w:tcBorders>
              <w:top w:val="double" w:sz="4" w:space="0" w:color="auto"/>
            </w:tcBorders>
          </w:tcPr>
          <w:p w14:paraId="3BADF563" w14:textId="77777777" w:rsidR="00FD5FB6" w:rsidRPr="00E03884" w:rsidRDefault="00FD5FB6" w:rsidP="000A5F94">
            <w:pPr>
              <w:pStyle w:val="a6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</w:tbl>
    <w:p w14:paraId="18AFE003" w14:textId="77777777" w:rsidR="00FD5FB6" w:rsidRDefault="00FD5FB6" w:rsidP="00F200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D5FB6" w:rsidSect="00FC2F6F"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Дороничев Валерий Александрович" w:date="2023-01-18T13:33:00Z" w:initials="ДВА">
    <w:p w14:paraId="683AE6BF" w14:textId="16CB4136" w:rsidR="00460C74" w:rsidRDefault="00460C74">
      <w:pPr>
        <w:pStyle w:val="af1"/>
      </w:pPr>
      <w:r>
        <w:rPr>
          <w:rStyle w:val="af0"/>
        </w:rPr>
        <w:annotationRef/>
      </w:r>
      <w:r>
        <w:t>Не указывается если программа не относится к целевым, так как не проходит проверку в ГНК.</w:t>
      </w:r>
    </w:p>
  </w:comment>
  <w:comment w:id="36" w:author="Дороничев Валерий Александрович" w:date="2023-01-27T11:04:00Z" w:initials="ДВА">
    <w:p w14:paraId="71C71C48" w14:textId="1E293199" w:rsidR="00460C74" w:rsidRDefault="00460C74">
      <w:pPr>
        <w:pStyle w:val="af1"/>
      </w:pPr>
      <w:r>
        <w:rPr>
          <w:rStyle w:val="af0"/>
        </w:rPr>
        <w:annotationRef/>
      </w:r>
      <w:r>
        <w:t>Под дистанционными занятиями следует понимать очные занятия с использованием ДОТ (вебинары).</w:t>
      </w:r>
    </w:p>
  </w:comment>
  <w:comment w:id="37" w:author="Дороничев Валерий Александрович" w:date="2023-01-27T11:05:00Z" w:initials="ДВА">
    <w:p w14:paraId="38A9B858" w14:textId="227032D4" w:rsidR="00460C74" w:rsidRDefault="00460C74">
      <w:pPr>
        <w:pStyle w:val="af1"/>
      </w:pPr>
      <w:r>
        <w:rPr>
          <w:rStyle w:val="af0"/>
        </w:rPr>
        <w:annotationRef/>
      </w:r>
      <w:r>
        <w:t>Под самостоятельной работой следует понимать электронное обучение (без сопровождения со стороны преподавателя)</w:t>
      </w:r>
    </w:p>
  </w:comment>
  <w:comment w:id="38" w:author="Дороничев Валерий Александрович" w:date="2023-01-27T11:05:00Z" w:initials="ДВА">
    <w:p w14:paraId="6E028C16" w14:textId="0E0DE47B" w:rsidR="00460C74" w:rsidRDefault="00460C74">
      <w:pPr>
        <w:pStyle w:val="af1"/>
      </w:pPr>
      <w:r>
        <w:rPr>
          <w:rStyle w:val="af0"/>
        </w:rPr>
        <w:annotationRef/>
      </w:r>
      <w:r>
        <w:t>В этом столбце указываем практические занятия при электронном обучении. Практика указывается ОБЯЗАТЕЛЬНО, даже к электронному обучению в пропорции 60% практики и 40 процентов теории</w:t>
      </w:r>
    </w:p>
  </w:comment>
  <w:comment w:id="39" w:author="Дороничев Валерий Александрович" w:date="2023-01-30T13:05:00Z" w:initials="ДВА">
    <w:p w14:paraId="0E53305A" w14:textId="7E42F424" w:rsidR="000C555F" w:rsidRDefault="000C555F">
      <w:pPr>
        <w:pStyle w:val="af1"/>
      </w:pPr>
      <w:r>
        <w:rPr>
          <w:rStyle w:val="af0"/>
        </w:rPr>
        <w:annotationRef/>
      </w:r>
      <w:r w:rsidRPr="000C555F">
        <w:t>Для электронных курсов обучения промежуточная аттестация не проводится.</w:t>
      </w:r>
    </w:p>
  </w:comment>
  <w:comment w:id="41" w:author="Дороничев Валерий Александрович" w:date="2023-02-21T16:49:00Z" w:initials="ДВА">
    <w:p w14:paraId="73704442" w14:textId="6D41CEFB" w:rsidR="0087409D" w:rsidRDefault="0087409D">
      <w:pPr>
        <w:pStyle w:val="af1"/>
      </w:pPr>
      <w:r>
        <w:rPr>
          <w:rStyle w:val="af0"/>
        </w:rPr>
        <w:annotationRef/>
      </w:r>
      <w:r>
        <w:t>Указываем количество дней в соответствии с ГПК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3AE6BF" w15:done="0"/>
  <w15:commentEx w15:paraId="71C71C48" w15:done="0"/>
  <w15:commentEx w15:paraId="38A9B858" w15:done="0"/>
  <w15:commentEx w15:paraId="6E028C16" w15:done="0"/>
  <w15:commentEx w15:paraId="0E53305A" w15:done="0"/>
  <w15:commentEx w15:paraId="7370444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B9C3D" w14:textId="77777777" w:rsidR="0083580D" w:rsidRDefault="0083580D" w:rsidP="00583360">
      <w:pPr>
        <w:spacing w:after="0" w:line="240" w:lineRule="auto"/>
      </w:pPr>
      <w:r>
        <w:separator/>
      </w:r>
    </w:p>
  </w:endnote>
  <w:endnote w:type="continuationSeparator" w:id="0">
    <w:p w14:paraId="3889048F" w14:textId="77777777" w:rsidR="0083580D" w:rsidRDefault="0083580D" w:rsidP="0058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AC14F" w14:textId="77777777" w:rsidR="0083580D" w:rsidRDefault="0083580D" w:rsidP="00583360">
      <w:pPr>
        <w:spacing w:after="0" w:line="240" w:lineRule="auto"/>
      </w:pPr>
      <w:r>
        <w:separator/>
      </w:r>
    </w:p>
  </w:footnote>
  <w:footnote w:type="continuationSeparator" w:id="0">
    <w:p w14:paraId="0DA9C4F7" w14:textId="77777777" w:rsidR="0083580D" w:rsidRDefault="0083580D" w:rsidP="00583360">
      <w:pPr>
        <w:spacing w:after="0" w:line="240" w:lineRule="auto"/>
      </w:pPr>
      <w:r>
        <w:continuationSeparator/>
      </w:r>
    </w:p>
  </w:footnote>
  <w:footnote w:id="1">
    <w:p w14:paraId="4AC8C4AB" w14:textId="31CA3C19" w:rsidR="00460C74" w:rsidRPr="002F5352" w:rsidRDefault="00460C74" w:rsidP="002F5352">
      <w:pPr>
        <w:pStyle w:val="af9"/>
        <w:jc w:val="both"/>
        <w:rPr>
          <w:rFonts w:ascii="Times New Roman" w:hAnsi="Times New Roman" w:cs="Times New Roman"/>
          <w:i/>
          <w:color w:val="FF0000"/>
        </w:rPr>
      </w:pPr>
      <w:r w:rsidRPr="002F5352">
        <w:rPr>
          <w:rStyle w:val="af8"/>
          <w:i/>
        </w:rPr>
        <w:footnoteRef/>
      </w:r>
      <w:r w:rsidRPr="002F5352">
        <w:rPr>
          <w:i/>
        </w:rPr>
        <w:t xml:space="preserve"> </w:t>
      </w:r>
      <w:r w:rsidRPr="002F5352">
        <w:rPr>
          <w:rFonts w:ascii="Times New Roman" w:hAnsi="Times New Roman" w:cs="Times New Roman"/>
          <w:i/>
          <w:color w:val="FF0000"/>
        </w:rPr>
        <w:t>Указывается в соответствии с Квалификационным справочником должностей руководителей, специалистов и других служащих (в действующей части), отраслевых тарифно-квалификационных и должностных документов ПАО «Газпром»</w:t>
      </w:r>
      <w:r>
        <w:rPr>
          <w:rFonts w:ascii="Times New Roman" w:hAnsi="Times New Roman" w:cs="Times New Roman"/>
          <w:i/>
          <w:color w:val="FF0000"/>
        </w:rPr>
        <w:t>.</w:t>
      </w:r>
    </w:p>
  </w:footnote>
  <w:footnote w:id="2">
    <w:p w14:paraId="1FD75DB7" w14:textId="67F2B025" w:rsidR="00460C74" w:rsidRDefault="00460C74">
      <w:pPr>
        <w:pStyle w:val="af9"/>
      </w:pPr>
      <w:r>
        <w:rPr>
          <w:rStyle w:val="af8"/>
        </w:rPr>
        <w:footnoteRef/>
      </w:r>
      <w:r>
        <w:t xml:space="preserve"> </w:t>
      </w:r>
      <w:r w:rsidRPr="00282E46">
        <w:rPr>
          <w:rFonts w:ascii="Times New Roman" w:hAnsi="Times New Roman" w:cs="Times New Roman"/>
          <w:i/>
          <w:color w:val="FF0000"/>
        </w:rPr>
        <w:t>Не указывается</w:t>
      </w:r>
      <w:r>
        <w:rPr>
          <w:rFonts w:ascii="Times New Roman" w:hAnsi="Times New Roman" w:cs="Times New Roman"/>
          <w:i/>
          <w:color w:val="FF0000"/>
        </w:rPr>
        <w:t xml:space="preserve"> если ДПП актуализируется.</w:t>
      </w:r>
    </w:p>
  </w:footnote>
  <w:footnote w:id="3">
    <w:p w14:paraId="3DD4F9AB" w14:textId="69672AF3" w:rsidR="00460C74" w:rsidRDefault="00460C74">
      <w:pPr>
        <w:pStyle w:val="af9"/>
      </w:pPr>
      <w:r>
        <w:rPr>
          <w:rStyle w:val="af8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color w:val="FF0000"/>
        </w:rPr>
        <w:t>У</w:t>
      </w:r>
      <w:r w:rsidRPr="00902707">
        <w:rPr>
          <w:rFonts w:ascii="Times New Roman" w:hAnsi="Times New Roman" w:cs="Times New Roman"/>
          <w:i/>
          <w:color w:val="FF0000"/>
        </w:rPr>
        <w:t>казывается в соответствии с Реестром областей и видов профессиональной деятельности, размещенным на специализированном сайте Минтруда России «Профессиональные стандарты»</w:t>
      </w:r>
      <w:r w:rsidRPr="00902707">
        <w:rPr>
          <w:rFonts w:ascii="Times New Roman" w:hAnsi="Times New Roman" w:cs="Times New Roman"/>
          <w:color w:val="000000"/>
        </w:rPr>
        <w:t xml:space="preserve"> (</w:t>
      </w:r>
      <w:hyperlink r:id="rId1" w:history="1">
        <w:r w:rsidRPr="00902707">
          <w:rPr>
            <w:rStyle w:val="a9"/>
            <w:rFonts w:ascii="Times New Roman" w:hAnsi="Times New Roman" w:cs="Times New Roman"/>
          </w:rPr>
          <w:t>http://profstandart.rosmintrud.ru/obshchiy-informatsionnyy-blok/natsionalnyy-reestr-professionalnykh-standartov/reestr-oblastey-i-vidov-professionalnoy-deyatelnosti/</w:t>
        </w:r>
      </w:hyperlink>
    </w:p>
  </w:footnote>
  <w:footnote w:id="4">
    <w:p w14:paraId="50D92A64" w14:textId="670AA165" w:rsidR="00460C74" w:rsidRPr="00096B4E" w:rsidRDefault="00460C74" w:rsidP="0028389B">
      <w:pPr>
        <w:pStyle w:val="af9"/>
        <w:suppressAutoHyphens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6B4E">
        <w:rPr>
          <w:rStyle w:val="af8"/>
          <w:rFonts w:ascii="Times New Roman" w:hAnsi="Times New Roman" w:cs="Times New Roman"/>
          <w:color w:val="FF0000"/>
          <w:sz w:val="24"/>
          <w:szCs w:val="24"/>
        </w:rPr>
        <w:t>*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Нормативные акты располагаются в следующей последовательности: 1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Конституция Российской Федерации; 2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Международные договоры Российской Федерации (в алфавитном порядке); 3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Федеральные конституционные законы Российской Федерации (в алфавитном порядке); 4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Федеральные законы Российской Федерации (в алфавитном порядке); 5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Президента Российской Федерации (в алфавитном порядке); 6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Правительства Российской Федерации (в алфавитном порядке); 7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федеральных министерств, служб, агентств (в алфавитном порядке); 8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органов субъекта федерации (в алфавитном порядке); 9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местного самоуправления (в алфавитном порядке); 10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Локальные (корпоративные) нормативные акты (в алфавитном порядке).</w:t>
      </w:r>
    </w:p>
  </w:footnote>
  <w:footnote w:id="5">
    <w:p w14:paraId="213408D8" w14:textId="61E7457A" w:rsidR="00460C74" w:rsidRDefault="00460C74">
      <w:pPr>
        <w:pStyle w:val="af9"/>
      </w:pPr>
      <w:r>
        <w:rPr>
          <w:rStyle w:val="af8"/>
        </w:rPr>
        <w:footnoteRef/>
      </w:r>
      <w:r>
        <w:t xml:space="preserve"> </w:t>
      </w:r>
      <w:r w:rsidRPr="00266446">
        <w:rPr>
          <w:rFonts w:ascii="Times New Roman" w:hAnsi="Times New Roman" w:cs="Times New Roman"/>
          <w:i/>
          <w:color w:val="FF0000"/>
        </w:rPr>
        <w:t>Для дополнительных профессиональных программ повышения квалификации руководителей и специалистов по развитию личностно-деловых и управленческих компетенций не указывается.</w:t>
      </w:r>
    </w:p>
  </w:footnote>
  <w:footnote w:id="6">
    <w:p w14:paraId="24B14A40" w14:textId="2A53D9CD" w:rsidR="00460C74" w:rsidRDefault="00460C74">
      <w:pPr>
        <w:pStyle w:val="af9"/>
      </w:pPr>
      <w:r>
        <w:rPr>
          <w:rStyle w:val="af8"/>
        </w:rPr>
        <w:footnoteRef/>
      </w:r>
      <w:r>
        <w:t xml:space="preserve"> </w:t>
      </w:r>
      <w:r w:rsidRPr="0038029C">
        <w:rPr>
          <w:rFonts w:ascii="Times New Roman" w:hAnsi="Times New Roman" w:cs="Times New Roman"/>
          <w:i/>
          <w:color w:val="FF0000"/>
        </w:rPr>
        <w:t>Указывается в соответствии с Реестром областей и видов профессиональной деятельности, размещенным на специализированном сайте Минтруда России «Профессиональные стандарты»</w:t>
      </w:r>
      <w:r w:rsidRPr="0038029C">
        <w:rPr>
          <w:color w:val="FF0000"/>
        </w:rPr>
        <w:t xml:space="preserve"> </w:t>
      </w:r>
      <w:r w:rsidRPr="0038029C">
        <w:t>(</w:t>
      </w:r>
      <w:hyperlink r:id="rId2" w:history="1">
        <w:r w:rsidRPr="0038029C">
          <w:rPr>
            <w:rStyle w:val="a9"/>
            <w:rFonts w:ascii="Times New Roman" w:hAnsi="Times New Roman" w:cs="Times New Roman"/>
          </w:rPr>
          <w:t>http://profstandart.rosmintrud.ru/obshchiy-informatsionnyy-blok/natsionalnyy-reestr-professionalnykh-standartov/reestr-oblastey-i-vidov-professionalnoy-deyatelnosti/</w:t>
        </w:r>
      </w:hyperlink>
      <w:r w:rsidRPr="0038029C">
        <w:rPr>
          <w:rFonts w:ascii="Times New Roman" w:hAnsi="Times New Roman" w:cs="Times New Roman"/>
        </w:rPr>
        <w:t>)</w:t>
      </w:r>
    </w:p>
  </w:footnote>
  <w:footnote w:id="7">
    <w:p w14:paraId="325A56A3" w14:textId="64EF2F6A" w:rsidR="00460C74" w:rsidRDefault="00460C74">
      <w:pPr>
        <w:pStyle w:val="af9"/>
      </w:pPr>
      <w:r>
        <w:rPr>
          <w:rStyle w:val="af8"/>
        </w:rPr>
        <w:footnoteRef/>
      </w:r>
      <w:r>
        <w:t xml:space="preserve"> </w:t>
      </w:r>
      <w:r w:rsidRPr="0038029C">
        <w:rPr>
          <w:rFonts w:ascii="Times New Roman" w:hAnsi="Times New Roman" w:cs="Times New Roman"/>
          <w:i/>
          <w:color w:val="FF0000"/>
        </w:rPr>
        <w:t>Формулируется разработчиком ДПП в соответствии с названием программы.</w:t>
      </w:r>
    </w:p>
  </w:footnote>
  <w:footnote w:id="8">
    <w:p w14:paraId="14DE05A2" w14:textId="799058B1" w:rsidR="00460C74" w:rsidRDefault="00460C74">
      <w:pPr>
        <w:pStyle w:val="af9"/>
      </w:pPr>
      <w:r>
        <w:rPr>
          <w:rStyle w:val="af8"/>
        </w:rPr>
        <w:footnoteRef/>
      </w:r>
      <w:r>
        <w:t xml:space="preserve"> </w:t>
      </w:r>
      <w:r w:rsidRPr="00721239">
        <w:rPr>
          <w:rFonts w:ascii="Times New Roman" w:hAnsi="Times New Roman" w:cs="Times New Roman"/>
          <w:i/>
          <w:color w:val="FF0000"/>
        </w:rPr>
        <w:t>В соответствии с Матрицей профессиональных компетенций ПАО «Газпром» или формулируются разработчиком ДПП.</w:t>
      </w:r>
    </w:p>
  </w:footnote>
  <w:footnote w:id="9">
    <w:p w14:paraId="53D9B349" w14:textId="77777777" w:rsidR="00460C74" w:rsidRDefault="00460C74" w:rsidP="00833E85">
      <w:pPr>
        <w:pStyle w:val="af9"/>
        <w:jc w:val="both"/>
      </w:pPr>
      <w:r>
        <w:rPr>
          <w:rStyle w:val="af8"/>
        </w:rPr>
        <w:footnoteRef/>
      </w:r>
      <w:r>
        <w:t xml:space="preserve"> </w:t>
      </w:r>
      <w:r w:rsidRPr="00932425">
        <w:rPr>
          <w:rFonts w:ascii="Times New Roman" w:hAnsi="Times New Roman" w:cs="Times New Roman"/>
          <w:i/>
          <w:color w:val="FF0000"/>
        </w:rPr>
        <w:t xml:space="preserve">Рассчитывается разработчиком программы в зависимости от продолжительности обучения. </w:t>
      </w:r>
      <w:r>
        <w:rPr>
          <w:rFonts w:ascii="Times New Roman" w:hAnsi="Times New Roman" w:cs="Times New Roman"/>
          <w:i/>
          <w:color w:val="FF0000"/>
        </w:rPr>
        <w:t xml:space="preserve">Для 40-часовой программы – 4 часа. Для 72-часовой программы – 8 часов. </w:t>
      </w:r>
      <w:r w:rsidRPr="00932425">
        <w:rPr>
          <w:rFonts w:ascii="Times New Roman" w:hAnsi="Times New Roman" w:cs="Times New Roman"/>
          <w:i/>
          <w:color w:val="FF0000"/>
        </w:rPr>
        <w:t>В соответствии с ГОСТ 12.0.004-2015 «Организация обучения безопасности труда. Общие положения» в учебно-тематические планы и программы курсов повышения квалификации по специальности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0">
    <w:p w14:paraId="2CD71C4E" w14:textId="77777777" w:rsidR="00460C74" w:rsidRPr="00C44382" w:rsidRDefault="00460C74" w:rsidP="00B70009">
      <w:pPr>
        <w:pStyle w:val="af9"/>
      </w:pPr>
      <w:r>
        <w:rPr>
          <w:rStyle w:val="af8"/>
        </w:rPr>
        <w:footnoteRef/>
      </w:r>
      <w:r>
        <w:t xml:space="preserve"> </w:t>
      </w:r>
      <w:r w:rsidRPr="00932425">
        <w:rPr>
          <w:rFonts w:ascii="Times New Roman" w:hAnsi="Times New Roman" w:cs="Times New Roman"/>
          <w:i/>
          <w:color w:val="FF0000"/>
        </w:rPr>
        <w:t xml:space="preserve">Рассчитывается разработчиком программы в зависимости от продолжительности обучения. </w:t>
      </w:r>
      <w:r>
        <w:rPr>
          <w:rFonts w:ascii="Times New Roman" w:hAnsi="Times New Roman" w:cs="Times New Roman"/>
          <w:i/>
          <w:color w:val="FF0000"/>
        </w:rPr>
        <w:t xml:space="preserve">Для 40-часовой программы – 4 часа. Для 72-часовой программы – 8 часов. </w:t>
      </w:r>
      <w:r w:rsidRPr="00932425">
        <w:rPr>
          <w:rFonts w:ascii="Times New Roman" w:hAnsi="Times New Roman" w:cs="Times New Roman"/>
          <w:i/>
          <w:color w:val="FF0000"/>
        </w:rPr>
        <w:t>В соответствии с ГОСТ 12.0.004-2015 «Организация обучения безопасности труда. Общие положения» в учебно-тематические планы и программы курсов повышения квалификации по специальности должны быть включены вопросы охраны труда и промышленной безопасности в объеме не менее 10% общего объема курса обучения.</w:t>
      </w:r>
    </w:p>
  </w:footnote>
  <w:footnote w:id="11">
    <w:p w14:paraId="33B37754" w14:textId="2373E258" w:rsidR="00460C74" w:rsidRPr="00096B4E" w:rsidRDefault="00460C74" w:rsidP="00096B4E">
      <w:pPr>
        <w:pStyle w:val="af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6B4E">
        <w:rPr>
          <w:rStyle w:val="af8"/>
          <w:rFonts w:ascii="Times New Roman" w:hAnsi="Times New Roman" w:cs="Times New Roman"/>
          <w:color w:val="FF0000"/>
          <w:sz w:val="24"/>
          <w:szCs w:val="24"/>
        </w:rPr>
        <w:t>*</w:t>
      </w:r>
      <w:r w:rsidRPr="00096B4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Перечень тестовых дидактических материалов должен содержать не менее 20 тестовых заданий различного вида (одиночного выбора; множественного выбора; на установление соответствия; на установление последовательности действий; открытого вида).</w:t>
      </w:r>
    </w:p>
  </w:footnote>
  <w:footnote w:id="12">
    <w:p w14:paraId="5C12A6EE" w14:textId="77777777" w:rsidR="00460C74" w:rsidRPr="009D4BCD" w:rsidRDefault="00460C74" w:rsidP="00FD5FB6">
      <w:pPr>
        <w:pStyle w:val="af9"/>
        <w:jc w:val="both"/>
        <w:rPr>
          <w:sz w:val="24"/>
          <w:szCs w:val="24"/>
        </w:rPr>
      </w:pPr>
      <w:r w:rsidRPr="009D4BCD">
        <w:rPr>
          <w:rStyle w:val="af8"/>
          <w:color w:val="FF0000"/>
          <w:sz w:val="24"/>
          <w:szCs w:val="24"/>
        </w:rPr>
        <w:t>*</w:t>
      </w:r>
      <w:r w:rsidRPr="009D4BCD">
        <w:rPr>
          <w:color w:val="FF0000"/>
          <w:sz w:val="24"/>
          <w:szCs w:val="24"/>
        </w:rPr>
        <w:t xml:space="preserve"> 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Нормативные акты располагаются в следующей последовательности: 1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Конституция Российской Федерации; 2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Международные договоры Российской Федерации (в алфавитном порядке); 3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Федеральные конституционные законы Российской Федерации (в алфавитном порядке); 4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Федеральные законы Российской Федерации (в алфавитном порядке); 5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Президента Российской Федерации (в алфавитном порядке); 6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Правительства Российской Федерации (в алфавитном порядке); 7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федеральных министерств, служб, агентств (в алфавитном порядке); 8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органов субъекта федерации (в алфавитном порядке); 9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Акты местного самоуправления (в алфавитном порядке); 10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9D4BC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Локальные (корпоративные) нормативные акты (в алфавитном порядке).</w:t>
      </w:r>
    </w:p>
  </w:footnote>
  <w:footnote w:id="13">
    <w:p w14:paraId="48954AEB" w14:textId="4603DFA3" w:rsidR="00460C74" w:rsidRPr="00DC799C" w:rsidRDefault="00460C74" w:rsidP="00DC799C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0"/>
        </w:rPr>
      </w:pPr>
      <w:r>
        <w:rPr>
          <w:rStyle w:val="af8"/>
        </w:rPr>
        <w:footnoteRef/>
      </w:r>
      <w:r>
        <w:t xml:space="preserve"> </w:t>
      </w:r>
      <w:r w:rsidRPr="00BF5A88">
        <w:rPr>
          <w:rFonts w:ascii="Times New Roman" w:hAnsi="Times New Roman" w:cs="Times New Roman"/>
          <w:i/>
          <w:color w:val="FF0000"/>
          <w:sz w:val="24"/>
          <w:szCs w:val="20"/>
        </w:rPr>
        <w:t>Представленную информацию необходимо проверять в Фонде УММ – СНФПО ПАО</w:t>
      </w:r>
      <w:r>
        <w:rPr>
          <w:rFonts w:ascii="Times New Roman" w:hAnsi="Times New Roman" w:cs="Times New Roman"/>
          <w:i/>
          <w:color w:val="FF0000"/>
          <w:sz w:val="24"/>
          <w:szCs w:val="20"/>
        </w:rPr>
        <w:t> </w:t>
      </w:r>
      <w:r w:rsidRPr="00BF5A88">
        <w:rPr>
          <w:rFonts w:ascii="Times New Roman" w:hAnsi="Times New Roman" w:cs="Times New Roman"/>
          <w:i/>
          <w:color w:val="FF0000"/>
          <w:sz w:val="24"/>
          <w:szCs w:val="20"/>
        </w:rPr>
        <w:t>«Газпром»</w:t>
      </w:r>
      <w:r>
        <w:rPr>
          <w:rFonts w:ascii="Times New Roman" w:hAnsi="Times New Roman" w:cs="Times New Roman"/>
          <w:i/>
          <w:color w:val="FF0000"/>
          <w:sz w:val="24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8FCAF" w14:textId="50EE3D94" w:rsidR="00460C74" w:rsidRPr="00EF1803" w:rsidRDefault="00460C74" w:rsidP="005D4086">
    <w:pPr>
      <w:pStyle w:val="aa"/>
      <w:jc w:val="center"/>
      <w:rPr>
        <w:rFonts w:ascii="Times New Roman" w:hAnsi="Times New Roman" w:cs="Times New Roman"/>
        <w:sz w:val="28"/>
        <w:szCs w:val="24"/>
      </w:rPr>
    </w:pPr>
    <w:r w:rsidRPr="00EF1803">
      <w:rPr>
        <w:rFonts w:ascii="Times New Roman" w:hAnsi="Times New Roman" w:cs="Times New Roman"/>
        <w:bCs/>
        <w:sz w:val="24"/>
      </w:rPr>
      <w:fldChar w:fldCharType="begin"/>
    </w:r>
    <w:r w:rsidRPr="00EF1803">
      <w:rPr>
        <w:rFonts w:ascii="Times New Roman" w:hAnsi="Times New Roman" w:cs="Times New Roman"/>
        <w:bCs/>
        <w:sz w:val="24"/>
      </w:rPr>
      <w:instrText>PAGE  \* Arabic  \* MERGEFORMAT</w:instrText>
    </w:r>
    <w:r w:rsidRPr="00EF1803">
      <w:rPr>
        <w:rFonts w:ascii="Times New Roman" w:hAnsi="Times New Roman" w:cs="Times New Roman"/>
        <w:bCs/>
        <w:sz w:val="24"/>
      </w:rPr>
      <w:fldChar w:fldCharType="separate"/>
    </w:r>
    <w:r w:rsidR="00C93CDF">
      <w:rPr>
        <w:rFonts w:ascii="Times New Roman" w:hAnsi="Times New Roman" w:cs="Times New Roman"/>
        <w:bCs/>
        <w:noProof/>
        <w:sz w:val="24"/>
      </w:rPr>
      <w:t>2</w:t>
    </w:r>
    <w:r w:rsidRPr="00EF1803">
      <w:rPr>
        <w:rFonts w:ascii="Times New Roman" w:hAnsi="Times New Roman" w:cs="Times New Roman"/>
        <w:bCs/>
        <w:sz w:val="24"/>
      </w:rPr>
      <w:fldChar w:fldCharType="end"/>
    </w:r>
    <w:r w:rsidRPr="00EF1803">
      <w:rPr>
        <w:rFonts w:ascii="Times New Roman" w:hAnsi="Times New Roman" w:cs="Times New Roman"/>
        <w:sz w:val="24"/>
      </w:rPr>
      <w:t xml:space="preserve"> из </w:t>
    </w:r>
    <w:r w:rsidRPr="00EF1803">
      <w:rPr>
        <w:rFonts w:ascii="Times New Roman" w:hAnsi="Times New Roman" w:cs="Times New Roman"/>
        <w:bCs/>
        <w:sz w:val="24"/>
      </w:rPr>
      <w:fldChar w:fldCharType="begin"/>
    </w:r>
    <w:r w:rsidRPr="00EF1803">
      <w:rPr>
        <w:rFonts w:ascii="Times New Roman" w:hAnsi="Times New Roman" w:cs="Times New Roman"/>
        <w:bCs/>
        <w:sz w:val="24"/>
      </w:rPr>
      <w:instrText>NUMPAGES  \* Arabic  \* MERGEFORMAT</w:instrText>
    </w:r>
    <w:r w:rsidRPr="00EF1803">
      <w:rPr>
        <w:rFonts w:ascii="Times New Roman" w:hAnsi="Times New Roman" w:cs="Times New Roman"/>
        <w:bCs/>
        <w:sz w:val="24"/>
      </w:rPr>
      <w:fldChar w:fldCharType="separate"/>
    </w:r>
    <w:r w:rsidR="00C93CDF">
      <w:rPr>
        <w:rFonts w:ascii="Times New Roman" w:hAnsi="Times New Roman" w:cs="Times New Roman"/>
        <w:bCs/>
        <w:noProof/>
        <w:sz w:val="24"/>
      </w:rPr>
      <w:t>15</w:t>
    </w:r>
    <w:r w:rsidRPr="00EF1803">
      <w:rPr>
        <w:rFonts w:ascii="Times New Roman" w:hAnsi="Times New Roman" w:cs="Times New Roman"/>
        <w:bCs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FC4F3" w14:textId="154DDB6F" w:rsidR="00460C74" w:rsidRPr="00AD673C" w:rsidRDefault="00460C74" w:rsidP="0067245C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AD673C">
      <w:rPr>
        <w:rFonts w:ascii="Times New Roman" w:hAnsi="Times New Roman" w:cs="Times New Roman"/>
        <w:bCs/>
        <w:sz w:val="24"/>
        <w:szCs w:val="24"/>
      </w:rPr>
      <w:fldChar w:fldCharType="begin"/>
    </w:r>
    <w:r w:rsidRPr="00AD673C">
      <w:rPr>
        <w:rFonts w:ascii="Times New Roman" w:hAnsi="Times New Roman" w:cs="Times New Roman"/>
        <w:bCs/>
        <w:sz w:val="24"/>
        <w:szCs w:val="24"/>
      </w:rPr>
      <w:instrText>PAGE  \* Arabic  \* MERGEFORMAT</w:instrText>
    </w:r>
    <w:r w:rsidRPr="00AD673C">
      <w:rPr>
        <w:rFonts w:ascii="Times New Roman" w:hAnsi="Times New Roman" w:cs="Times New Roman"/>
        <w:bCs/>
        <w:sz w:val="24"/>
        <w:szCs w:val="24"/>
      </w:rPr>
      <w:fldChar w:fldCharType="separate"/>
    </w:r>
    <w:r w:rsidR="00C93CDF">
      <w:rPr>
        <w:rFonts w:ascii="Times New Roman" w:hAnsi="Times New Roman" w:cs="Times New Roman"/>
        <w:bCs/>
        <w:noProof/>
        <w:sz w:val="24"/>
        <w:szCs w:val="24"/>
      </w:rPr>
      <w:t>1</w:t>
    </w:r>
    <w:r w:rsidRPr="00AD673C">
      <w:rPr>
        <w:rFonts w:ascii="Times New Roman" w:hAnsi="Times New Roman" w:cs="Times New Roman"/>
        <w:bCs/>
        <w:sz w:val="24"/>
        <w:szCs w:val="24"/>
      </w:rPr>
      <w:fldChar w:fldCharType="end"/>
    </w:r>
    <w:r w:rsidRPr="00AD673C">
      <w:rPr>
        <w:rFonts w:ascii="Times New Roman" w:hAnsi="Times New Roman" w:cs="Times New Roman"/>
        <w:sz w:val="24"/>
        <w:szCs w:val="24"/>
      </w:rPr>
      <w:t xml:space="preserve"> из </w:t>
    </w:r>
    <w:r w:rsidRPr="00AD673C">
      <w:rPr>
        <w:rFonts w:ascii="Times New Roman" w:hAnsi="Times New Roman" w:cs="Times New Roman"/>
        <w:bCs/>
        <w:sz w:val="24"/>
        <w:szCs w:val="24"/>
      </w:rPr>
      <w:fldChar w:fldCharType="begin"/>
    </w:r>
    <w:r w:rsidRPr="00AD673C">
      <w:rPr>
        <w:rFonts w:ascii="Times New Roman" w:hAnsi="Times New Roman" w:cs="Times New Roman"/>
        <w:bCs/>
        <w:sz w:val="24"/>
        <w:szCs w:val="24"/>
      </w:rPr>
      <w:instrText>NUMPAGES  \* Arabic  \* MERGEFORMAT</w:instrText>
    </w:r>
    <w:r w:rsidRPr="00AD673C">
      <w:rPr>
        <w:rFonts w:ascii="Times New Roman" w:hAnsi="Times New Roman" w:cs="Times New Roman"/>
        <w:bCs/>
        <w:sz w:val="24"/>
        <w:szCs w:val="24"/>
      </w:rPr>
      <w:fldChar w:fldCharType="separate"/>
    </w:r>
    <w:r w:rsidR="00C93CDF">
      <w:rPr>
        <w:rFonts w:ascii="Times New Roman" w:hAnsi="Times New Roman" w:cs="Times New Roman"/>
        <w:bCs/>
        <w:noProof/>
        <w:sz w:val="24"/>
        <w:szCs w:val="24"/>
      </w:rPr>
      <w:t>15</w:t>
    </w:r>
    <w:r w:rsidRPr="00AD673C">
      <w:rPr>
        <w:rFonts w:ascii="Times New Roman" w:hAnsi="Times New Roman" w:cs="Times New Roman"/>
        <w:bCs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D2C"/>
    <w:multiLevelType w:val="hybridMultilevel"/>
    <w:tmpl w:val="A1BAFA90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DF316C"/>
    <w:multiLevelType w:val="hybridMultilevel"/>
    <w:tmpl w:val="93F48AEE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44E2"/>
    <w:multiLevelType w:val="hybridMultilevel"/>
    <w:tmpl w:val="B87E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34F4B"/>
    <w:multiLevelType w:val="hybridMultilevel"/>
    <w:tmpl w:val="70D4F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543DF"/>
    <w:multiLevelType w:val="hybridMultilevel"/>
    <w:tmpl w:val="F6443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93113"/>
    <w:multiLevelType w:val="hybridMultilevel"/>
    <w:tmpl w:val="CE541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41CAB"/>
    <w:multiLevelType w:val="hybridMultilevel"/>
    <w:tmpl w:val="B87E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30E88"/>
    <w:multiLevelType w:val="hybridMultilevel"/>
    <w:tmpl w:val="74FA18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1B35E9"/>
    <w:multiLevelType w:val="hybridMultilevel"/>
    <w:tmpl w:val="C12C40B2"/>
    <w:lvl w:ilvl="0" w:tplc="E0A80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7EAF"/>
    <w:multiLevelType w:val="multilevel"/>
    <w:tmpl w:val="F49EFD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2"/>
      <w:numFmt w:val="decimal"/>
      <w:isLgl/>
      <w:lvlText w:val="%1.%2"/>
      <w:lvlJc w:val="left"/>
      <w:pPr>
        <w:ind w:left="2419" w:hanging="135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2419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9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9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0" w15:restartNumberingAfterBreak="0">
    <w:nsid w:val="29711819"/>
    <w:multiLevelType w:val="hybridMultilevel"/>
    <w:tmpl w:val="B9B25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F422C"/>
    <w:multiLevelType w:val="multilevel"/>
    <w:tmpl w:val="F49EFD5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2"/>
      <w:numFmt w:val="decimal"/>
      <w:isLgl/>
      <w:lvlText w:val="%1.%2"/>
      <w:lvlJc w:val="left"/>
      <w:pPr>
        <w:ind w:left="2419" w:hanging="135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2419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9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9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2" w15:restartNumberingAfterBreak="0">
    <w:nsid w:val="36DF42CC"/>
    <w:multiLevelType w:val="hybridMultilevel"/>
    <w:tmpl w:val="A5CE7078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47F61"/>
    <w:multiLevelType w:val="hybridMultilevel"/>
    <w:tmpl w:val="DD3E2E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CF54081"/>
    <w:multiLevelType w:val="hybridMultilevel"/>
    <w:tmpl w:val="10B445B2"/>
    <w:lvl w:ilvl="0" w:tplc="0CB253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7CB46AF"/>
    <w:multiLevelType w:val="hybridMultilevel"/>
    <w:tmpl w:val="6B422BFA"/>
    <w:lvl w:ilvl="0" w:tplc="1342251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DA41AE3"/>
    <w:multiLevelType w:val="hybridMultilevel"/>
    <w:tmpl w:val="FC92F8EE"/>
    <w:lvl w:ilvl="0" w:tplc="AA24CAA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DC46954"/>
    <w:multiLevelType w:val="hybridMultilevel"/>
    <w:tmpl w:val="151C12AC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145558"/>
    <w:multiLevelType w:val="hybridMultilevel"/>
    <w:tmpl w:val="10B445B2"/>
    <w:lvl w:ilvl="0" w:tplc="0CB253D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FBB42CC"/>
    <w:multiLevelType w:val="hybridMultilevel"/>
    <w:tmpl w:val="98603DFA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739EE"/>
    <w:multiLevelType w:val="hybridMultilevel"/>
    <w:tmpl w:val="28F8F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50C9E"/>
    <w:multiLevelType w:val="hybridMultilevel"/>
    <w:tmpl w:val="96FE0F0E"/>
    <w:lvl w:ilvl="0" w:tplc="9EA223A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C694083"/>
    <w:multiLevelType w:val="hybridMultilevel"/>
    <w:tmpl w:val="512C8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355D3"/>
    <w:multiLevelType w:val="hybridMultilevel"/>
    <w:tmpl w:val="52C0FEAE"/>
    <w:lvl w:ilvl="0" w:tplc="34BC6A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019FC"/>
    <w:multiLevelType w:val="hybridMultilevel"/>
    <w:tmpl w:val="2C5C43D2"/>
    <w:lvl w:ilvl="0" w:tplc="0CB253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1055DA"/>
    <w:multiLevelType w:val="hybridMultilevel"/>
    <w:tmpl w:val="C1AA1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B4AF9"/>
    <w:multiLevelType w:val="hybridMultilevel"/>
    <w:tmpl w:val="E5544B6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8153C"/>
    <w:multiLevelType w:val="hybridMultilevel"/>
    <w:tmpl w:val="BE3C8FD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73DE523D"/>
    <w:multiLevelType w:val="hybridMultilevel"/>
    <w:tmpl w:val="6EBA6450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41974"/>
    <w:multiLevelType w:val="hybridMultilevel"/>
    <w:tmpl w:val="5D70E912"/>
    <w:lvl w:ilvl="0" w:tplc="9EA223A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A6ACA"/>
    <w:multiLevelType w:val="hybridMultilevel"/>
    <w:tmpl w:val="07D26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728B"/>
    <w:multiLevelType w:val="hybridMultilevel"/>
    <w:tmpl w:val="2110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23"/>
  </w:num>
  <w:num w:numId="5">
    <w:abstractNumId w:val="2"/>
  </w:num>
  <w:num w:numId="6">
    <w:abstractNumId w:val="10"/>
  </w:num>
  <w:num w:numId="7">
    <w:abstractNumId w:val="22"/>
  </w:num>
  <w:num w:numId="8">
    <w:abstractNumId w:val="9"/>
  </w:num>
  <w:num w:numId="9">
    <w:abstractNumId w:val="11"/>
  </w:num>
  <w:num w:numId="10">
    <w:abstractNumId w:val="6"/>
  </w:num>
  <w:num w:numId="11">
    <w:abstractNumId w:val="14"/>
  </w:num>
  <w:num w:numId="12">
    <w:abstractNumId w:val="18"/>
  </w:num>
  <w:num w:numId="13">
    <w:abstractNumId w:val="24"/>
  </w:num>
  <w:num w:numId="14">
    <w:abstractNumId w:val="13"/>
  </w:num>
  <w:num w:numId="15">
    <w:abstractNumId w:val="30"/>
  </w:num>
  <w:num w:numId="16">
    <w:abstractNumId w:val="28"/>
  </w:num>
  <w:num w:numId="17">
    <w:abstractNumId w:val="29"/>
  </w:num>
  <w:num w:numId="18">
    <w:abstractNumId w:val="1"/>
  </w:num>
  <w:num w:numId="19">
    <w:abstractNumId w:val="31"/>
  </w:num>
  <w:num w:numId="20">
    <w:abstractNumId w:val="19"/>
  </w:num>
  <w:num w:numId="21">
    <w:abstractNumId w:val="3"/>
  </w:num>
  <w:num w:numId="22">
    <w:abstractNumId w:val="5"/>
  </w:num>
  <w:num w:numId="23">
    <w:abstractNumId w:val="4"/>
  </w:num>
  <w:num w:numId="24">
    <w:abstractNumId w:val="27"/>
  </w:num>
  <w:num w:numId="25">
    <w:abstractNumId w:val="25"/>
  </w:num>
  <w:num w:numId="26">
    <w:abstractNumId w:val="7"/>
  </w:num>
  <w:num w:numId="27">
    <w:abstractNumId w:val="20"/>
  </w:num>
  <w:num w:numId="28">
    <w:abstractNumId w:val="15"/>
  </w:num>
  <w:num w:numId="29">
    <w:abstractNumId w:val="26"/>
  </w:num>
  <w:num w:numId="30">
    <w:abstractNumId w:val="8"/>
  </w:num>
  <w:num w:numId="31">
    <w:abstractNumId w:val="21"/>
  </w:num>
  <w:num w:numId="32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ороничев Валерий Александрович">
    <w15:presenceInfo w15:providerId="AD" w15:userId="S-1-5-21-327679937-3009717029-55987331-11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ocumentProtection w:edit="readOnly" w:enforcement="0"/>
  <w:autoFormatOverride/>
  <w:styleLockTheme/>
  <w:styleLockQFSet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A0"/>
    <w:rsid w:val="00004C7B"/>
    <w:rsid w:val="00007E06"/>
    <w:rsid w:val="00013AC8"/>
    <w:rsid w:val="0001660C"/>
    <w:rsid w:val="00021705"/>
    <w:rsid w:val="00022A72"/>
    <w:rsid w:val="0002459F"/>
    <w:rsid w:val="00024C89"/>
    <w:rsid w:val="00025CBA"/>
    <w:rsid w:val="00034498"/>
    <w:rsid w:val="00041B55"/>
    <w:rsid w:val="0004233A"/>
    <w:rsid w:val="00042CA5"/>
    <w:rsid w:val="00042D33"/>
    <w:rsid w:val="000449F7"/>
    <w:rsid w:val="00046205"/>
    <w:rsid w:val="0004772C"/>
    <w:rsid w:val="00050718"/>
    <w:rsid w:val="00051036"/>
    <w:rsid w:val="00052625"/>
    <w:rsid w:val="00053F42"/>
    <w:rsid w:val="00054810"/>
    <w:rsid w:val="00055650"/>
    <w:rsid w:val="000610E6"/>
    <w:rsid w:val="000614BF"/>
    <w:rsid w:val="00064665"/>
    <w:rsid w:val="000664C6"/>
    <w:rsid w:val="00070BB5"/>
    <w:rsid w:val="00072640"/>
    <w:rsid w:val="000756EF"/>
    <w:rsid w:val="00075F4D"/>
    <w:rsid w:val="00080386"/>
    <w:rsid w:val="000811D3"/>
    <w:rsid w:val="0008120E"/>
    <w:rsid w:val="0008295D"/>
    <w:rsid w:val="00082993"/>
    <w:rsid w:val="000843E2"/>
    <w:rsid w:val="00086630"/>
    <w:rsid w:val="0008670B"/>
    <w:rsid w:val="0008701C"/>
    <w:rsid w:val="000900B3"/>
    <w:rsid w:val="0009684E"/>
    <w:rsid w:val="00096B4E"/>
    <w:rsid w:val="00097BBC"/>
    <w:rsid w:val="000A0FCD"/>
    <w:rsid w:val="000A1229"/>
    <w:rsid w:val="000A14BB"/>
    <w:rsid w:val="000A2AAA"/>
    <w:rsid w:val="000A5F94"/>
    <w:rsid w:val="000B0BD9"/>
    <w:rsid w:val="000B45F5"/>
    <w:rsid w:val="000B531C"/>
    <w:rsid w:val="000B5DBC"/>
    <w:rsid w:val="000C050F"/>
    <w:rsid w:val="000C1846"/>
    <w:rsid w:val="000C29C2"/>
    <w:rsid w:val="000C37FD"/>
    <w:rsid w:val="000C555F"/>
    <w:rsid w:val="000D09E6"/>
    <w:rsid w:val="000D0D87"/>
    <w:rsid w:val="000D2E9F"/>
    <w:rsid w:val="000D4F17"/>
    <w:rsid w:val="000D6617"/>
    <w:rsid w:val="000D7116"/>
    <w:rsid w:val="000E08E9"/>
    <w:rsid w:val="000E3CC8"/>
    <w:rsid w:val="000E6E6F"/>
    <w:rsid w:val="000E73A0"/>
    <w:rsid w:val="000F2F3D"/>
    <w:rsid w:val="000F3607"/>
    <w:rsid w:val="00101C10"/>
    <w:rsid w:val="00103B65"/>
    <w:rsid w:val="00103FE1"/>
    <w:rsid w:val="001049C9"/>
    <w:rsid w:val="00105B05"/>
    <w:rsid w:val="00106335"/>
    <w:rsid w:val="0011150A"/>
    <w:rsid w:val="001119EF"/>
    <w:rsid w:val="00111C0E"/>
    <w:rsid w:val="0011383D"/>
    <w:rsid w:val="00117BB5"/>
    <w:rsid w:val="00120493"/>
    <w:rsid w:val="00124A6D"/>
    <w:rsid w:val="00127FB0"/>
    <w:rsid w:val="00130A06"/>
    <w:rsid w:val="0014570C"/>
    <w:rsid w:val="00147A56"/>
    <w:rsid w:val="00152672"/>
    <w:rsid w:val="00152C8A"/>
    <w:rsid w:val="001540DB"/>
    <w:rsid w:val="00155C16"/>
    <w:rsid w:val="0015642F"/>
    <w:rsid w:val="00160353"/>
    <w:rsid w:val="00161A30"/>
    <w:rsid w:val="00161EF6"/>
    <w:rsid w:val="001648FF"/>
    <w:rsid w:val="0017277C"/>
    <w:rsid w:val="00172E0D"/>
    <w:rsid w:val="001745C4"/>
    <w:rsid w:val="001752D3"/>
    <w:rsid w:val="001808CB"/>
    <w:rsid w:val="00180AEB"/>
    <w:rsid w:val="00181AEA"/>
    <w:rsid w:val="00181EA4"/>
    <w:rsid w:val="001829E8"/>
    <w:rsid w:val="00183B06"/>
    <w:rsid w:val="00187F40"/>
    <w:rsid w:val="0019036D"/>
    <w:rsid w:val="001943E8"/>
    <w:rsid w:val="0019474A"/>
    <w:rsid w:val="00195965"/>
    <w:rsid w:val="00196648"/>
    <w:rsid w:val="00196A67"/>
    <w:rsid w:val="001974A0"/>
    <w:rsid w:val="001976D5"/>
    <w:rsid w:val="001A23CB"/>
    <w:rsid w:val="001A2F66"/>
    <w:rsid w:val="001A3EB6"/>
    <w:rsid w:val="001A3F21"/>
    <w:rsid w:val="001A4D13"/>
    <w:rsid w:val="001A6F36"/>
    <w:rsid w:val="001B1431"/>
    <w:rsid w:val="001B1681"/>
    <w:rsid w:val="001B4CE1"/>
    <w:rsid w:val="001B7496"/>
    <w:rsid w:val="001C13DB"/>
    <w:rsid w:val="001C1B6F"/>
    <w:rsid w:val="001C1DA4"/>
    <w:rsid w:val="001C1FA9"/>
    <w:rsid w:val="001C26C3"/>
    <w:rsid w:val="001C55A9"/>
    <w:rsid w:val="001C629D"/>
    <w:rsid w:val="001C7487"/>
    <w:rsid w:val="001D041E"/>
    <w:rsid w:val="001D11A5"/>
    <w:rsid w:val="001D11F0"/>
    <w:rsid w:val="001D2851"/>
    <w:rsid w:val="001D36B4"/>
    <w:rsid w:val="001E1BD6"/>
    <w:rsid w:val="001E23D2"/>
    <w:rsid w:val="001E4098"/>
    <w:rsid w:val="001E7A74"/>
    <w:rsid w:val="001F08CA"/>
    <w:rsid w:val="001F1CE9"/>
    <w:rsid w:val="001F579F"/>
    <w:rsid w:val="001F639E"/>
    <w:rsid w:val="002005EF"/>
    <w:rsid w:val="002027D4"/>
    <w:rsid w:val="0020289E"/>
    <w:rsid w:val="0020420A"/>
    <w:rsid w:val="00207BF8"/>
    <w:rsid w:val="00207DF6"/>
    <w:rsid w:val="0021028B"/>
    <w:rsid w:val="002122E6"/>
    <w:rsid w:val="00212767"/>
    <w:rsid w:val="00214BDD"/>
    <w:rsid w:val="00221F2C"/>
    <w:rsid w:val="002220B8"/>
    <w:rsid w:val="00222802"/>
    <w:rsid w:val="00225B03"/>
    <w:rsid w:val="00226CA8"/>
    <w:rsid w:val="00227FAE"/>
    <w:rsid w:val="002329E9"/>
    <w:rsid w:val="00234614"/>
    <w:rsid w:val="00237931"/>
    <w:rsid w:val="002411A7"/>
    <w:rsid w:val="00243BEA"/>
    <w:rsid w:val="002440E0"/>
    <w:rsid w:val="002463EC"/>
    <w:rsid w:val="00247242"/>
    <w:rsid w:val="00251FF4"/>
    <w:rsid w:val="00254FB5"/>
    <w:rsid w:val="0026104D"/>
    <w:rsid w:val="002633A2"/>
    <w:rsid w:val="002640BF"/>
    <w:rsid w:val="002668C7"/>
    <w:rsid w:val="002701A5"/>
    <w:rsid w:val="00270551"/>
    <w:rsid w:val="002716A6"/>
    <w:rsid w:val="00273372"/>
    <w:rsid w:val="00274FC1"/>
    <w:rsid w:val="0027715A"/>
    <w:rsid w:val="00277647"/>
    <w:rsid w:val="0028389B"/>
    <w:rsid w:val="002841F1"/>
    <w:rsid w:val="00291B68"/>
    <w:rsid w:val="002929C6"/>
    <w:rsid w:val="0029339B"/>
    <w:rsid w:val="00294318"/>
    <w:rsid w:val="002A195B"/>
    <w:rsid w:val="002A2FB4"/>
    <w:rsid w:val="002A360C"/>
    <w:rsid w:val="002A3627"/>
    <w:rsid w:val="002A64ED"/>
    <w:rsid w:val="002B58BB"/>
    <w:rsid w:val="002B6F09"/>
    <w:rsid w:val="002B708E"/>
    <w:rsid w:val="002B745F"/>
    <w:rsid w:val="002C0C59"/>
    <w:rsid w:val="002C69DD"/>
    <w:rsid w:val="002D1CA4"/>
    <w:rsid w:val="002D2612"/>
    <w:rsid w:val="002D295E"/>
    <w:rsid w:val="002D2C62"/>
    <w:rsid w:val="002D2CE3"/>
    <w:rsid w:val="002D31C0"/>
    <w:rsid w:val="002D45B0"/>
    <w:rsid w:val="002D640A"/>
    <w:rsid w:val="002D7D5D"/>
    <w:rsid w:val="002E313C"/>
    <w:rsid w:val="002E64CB"/>
    <w:rsid w:val="002E7D43"/>
    <w:rsid w:val="002F01F1"/>
    <w:rsid w:val="002F098D"/>
    <w:rsid w:val="002F4217"/>
    <w:rsid w:val="002F5352"/>
    <w:rsid w:val="002F589B"/>
    <w:rsid w:val="003016C4"/>
    <w:rsid w:val="00302774"/>
    <w:rsid w:val="00304003"/>
    <w:rsid w:val="0030678F"/>
    <w:rsid w:val="00307E3E"/>
    <w:rsid w:val="003119B7"/>
    <w:rsid w:val="003133E0"/>
    <w:rsid w:val="0031470F"/>
    <w:rsid w:val="00316872"/>
    <w:rsid w:val="00317956"/>
    <w:rsid w:val="003208A4"/>
    <w:rsid w:val="003230E0"/>
    <w:rsid w:val="0032399A"/>
    <w:rsid w:val="00325301"/>
    <w:rsid w:val="00333143"/>
    <w:rsid w:val="0033633B"/>
    <w:rsid w:val="003364A3"/>
    <w:rsid w:val="00336F45"/>
    <w:rsid w:val="00342DC2"/>
    <w:rsid w:val="00343B26"/>
    <w:rsid w:val="003455A5"/>
    <w:rsid w:val="00351CE8"/>
    <w:rsid w:val="003547AD"/>
    <w:rsid w:val="00354DEF"/>
    <w:rsid w:val="00354FFB"/>
    <w:rsid w:val="00355289"/>
    <w:rsid w:val="003616AC"/>
    <w:rsid w:val="00362769"/>
    <w:rsid w:val="00363151"/>
    <w:rsid w:val="003632E3"/>
    <w:rsid w:val="00364508"/>
    <w:rsid w:val="00366369"/>
    <w:rsid w:val="00367984"/>
    <w:rsid w:val="00370EA0"/>
    <w:rsid w:val="00374032"/>
    <w:rsid w:val="00375E63"/>
    <w:rsid w:val="0037687D"/>
    <w:rsid w:val="0038029C"/>
    <w:rsid w:val="0038113E"/>
    <w:rsid w:val="003819D1"/>
    <w:rsid w:val="003835CA"/>
    <w:rsid w:val="00384631"/>
    <w:rsid w:val="00386F2F"/>
    <w:rsid w:val="00391329"/>
    <w:rsid w:val="00392C16"/>
    <w:rsid w:val="0039435A"/>
    <w:rsid w:val="003957F1"/>
    <w:rsid w:val="003969A0"/>
    <w:rsid w:val="003977B4"/>
    <w:rsid w:val="003A0B80"/>
    <w:rsid w:val="003A341E"/>
    <w:rsid w:val="003A37C9"/>
    <w:rsid w:val="003A57C0"/>
    <w:rsid w:val="003A7453"/>
    <w:rsid w:val="003A764F"/>
    <w:rsid w:val="003A7EF8"/>
    <w:rsid w:val="003B2317"/>
    <w:rsid w:val="003B281D"/>
    <w:rsid w:val="003B2F0A"/>
    <w:rsid w:val="003B568F"/>
    <w:rsid w:val="003B6DE5"/>
    <w:rsid w:val="003B74F1"/>
    <w:rsid w:val="003B7D9A"/>
    <w:rsid w:val="003C038A"/>
    <w:rsid w:val="003C1A84"/>
    <w:rsid w:val="003C27EC"/>
    <w:rsid w:val="003C302B"/>
    <w:rsid w:val="003C6BF5"/>
    <w:rsid w:val="003D13B9"/>
    <w:rsid w:val="003D1E49"/>
    <w:rsid w:val="003D461A"/>
    <w:rsid w:val="003D56F9"/>
    <w:rsid w:val="003E115F"/>
    <w:rsid w:val="003E37EB"/>
    <w:rsid w:val="003E45F3"/>
    <w:rsid w:val="003E47AA"/>
    <w:rsid w:val="003E5F68"/>
    <w:rsid w:val="003F0A16"/>
    <w:rsid w:val="003F17E7"/>
    <w:rsid w:val="003F342C"/>
    <w:rsid w:val="003F3915"/>
    <w:rsid w:val="003F3EBB"/>
    <w:rsid w:val="003F4480"/>
    <w:rsid w:val="003F6BA2"/>
    <w:rsid w:val="003F6F44"/>
    <w:rsid w:val="004019FB"/>
    <w:rsid w:val="00402FA5"/>
    <w:rsid w:val="00403071"/>
    <w:rsid w:val="004054A2"/>
    <w:rsid w:val="004113EA"/>
    <w:rsid w:val="00411815"/>
    <w:rsid w:val="00411BE9"/>
    <w:rsid w:val="004140B0"/>
    <w:rsid w:val="00415493"/>
    <w:rsid w:val="0041672C"/>
    <w:rsid w:val="004346E8"/>
    <w:rsid w:val="004352B5"/>
    <w:rsid w:val="00435377"/>
    <w:rsid w:val="0043692A"/>
    <w:rsid w:val="00440A0D"/>
    <w:rsid w:val="004420BB"/>
    <w:rsid w:val="00442507"/>
    <w:rsid w:val="0044326B"/>
    <w:rsid w:val="004453EE"/>
    <w:rsid w:val="0045184B"/>
    <w:rsid w:val="00452EE4"/>
    <w:rsid w:val="00454B71"/>
    <w:rsid w:val="00455D71"/>
    <w:rsid w:val="004561BB"/>
    <w:rsid w:val="00457B4B"/>
    <w:rsid w:val="00460B09"/>
    <w:rsid w:val="00460C74"/>
    <w:rsid w:val="00460D62"/>
    <w:rsid w:val="00462288"/>
    <w:rsid w:val="00463040"/>
    <w:rsid w:val="00467834"/>
    <w:rsid w:val="0047172D"/>
    <w:rsid w:val="004717DF"/>
    <w:rsid w:val="004724B5"/>
    <w:rsid w:val="0047571D"/>
    <w:rsid w:val="0047710A"/>
    <w:rsid w:val="00477311"/>
    <w:rsid w:val="00480B82"/>
    <w:rsid w:val="004813CE"/>
    <w:rsid w:val="00483898"/>
    <w:rsid w:val="0048666A"/>
    <w:rsid w:val="00486773"/>
    <w:rsid w:val="00486EC2"/>
    <w:rsid w:val="00492DA8"/>
    <w:rsid w:val="00493432"/>
    <w:rsid w:val="00496700"/>
    <w:rsid w:val="00496D82"/>
    <w:rsid w:val="004A0864"/>
    <w:rsid w:val="004A24BC"/>
    <w:rsid w:val="004A65BB"/>
    <w:rsid w:val="004B06C6"/>
    <w:rsid w:val="004B08A7"/>
    <w:rsid w:val="004B1494"/>
    <w:rsid w:val="004B14AF"/>
    <w:rsid w:val="004B18E7"/>
    <w:rsid w:val="004B4D58"/>
    <w:rsid w:val="004B4EBB"/>
    <w:rsid w:val="004B5876"/>
    <w:rsid w:val="004C0330"/>
    <w:rsid w:val="004C1DF4"/>
    <w:rsid w:val="004C3084"/>
    <w:rsid w:val="004C338B"/>
    <w:rsid w:val="004C3FCF"/>
    <w:rsid w:val="004D281D"/>
    <w:rsid w:val="004D3D12"/>
    <w:rsid w:val="004D3F2C"/>
    <w:rsid w:val="004D5A20"/>
    <w:rsid w:val="004D7014"/>
    <w:rsid w:val="004E34F2"/>
    <w:rsid w:val="004E5981"/>
    <w:rsid w:val="004F5030"/>
    <w:rsid w:val="004F57EF"/>
    <w:rsid w:val="004F7C7F"/>
    <w:rsid w:val="0050272A"/>
    <w:rsid w:val="00506192"/>
    <w:rsid w:val="00511482"/>
    <w:rsid w:val="00511AFB"/>
    <w:rsid w:val="00512267"/>
    <w:rsid w:val="005126C9"/>
    <w:rsid w:val="00513CC9"/>
    <w:rsid w:val="005162CF"/>
    <w:rsid w:val="005163BE"/>
    <w:rsid w:val="00524A4D"/>
    <w:rsid w:val="00527E6D"/>
    <w:rsid w:val="00532EC0"/>
    <w:rsid w:val="005334B3"/>
    <w:rsid w:val="00534687"/>
    <w:rsid w:val="005368CD"/>
    <w:rsid w:val="00537518"/>
    <w:rsid w:val="0054197A"/>
    <w:rsid w:val="005449E8"/>
    <w:rsid w:val="00544DC5"/>
    <w:rsid w:val="005452E1"/>
    <w:rsid w:val="00547A6B"/>
    <w:rsid w:val="00554659"/>
    <w:rsid w:val="005568EA"/>
    <w:rsid w:val="00556DBF"/>
    <w:rsid w:val="0056265F"/>
    <w:rsid w:val="00564960"/>
    <w:rsid w:val="00566D52"/>
    <w:rsid w:val="00567F71"/>
    <w:rsid w:val="005700D1"/>
    <w:rsid w:val="005708E6"/>
    <w:rsid w:val="00573720"/>
    <w:rsid w:val="00574017"/>
    <w:rsid w:val="00576246"/>
    <w:rsid w:val="00580038"/>
    <w:rsid w:val="00582C40"/>
    <w:rsid w:val="00583360"/>
    <w:rsid w:val="005902B0"/>
    <w:rsid w:val="00591F87"/>
    <w:rsid w:val="00592CCF"/>
    <w:rsid w:val="005930D1"/>
    <w:rsid w:val="00596209"/>
    <w:rsid w:val="00596489"/>
    <w:rsid w:val="005A41C0"/>
    <w:rsid w:val="005A41CC"/>
    <w:rsid w:val="005A5592"/>
    <w:rsid w:val="005A6257"/>
    <w:rsid w:val="005A7606"/>
    <w:rsid w:val="005B0DAF"/>
    <w:rsid w:val="005B172D"/>
    <w:rsid w:val="005B6ADE"/>
    <w:rsid w:val="005C1367"/>
    <w:rsid w:val="005C3BF4"/>
    <w:rsid w:val="005C6B4B"/>
    <w:rsid w:val="005D11C1"/>
    <w:rsid w:val="005D26DA"/>
    <w:rsid w:val="005D4086"/>
    <w:rsid w:val="005D43F7"/>
    <w:rsid w:val="005D6B87"/>
    <w:rsid w:val="005E0840"/>
    <w:rsid w:val="005E1688"/>
    <w:rsid w:val="005E55DE"/>
    <w:rsid w:val="005E6B3A"/>
    <w:rsid w:val="005F438E"/>
    <w:rsid w:val="00600265"/>
    <w:rsid w:val="0060158A"/>
    <w:rsid w:val="00603968"/>
    <w:rsid w:val="00603E20"/>
    <w:rsid w:val="00605E4B"/>
    <w:rsid w:val="006132AA"/>
    <w:rsid w:val="00616A94"/>
    <w:rsid w:val="00620687"/>
    <w:rsid w:val="00620966"/>
    <w:rsid w:val="006231ED"/>
    <w:rsid w:val="006236E3"/>
    <w:rsid w:val="00625002"/>
    <w:rsid w:val="0062627E"/>
    <w:rsid w:val="00630892"/>
    <w:rsid w:val="00633ADC"/>
    <w:rsid w:val="00634242"/>
    <w:rsid w:val="00641D6B"/>
    <w:rsid w:val="00642265"/>
    <w:rsid w:val="006458F8"/>
    <w:rsid w:val="00646BB7"/>
    <w:rsid w:val="006545D1"/>
    <w:rsid w:val="00654C60"/>
    <w:rsid w:val="00656320"/>
    <w:rsid w:val="00656DF0"/>
    <w:rsid w:val="006615DC"/>
    <w:rsid w:val="00662267"/>
    <w:rsid w:val="00663264"/>
    <w:rsid w:val="006649E4"/>
    <w:rsid w:val="00665120"/>
    <w:rsid w:val="00670EA6"/>
    <w:rsid w:val="0067245C"/>
    <w:rsid w:val="00672F12"/>
    <w:rsid w:val="00674731"/>
    <w:rsid w:val="00677662"/>
    <w:rsid w:val="0068010F"/>
    <w:rsid w:val="00681C07"/>
    <w:rsid w:val="006846C2"/>
    <w:rsid w:val="00684846"/>
    <w:rsid w:val="00692EAD"/>
    <w:rsid w:val="00696635"/>
    <w:rsid w:val="00697927"/>
    <w:rsid w:val="00697DF9"/>
    <w:rsid w:val="006A3216"/>
    <w:rsid w:val="006A467C"/>
    <w:rsid w:val="006A585E"/>
    <w:rsid w:val="006A5D4E"/>
    <w:rsid w:val="006A6334"/>
    <w:rsid w:val="006A7F02"/>
    <w:rsid w:val="006B20F9"/>
    <w:rsid w:val="006B2DD4"/>
    <w:rsid w:val="006B4205"/>
    <w:rsid w:val="006B45F5"/>
    <w:rsid w:val="006B47FF"/>
    <w:rsid w:val="006B511F"/>
    <w:rsid w:val="006B58EA"/>
    <w:rsid w:val="006B5F44"/>
    <w:rsid w:val="006C03D1"/>
    <w:rsid w:val="006C13E3"/>
    <w:rsid w:val="006C2100"/>
    <w:rsid w:val="006C3B57"/>
    <w:rsid w:val="006D0C92"/>
    <w:rsid w:val="006D1265"/>
    <w:rsid w:val="006D19A5"/>
    <w:rsid w:val="006D1C66"/>
    <w:rsid w:val="006E01F0"/>
    <w:rsid w:val="006E274A"/>
    <w:rsid w:val="006E46D5"/>
    <w:rsid w:val="006E4865"/>
    <w:rsid w:val="006E77ED"/>
    <w:rsid w:val="006F006F"/>
    <w:rsid w:val="006F040F"/>
    <w:rsid w:val="006F35FF"/>
    <w:rsid w:val="006F39FD"/>
    <w:rsid w:val="006F4215"/>
    <w:rsid w:val="006F4B81"/>
    <w:rsid w:val="006F4E9A"/>
    <w:rsid w:val="006F5210"/>
    <w:rsid w:val="007002DD"/>
    <w:rsid w:val="007013DE"/>
    <w:rsid w:val="007017F4"/>
    <w:rsid w:val="007114AE"/>
    <w:rsid w:val="007142CA"/>
    <w:rsid w:val="00716784"/>
    <w:rsid w:val="00720B90"/>
    <w:rsid w:val="00720FD0"/>
    <w:rsid w:val="00721239"/>
    <w:rsid w:val="007219F1"/>
    <w:rsid w:val="007252C9"/>
    <w:rsid w:val="00725A2A"/>
    <w:rsid w:val="00725CAD"/>
    <w:rsid w:val="0072635F"/>
    <w:rsid w:val="00727AED"/>
    <w:rsid w:val="00733934"/>
    <w:rsid w:val="00734762"/>
    <w:rsid w:val="00734979"/>
    <w:rsid w:val="00735091"/>
    <w:rsid w:val="007403DF"/>
    <w:rsid w:val="00741FB7"/>
    <w:rsid w:val="0074278F"/>
    <w:rsid w:val="0074305C"/>
    <w:rsid w:val="0074359B"/>
    <w:rsid w:val="007464B7"/>
    <w:rsid w:val="00746E81"/>
    <w:rsid w:val="00747067"/>
    <w:rsid w:val="00750D95"/>
    <w:rsid w:val="00752E32"/>
    <w:rsid w:val="00753455"/>
    <w:rsid w:val="0075415A"/>
    <w:rsid w:val="00757421"/>
    <w:rsid w:val="007600AC"/>
    <w:rsid w:val="00762BA5"/>
    <w:rsid w:val="007632CC"/>
    <w:rsid w:val="00764830"/>
    <w:rsid w:val="00767A90"/>
    <w:rsid w:val="00771184"/>
    <w:rsid w:val="00775E07"/>
    <w:rsid w:val="0078191D"/>
    <w:rsid w:val="0078494A"/>
    <w:rsid w:val="00787C6F"/>
    <w:rsid w:val="00790EBE"/>
    <w:rsid w:val="00795AE6"/>
    <w:rsid w:val="00796417"/>
    <w:rsid w:val="007A08B3"/>
    <w:rsid w:val="007A1774"/>
    <w:rsid w:val="007A1C64"/>
    <w:rsid w:val="007A2296"/>
    <w:rsid w:val="007A2BB9"/>
    <w:rsid w:val="007A2CD1"/>
    <w:rsid w:val="007A69DF"/>
    <w:rsid w:val="007A6FC1"/>
    <w:rsid w:val="007B10B3"/>
    <w:rsid w:val="007B18DC"/>
    <w:rsid w:val="007B2CC3"/>
    <w:rsid w:val="007B33F3"/>
    <w:rsid w:val="007B44DF"/>
    <w:rsid w:val="007B4591"/>
    <w:rsid w:val="007B50ED"/>
    <w:rsid w:val="007B65BF"/>
    <w:rsid w:val="007C216A"/>
    <w:rsid w:val="007C35C2"/>
    <w:rsid w:val="007C6E26"/>
    <w:rsid w:val="007C77D7"/>
    <w:rsid w:val="007D0D9D"/>
    <w:rsid w:val="007D10CE"/>
    <w:rsid w:val="007D383F"/>
    <w:rsid w:val="007D4892"/>
    <w:rsid w:val="007E26BF"/>
    <w:rsid w:val="007E7056"/>
    <w:rsid w:val="007E71DA"/>
    <w:rsid w:val="007E7770"/>
    <w:rsid w:val="007F058D"/>
    <w:rsid w:val="007F201B"/>
    <w:rsid w:val="007F20F7"/>
    <w:rsid w:val="008003DD"/>
    <w:rsid w:val="00801E5C"/>
    <w:rsid w:val="00802DD7"/>
    <w:rsid w:val="00815EB4"/>
    <w:rsid w:val="00816CEA"/>
    <w:rsid w:val="00817ACD"/>
    <w:rsid w:val="00820210"/>
    <w:rsid w:val="0082166A"/>
    <w:rsid w:val="00821D51"/>
    <w:rsid w:val="00823377"/>
    <w:rsid w:val="008237B6"/>
    <w:rsid w:val="00830BE8"/>
    <w:rsid w:val="00831213"/>
    <w:rsid w:val="00831CC5"/>
    <w:rsid w:val="008332F4"/>
    <w:rsid w:val="00833379"/>
    <w:rsid w:val="00833E85"/>
    <w:rsid w:val="00835488"/>
    <w:rsid w:val="0083580D"/>
    <w:rsid w:val="00836983"/>
    <w:rsid w:val="008379D9"/>
    <w:rsid w:val="0084052F"/>
    <w:rsid w:val="00840AF9"/>
    <w:rsid w:val="0084162B"/>
    <w:rsid w:val="00841AF7"/>
    <w:rsid w:val="0084284E"/>
    <w:rsid w:val="008441DC"/>
    <w:rsid w:val="00844778"/>
    <w:rsid w:val="00847E8F"/>
    <w:rsid w:val="008517D5"/>
    <w:rsid w:val="0085233C"/>
    <w:rsid w:val="00853B1E"/>
    <w:rsid w:val="00855A91"/>
    <w:rsid w:val="008578C3"/>
    <w:rsid w:val="00861718"/>
    <w:rsid w:val="00862378"/>
    <w:rsid w:val="008625B1"/>
    <w:rsid w:val="00865CBB"/>
    <w:rsid w:val="00867B76"/>
    <w:rsid w:val="00867F6B"/>
    <w:rsid w:val="00870A36"/>
    <w:rsid w:val="00872B94"/>
    <w:rsid w:val="0087409D"/>
    <w:rsid w:val="0087578F"/>
    <w:rsid w:val="008805D6"/>
    <w:rsid w:val="008806EA"/>
    <w:rsid w:val="0088089C"/>
    <w:rsid w:val="008847B8"/>
    <w:rsid w:val="00887DB3"/>
    <w:rsid w:val="008A0B4F"/>
    <w:rsid w:val="008A21DE"/>
    <w:rsid w:val="008A6280"/>
    <w:rsid w:val="008A6727"/>
    <w:rsid w:val="008B09AD"/>
    <w:rsid w:val="008B2657"/>
    <w:rsid w:val="008B3545"/>
    <w:rsid w:val="008B3E6E"/>
    <w:rsid w:val="008B505F"/>
    <w:rsid w:val="008B7396"/>
    <w:rsid w:val="008C0EC0"/>
    <w:rsid w:val="008C1954"/>
    <w:rsid w:val="008C39E5"/>
    <w:rsid w:val="008C5A89"/>
    <w:rsid w:val="008C5BDA"/>
    <w:rsid w:val="008C6502"/>
    <w:rsid w:val="008C7495"/>
    <w:rsid w:val="008C7C5F"/>
    <w:rsid w:val="008D0DD8"/>
    <w:rsid w:val="008D719F"/>
    <w:rsid w:val="008E01C8"/>
    <w:rsid w:val="008E1FE6"/>
    <w:rsid w:val="008E3125"/>
    <w:rsid w:val="008E4E83"/>
    <w:rsid w:val="008E6D51"/>
    <w:rsid w:val="008F2E70"/>
    <w:rsid w:val="008F307D"/>
    <w:rsid w:val="008F4774"/>
    <w:rsid w:val="008F502B"/>
    <w:rsid w:val="008F5191"/>
    <w:rsid w:val="00902707"/>
    <w:rsid w:val="009040D5"/>
    <w:rsid w:val="00904B05"/>
    <w:rsid w:val="00905209"/>
    <w:rsid w:val="00907C2E"/>
    <w:rsid w:val="00920613"/>
    <w:rsid w:val="00924AB6"/>
    <w:rsid w:val="00925839"/>
    <w:rsid w:val="00925EC9"/>
    <w:rsid w:val="00930067"/>
    <w:rsid w:val="009337BB"/>
    <w:rsid w:val="0094292A"/>
    <w:rsid w:val="009449C4"/>
    <w:rsid w:val="00946A76"/>
    <w:rsid w:val="00947054"/>
    <w:rsid w:val="00950113"/>
    <w:rsid w:val="00950D43"/>
    <w:rsid w:val="00954B92"/>
    <w:rsid w:val="009638BF"/>
    <w:rsid w:val="009653EE"/>
    <w:rsid w:val="009706EF"/>
    <w:rsid w:val="00971EFA"/>
    <w:rsid w:val="00973300"/>
    <w:rsid w:val="00977681"/>
    <w:rsid w:val="009829CA"/>
    <w:rsid w:val="00983807"/>
    <w:rsid w:val="00985F05"/>
    <w:rsid w:val="00987F38"/>
    <w:rsid w:val="00991649"/>
    <w:rsid w:val="00991E44"/>
    <w:rsid w:val="00992BBF"/>
    <w:rsid w:val="00992F71"/>
    <w:rsid w:val="009930C8"/>
    <w:rsid w:val="00994D50"/>
    <w:rsid w:val="00997743"/>
    <w:rsid w:val="009A2B30"/>
    <w:rsid w:val="009A2C65"/>
    <w:rsid w:val="009A2EBF"/>
    <w:rsid w:val="009A721A"/>
    <w:rsid w:val="009B0314"/>
    <w:rsid w:val="009B3009"/>
    <w:rsid w:val="009C03B3"/>
    <w:rsid w:val="009C0A8C"/>
    <w:rsid w:val="009C392C"/>
    <w:rsid w:val="009C75B2"/>
    <w:rsid w:val="009D4768"/>
    <w:rsid w:val="009D578F"/>
    <w:rsid w:val="009D6206"/>
    <w:rsid w:val="009D755A"/>
    <w:rsid w:val="009E1780"/>
    <w:rsid w:val="009E479A"/>
    <w:rsid w:val="009F3971"/>
    <w:rsid w:val="009F6918"/>
    <w:rsid w:val="009F6DFA"/>
    <w:rsid w:val="00A05C3F"/>
    <w:rsid w:val="00A10644"/>
    <w:rsid w:val="00A11C94"/>
    <w:rsid w:val="00A11F38"/>
    <w:rsid w:val="00A13764"/>
    <w:rsid w:val="00A13BC8"/>
    <w:rsid w:val="00A140D6"/>
    <w:rsid w:val="00A14799"/>
    <w:rsid w:val="00A167A8"/>
    <w:rsid w:val="00A17144"/>
    <w:rsid w:val="00A20CD3"/>
    <w:rsid w:val="00A22009"/>
    <w:rsid w:val="00A23D1B"/>
    <w:rsid w:val="00A24A64"/>
    <w:rsid w:val="00A2649F"/>
    <w:rsid w:val="00A317A5"/>
    <w:rsid w:val="00A31DC2"/>
    <w:rsid w:val="00A3568F"/>
    <w:rsid w:val="00A4188E"/>
    <w:rsid w:val="00A44E3C"/>
    <w:rsid w:val="00A5006B"/>
    <w:rsid w:val="00A52C5B"/>
    <w:rsid w:val="00A53C1A"/>
    <w:rsid w:val="00A56C19"/>
    <w:rsid w:val="00A56F3D"/>
    <w:rsid w:val="00A60BDB"/>
    <w:rsid w:val="00A60DC7"/>
    <w:rsid w:val="00A62035"/>
    <w:rsid w:val="00A6321C"/>
    <w:rsid w:val="00A63D8A"/>
    <w:rsid w:val="00A64681"/>
    <w:rsid w:val="00A7114D"/>
    <w:rsid w:val="00A75712"/>
    <w:rsid w:val="00A77E90"/>
    <w:rsid w:val="00A846E2"/>
    <w:rsid w:val="00A85FAE"/>
    <w:rsid w:val="00A87B09"/>
    <w:rsid w:val="00A97F25"/>
    <w:rsid w:val="00A97F93"/>
    <w:rsid w:val="00AA0A71"/>
    <w:rsid w:val="00AA10A4"/>
    <w:rsid w:val="00AA111D"/>
    <w:rsid w:val="00AA3D51"/>
    <w:rsid w:val="00AA3F93"/>
    <w:rsid w:val="00AB039A"/>
    <w:rsid w:val="00AB082A"/>
    <w:rsid w:val="00AB1385"/>
    <w:rsid w:val="00AC1A09"/>
    <w:rsid w:val="00AC1A52"/>
    <w:rsid w:val="00AC23EC"/>
    <w:rsid w:val="00AC2BF1"/>
    <w:rsid w:val="00AC33E8"/>
    <w:rsid w:val="00AC57E6"/>
    <w:rsid w:val="00AC7591"/>
    <w:rsid w:val="00AD0F9B"/>
    <w:rsid w:val="00AD10E6"/>
    <w:rsid w:val="00AD1A90"/>
    <w:rsid w:val="00AD2C9B"/>
    <w:rsid w:val="00AD66E9"/>
    <w:rsid w:val="00AD673C"/>
    <w:rsid w:val="00AE2BBA"/>
    <w:rsid w:val="00AE6477"/>
    <w:rsid w:val="00AE7BB4"/>
    <w:rsid w:val="00AF082C"/>
    <w:rsid w:val="00AF2522"/>
    <w:rsid w:val="00AF3B74"/>
    <w:rsid w:val="00B006E3"/>
    <w:rsid w:val="00B015FB"/>
    <w:rsid w:val="00B01965"/>
    <w:rsid w:val="00B0298F"/>
    <w:rsid w:val="00B03507"/>
    <w:rsid w:val="00B036E8"/>
    <w:rsid w:val="00B049F1"/>
    <w:rsid w:val="00B107C4"/>
    <w:rsid w:val="00B126A8"/>
    <w:rsid w:val="00B15A66"/>
    <w:rsid w:val="00B2118A"/>
    <w:rsid w:val="00B228CB"/>
    <w:rsid w:val="00B26BA3"/>
    <w:rsid w:val="00B27B04"/>
    <w:rsid w:val="00B308E8"/>
    <w:rsid w:val="00B31F2B"/>
    <w:rsid w:val="00B33497"/>
    <w:rsid w:val="00B33C5D"/>
    <w:rsid w:val="00B350B4"/>
    <w:rsid w:val="00B35F9C"/>
    <w:rsid w:val="00B37FAB"/>
    <w:rsid w:val="00B40287"/>
    <w:rsid w:val="00B412D7"/>
    <w:rsid w:val="00B435E7"/>
    <w:rsid w:val="00B4440F"/>
    <w:rsid w:val="00B47FC1"/>
    <w:rsid w:val="00B5036A"/>
    <w:rsid w:val="00B50D20"/>
    <w:rsid w:val="00B51C26"/>
    <w:rsid w:val="00B53247"/>
    <w:rsid w:val="00B553F0"/>
    <w:rsid w:val="00B56142"/>
    <w:rsid w:val="00B57301"/>
    <w:rsid w:val="00B577C9"/>
    <w:rsid w:val="00B60190"/>
    <w:rsid w:val="00B60503"/>
    <w:rsid w:val="00B61815"/>
    <w:rsid w:val="00B61CB2"/>
    <w:rsid w:val="00B63776"/>
    <w:rsid w:val="00B63A6A"/>
    <w:rsid w:val="00B64B4A"/>
    <w:rsid w:val="00B70009"/>
    <w:rsid w:val="00B715D5"/>
    <w:rsid w:val="00B720A7"/>
    <w:rsid w:val="00B73965"/>
    <w:rsid w:val="00B74586"/>
    <w:rsid w:val="00B757FB"/>
    <w:rsid w:val="00B801D0"/>
    <w:rsid w:val="00B83061"/>
    <w:rsid w:val="00B83162"/>
    <w:rsid w:val="00B85669"/>
    <w:rsid w:val="00B878CF"/>
    <w:rsid w:val="00B9341A"/>
    <w:rsid w:val="00B9459E"/>
    <w:rsid w:val="00B95BCE"/>
    <w:rsid w:val="00BA3BAD"/>
    <w:rsid w:val="00BA59DF"/>
    <w:rsid w:val="00BA5DB2"/>
    <w:rsid w:val="00BA7C18"/>
    <w:rsid w:val="00BB2750"/>
    <w:rsid w:val="00BB34A7"/>
    <w:rsid w:val="00BB3B77"/>
    <w:rsid w:val="00BB4DBC"/>
    <w:rsid w:val="00BB6E63"/>
    <w:rsid w:val="00BC0585"/>
    <w:rsid w:val="00BC0A65"/>
    <w:rsid w:val="00BC0C3A"/>
    <w:rsid w:val="00BC1098"/>
    <w:rsid w:val="00BC3995"/>
    <w:rsid w:val="00BC54E3"/>
    <w:rsid w:val="00BC5775"/>
    <w:rsid w:val="00BD0051"/>
    <w:rsid w:val="00BD3166"/>
    <w:rsid w:val="00BD6DBC"/>
    <w:rsid w:val="00BE219A"/>
    <w:rsid w:val="00BE5D9C"/>
    <w:rsid w:val="00BE70DE"/>
    <w:rsid w:val="00BF1741"/>
    <w:rsid w:val="00BF2AFA"/>
    <w:rsid w:val="00BF3248"/>
    <w:rsid w:val="00BF5FB6"/>
    <w:rsid w:val="00C02288"/>
    <w:rsid w:val="00C0384C"/>
    <w:rsid w:val="00C122BF"/>
    <w:rsid w:val="00C13F12"/>
    <w:rsid w:val="00C142C5"/>
    <w:rsid w:val="00C15A18"/>
    <w:rsid w:val="00C16766"/>
    <w:rsid w:val="00C226E5"/>
    <w:rsid w:val="00C25B74"/>
    <w:rsid w:val="00C2684D"/>
    <w:rsid w:val="00C323F7"/>
    <w:rsid w:val="00C32B9C"/>
    <w:rsid w:val="00C3301F"/>
    <w:rsid w:val="00C43504"/>
    <w:rsid w:val="00C45F95"/>
    <w:rsid w:val="00C47E9E"/>
    <w:rsid w:val="00C51B57"/>
    <w:rsid w:val="00C531DA"/>
    <w:rsid w:val="00C5367D"/>
    <w:rsid w:val="00C538A5"/>
    <w:rsid w:val="00C56C6D"/>
    <w:rsid w:val="00C61A93"/>
    <w:rsid w:val="00C6209C"/>
    <w:rsid w:val="00C62970"/>
    <w:rsid w:val="00C62BBF"/>
    <w:rsid w:val="00C62F46"/>
    <w:rsid w:val="00C63356"/>
    <w:rsid w:val="00C64CA3"/>
    <w:rsid w:val="00C757B1"/>
    <w:rsid w:val="00C80591"/>
    <w:rsid w:val="00C80A13"/>
    <w:rsid w:val="00C8116C"/>
    <w:rsid w:val="00C8434A"/>
    <w:rsid w:val="00C86393"/>
    <w:rsid w:val="00C91A78"/>
    <w:rsid w:val="00C91D97"/>
    <w:rsid w:val="00C93CDF"/>
    <w:rsid w:val="00C94670"/>
    <w:rsid w:val="00C95985"/>
    <w:rsid w:val="00C95A6F"/>
    <w:rsid w:val="00C95EA0"/>
    <w:rsid w:val="00C97AAC"/>
    <w:rsid w:val="00CA0E4E"/>
    <w:rsid w:val="00CA1A01"/>
    <w:rsid w:val="00CA3393"/>
    <w:rsid w:val="00CA4B41"/>
    <w:rsid w:val="00CA4E80"/>
    <w:rsid w:val="00CA5E6D"/>
    <w:rsid w:val="00CA6130"/>
    <w:rsid w:val="00CA6672"/>
    <w:rsid w:val="00CA7573"/>
    <w:rsid w:val="00CA7C8E"/>
    <w:rsid w:val="00CB32C3"/>
    <w:rsid w:val="00CB33F5"/>
    <w:rsid w:val="00CB373A"/>
    <w:rsid w:val="00CB3917"/>
    <w:rsid w:val="00CB4438"/>
    <w:rsid w:val="00CB4DC5"/>
    <w:rsid w:val="00CB50B3"/>
    <w:rsid w:val="00CB5CA1"/>
    <w:rsid w:val="00CC088D"/>
    <w:rsid w:val="00CC175F"/>
    <w:rsid w:val="00CC422E"/>
    <w:rsid w:val="00CD48DE"/>
    <w:rsid w:val="00CD5E5B"/>
    <w:rsid w:val="00CD709A"/>
    <w:rsid w:val="00CE205F"/>
    <w:rsid w:val="00CE4523"/>
    <w:rsid w:val="00CE5551"/>
    <w:rsid w:val="00CF17C6"/>
    <w:rsid w:val="00CF2462"/>
    <w:rsid w:val="00CF2AC4"/>
    <w:rsid w:val="00CF399F"/>
    <w:rsid w:val="00CF47B7"/>
    <w:rsid w:val="00CF4B2D"/>
    <w:rsid w:val="00CF4EC2"/>
    <w:rsid w:val="00CF57FB"/>
    <w:rsid w:val="00CF5B3D"/>
    <w:rsid w:val="00CF6B47"/>
    <w:rsid w:val="00CF737C"/>
    <w:rsid w:val="00D00DF1"/>
    <w:rsid w:val="00D042EB"/>
    <w:rsid w:val="00D07324"/>
    <w:rsid w:val="00D1156C"/>
    <w:rsid w:val="00D16306"/>
    <w:rsid w:val="00D17309"/>
    <w:rsid w:val="00D17AB4"/>
    <w:rsid w:val="00D20C1A"/>
    <w:rsid w:val="00D22268"/>
    <w:rsid w:val="00D24CF0"/>
    <w:rsid w:val="00D25410"/>
    <w:rsid w:val="00D25851"/>
    <w:rsid w:val="00D25E97"/>
    <w:rsid w:val="00D26871"/>
    <w:rsid w:val="00D268F2"/>
    <w:rsid w:val="00D33685"/>
    <w:rsid w:val="00D33933"/>
    <w:rsid w:val="00D33AA2"/>
    <w:rsid w:val="00D412EF"/>
    <w:rsid w:val="00D44912"/>
    <w:rsid w:val="00D4493F"/>
    <w:rsid w:val="00D452C1"/>
    <w:rsid w:val="00D54E55"/>
    <w:rsid w:val="00D56331"/>
    <w:rsid w:val="00D63B07"/>
    <w:rsid w:val="00D63B92"/>
    <w:rsid w:val="00D665F5"/>
    <w:rsid w:val="00D676EA"/>
    <w:rsid w:val="00D71C40"/>
    <w:rsid w:val="00D73D5E"/>
    <w:rsid w:val="00D7690B"/>
    <w:rsid w:val="00D77909"/>
    <w:rsid w:val="00D82DB7"/>
    <w:rsid w:val="00D8436C"/>
    <w:rsid w:val="00D84D43"/>
    <w:rsid w:val="00D86548"/>
    <w:rsid w:val="00D92A57"/>
    <w:rsid w:val="00D97084"/>
    <w:rsid w:val="00DA14D3"/>
    <w:rsid w:val="00DA251C"/>
    <w:rsid w:val="00DA3488"/>
    <w:rsid w:val="00DA6C5E"/>
    <w:rsid w:val="00DB045E"/>
    <w:rsid w:val="00DB1703"/>
    <w:rsid w:val="00DB1EA1"/>
    <w:rsid w:val="00DB3A50"/>
    <w:rsid w:val="00DB3D34"/>
    <w:rsid w:val="00DB47B2"/>
    <w:rsid w:val="00DC396C"/>
    <w:rsid w:val="00DC464E"/>
    <w:rsid w:val="00DC5B22"/>
    <w:rsid w:val="00DC7594"/>
    <w:rsid w:val="00DC799C"/>
    <w:rsid w:val="00DD4374"/>
    <w:rsid w:val="00DD4993"/>
    <w:rsid w:val="00DD4CE6"/>
    <w:rsid w:val="00DD768E"/>
    <w:rsid w:val="00DE19E8"/>
    <w:rsid w:val="00DE2B0D"/>
    <w:rsid w:val="00DE2CCB"/>
    <w:rsid w:val="00DE39A8"/>
    <w:rsid w:val="00DE4593"/>
    <w:rsid w:val="00DE4999"/>
    <w:rsid w:val="00DE678A"/>
    <w:rsid w:val="00DF0124"/>
    <w:rsid w:val="00DF1DC4"/>
    <w:rsid w:val="00DF3B86"/>
    <w:rsid w:val="00DF5463"/>
    <w:rsid w:val="00DF7E44"/>
    <w:rsid w:val="00E0399B"/>
    <w:rsid w:val="00E0675F"/>
    <w:rsid w:val="00E107DE"/>
    <w:rsid w:val="00E10C14"/>
    <w:rsid w:val="00E1210D"/>
    <w:rsid w:val="00E12286"/>
    <w:rsid w:val="00E133C5"/>
    <w:rsid w:val="00E13772"/>
    <w:rsid w:val="00E141B0"/>
    <w:rsid w:val="00E1753A"/>
    <w:rsid w:val="00E2306B"/>
    <w:rsid w:val="00E23EE8"/>
    <w:rsid w:val="00E27296"/>
    <w:rsid w:val="00E32685"/>
    <w:rsid w:val="00E3682F"/>
    <w:rsid w:val="00E42112"/>
    <w:rsid w:val="00E4493D"/>
    <w:rsid w:val="00E455AC"/>
    <w:rsid w:val="00E456C1"/>
    <w:rsid w:val="00E45869"/>
    <w:rsid w:val="00E47242"/>
    <w:rsid w:val="00E473E0"/>
    <w:rsid w:val="00E47F97"/>
    <w:rsid w:val="00E5016A"/>
    <w:rsid w:val="00E5278C"/>
    <w:rsid w:val="00E5309C"/>
    <w:rsid w:val="00E55DC0"/>
    <w:rsid w:val="00E57059"/>
    <w:rsid w:val="00E61978"/>
    <w:rsid w:val="00E63DE7"/>
    <w:rsid w:val="00E70FCD"/>
    <w:rsid w:val="00E7169E"/>
    <w:rsid w:val="00E71B01"/>
    <w:rsid w:val="00E724D9"/>
    <w:rsid w:val="00E72DCA"/>
    <w:rsid w:val="00E77C3A"/>
    <w:rsid w:val="00E8745F"/>
    <w:rsid w:val="00E87481"/>
    <w:rsid w:val="00E9153F"/>
    <w:rsid w:val="00E9183D"/>
    <w:rsid w:val="00E92CF2"/>
    <w:rsid w:val="00E9626D"/>
    <w:rsid w:val="00E96C3C"/>
    <w:rsid w:val="00EA0C97"/>
    <w:rsid w:val="00EA1BD6"/>
    <w:rsid w:val="00EA234F"/>
    <w:rsid w:val="00EA2DD1"/>
    <w:rsid w:val="00EA6FFB"/>
    <w:rsid w:val="00EB32A7"/>
    <w:rsid w:val="00EB5D14"/>
    <w:rsid w:val="00EB6801"/>
    <w:rsid w:val="00EC35A6"/>
    <w:rsid w:val="00EC5C2D"/>
    <w:rsid w:val="00EC7ACC"/>
    <w:rsid w:val="00EC7C54"/>
    <w:rsid w:val="00ED4A2E"/>
    <w:rsid w:val="00ED4C66"/>
    <w:rsid w:val="00ED5CE9"/>
    <w:rsid w:val="00EE08AC"/>
    <w:rsid w:val="00EE55E1"/>
    <w:rsid w:val="00EE6166"/>
    <w:rsid w:val="00EE6AB1"/>
    <w:rsid w:val="00EF1803"/>
    <w:rsid w:val="00EF3504"/>
    <w:rsid w:val="00EF45F7"/>
    <w:rsid w:val="00EF4CF7"/>
    <w:rsid w:val="00EF571A"/>
    <w:rsid w:val="00EF590F"/>
    <w:rsid w:val="00F012F4"/>
    <w:rsid w:val="00F02D89"/>
    <w:rsid w:val="00F02E57"/>
    <w:rsid w:val="00F0462A"/>
    <w:rsid w:val="00F050AF"/>
    <w:rsid w:val="00F057A8"/>
    <w:rsid w:val="00F05B7E"/>
    <w:rsid w:val="00F0609F"/>
    <w:rsid w:val="00F06D21"/>
    <w:rsid w:val="00F0779C"/>
    <w:rsid w:val="00F10DCD"/>
    <w:rsid w:val="00F146FD"/>
    <w:rsid w:val="00F156BD"/>
    <w:rsid w:val="00F16783"/>
    <w:rsid w:val="00F200D6"/>
    <w:rsid w:val="00F21244"/>
    <w:rsid w:val="00F2181A"/>
    <w:rsid w:val="00F25FED"/>
    <w:rsid w:val="00F34125"/>
    <w:rsid w:val="00F341C2"/>
    <w:rsid w:val="00F3422D"/>
    <w:rsid w:val="00F35B36"/>
    <w:rsid w:val="00F36967"/>
    <w:rsid w:val="00F42EDF"/>
    <w:rsid w:val="00F4324D"/>
    <w:rsid w:val="00F43CF2"/>
    <w:rsid w:val="00F4462A"/>
    <w:rsid w:val="00F5032C"/>
    <w:rsid w:val="00F52FA0"/>
    <w:rsid w:val="00F55C18"/>
    <w:rsid w:val="00F5759E"/>
    <w:rsid w:val="00F57CF1"/>
    <w:rsid w:val="00F61424"/>
    <w:rsid w:val="00F62AB9"/>
    <w:rsid w:val="00F63A22"/>
    <w:rsid w:val="00F64FDA"/>
    <w:rsid w:val="00F661AD"/>
    <w:rsid w:val="00F755F5"/>
    <w:rsid w:val="00F765C7"/>
    <w:rsid w:val="00F76F48"/>
    <w:rsid w:val="00F773AB"/>
    <w:rsid w:val="00F807E1"/>
    <w:rsid w:val="00F906B7"/>
    <w:rsid w:val="00F92024"/>
    <w:rsid w:val="00F939CA"/>
    <w:rsid w:val="00F9490C"/>
    <w:rsid w:val="00F959DB"/>
    <w:rsid w:val="00F966D3"/>
    <w:rsid w:val="00F96704"/>
    <w:rsid w:val="00F970DB"/>
    <w:rsid w:val="00F97350"/>
    <w:rsid w:val="00F97E52"/>
    <w:rsid w:val="00FA1853"/>
    <w:rsid w:val="00FA1A81"/>
    <w:rsid w:val="00FA3E74"/>
    <w:rsid w:val="00FA6EF2"/>
    <w:rsid w:val="00FB4336"/>
    <w:rsid w:val="00FB4A39"/>
    <w:rsid w:val="00FC0831"/>
    <w:rsid w:val="00FC2F6F"/>
    <w:rsid w:val="00FC4AF5"/>
    <w:rsid w:val="00FC4BA4"/>
    <w:rsid w:val="00FC5350"/>
    <w:rsid w:val="00FC62EB"/>
    <w:rsid w:val="00FC7057"/>
    <w:rsid w:val="00FD26A2"/>
    <w:rsid w:val="00FD457E"/>
    <w:rsid w:val="00FD48AD"/>
    <w:rsid w:val="00FD4CA4"/>
    <w:rsid w:val="00FD5FB6"/>
    <w:rsid w:val="00FD6291"/>
    <w:rsid w:val="00FD6F72"/>
    <w:rsid w:val="00FE0728"/>
    <w:rsid w:val="00FE08F8"/>
    <w:rsid w:val="00FE18B4"/>
    <w:rsid w:val="00FE3C09"/>
    <w:rsid w:val="00FE3D1A"/>
    <w:rsid w:val="00FE60D8"/>
    <w:rsid w:val="00FE6CF2"/>
    <w:rsid w:val="00FE7F33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A3BF2"/>
  <w15:docId w15:val="{CC0E8734-DF47-4299-9919-665FBBFD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locked="0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BD0051"/>
  </w:style>
  <w:style w:type="paragraph" w:styleId="1">
    <w:name w:val="heading 1"/>
    <w:basedOn w:val="a"/>
    <w:next w:val="a"/>
    <w:link w:val="10"/>
    <w:uiPriority w:val="9"/>
    <w:qFormat/>
    <w:locked/>
    <w:rsid w:val="002D2C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C13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locked/>
    <w:rsid w:val="00E71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locked/>
    <w:rsid w:val="00C03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384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locked/>
    <w:rsid w:val="00364508"/>
    <w:pPr>
      <w:ind w:left="720"/>
      <w:contextualSpacing/>
    </w:pPr>
  </w:style>
  <w:style w:type="paragraph" w:customStyle="1" w:styleId="11">
    <w:name w:val="Заголовок 1_УМУ"/>
    <w:basedOn w:val="1"/>
    <w:link w:val="12"/>
    <w:qFormat/>
    <w:locked/>
    <w:rsid w:val="002D2C62"/>
    <w:pPr>
      <w:spacing w:before="120" w:after="120" w:line="240" w:lineRule="auto"/>
      <w:jc w:val="center"/>
    </w:pPr>
    <w:rPr>
      <w:rFonts w:ascii="Times New Roman" w:hAnsi="Times New Roman" w:cs="Times New Roman"/>
      <w:b/>
      <w:color w:val="auto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locked/>
    <w:rsid w:val="00833379"/>
    <w:pPr>
      <w:outlineLvl w:val="9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2C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2">
    <w:name w:val="Заголовок 1_УМУ Знак"/>
    <w:basedOn w:val="10"/>
    <w:link w:val="11"/>
    <w:rsid w:val="002D2C62"/>
    <w:rPr>
      <w:rFonts w:ascii="Times New Roman" w:eastAsiaTheme="majorEastAsia" w:hAnsi="Times New Roman" w:cs="Times New Roman"/>
      <w:b/>
      <w:color w:val="2E74B5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locked/>
    <w:rsid w:val="002027D4"/>
    <w:pPr>
      <w:tabs>
        <w:tab w:val="right" w:leader="dot" w:pos="9628"/>
      </w:tabs>
      <w:spacing w:before="120" w:after="0" w:line="240" w:lineRule="auto"/>
    </w:pPr>
    <w:rPr>
      <w:rFonts w:ascii="Times New Roman" w:hAnsi="Times New Roman" w:cs="Times New Roman"/>
      <w:noProof/>
      <w:sz w:val="28"/>
      <w:szCs w:val="28"/>
    </w:rPr>
  </w:style>
  <w:style w:type="character" w:styleId="a9">
    <w:name w:val="Hyperlink"/>
    <w:basedOn w:val="a0"/>
    <w:uiPriority w:val="99"/>
    <w:unhideWhenUsed/>
    <w:locked/>
    <w:rsid w:val="00833379"/>
    <w:rPr>
      <w:color w:val="0563C1" w:themeColor="hyperlink"/>
      <w:u w:val="single"/>
    </w:rPr>
  </w:style>
  <w:style w:type="paragraph" w:styleId="aa">
    <w:name w:val="header"/>
    <w:aliases w:val="Знак"/>
    <w:basedOn w:val="a"/>
    <w:link w:val="ab"/>
    <w:uiPriority w:val="99"/>
    <w:unhideWhenUsed/>
    <w:locked/>
    <w:rsid w:val="0058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"/>
    <w:basedOn w:val="a0"/>
    <w:link w:val="aa"/>
    <w:uiPriority w:val="99"/>
    <w:rsid w:val="00583360"/>
  </w:style>
  <w:style w:type="paragraph" w:styleId="ac">
    <w:name w:val="footer"/>
    <w:basedOn w:val="a"/>
    <w:link w:val="ad"/>
    <w:uiPriority w:val="99"/>
    <w:unhideWhenUsed/>
    <w:locked/>
    <w:rsid w:val="00583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83360"/>
  </w:style>
  <w:style w:type="paragraph" w:styleId="ae">
    <w:name w:val="Body Text Indent"/>
    <w:basedOn w:val="a"/>
    <w:link w:val="af"/>
    <w:locked/>
    <w:rsid w:val="00AC23E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23EC"/>
    <w:rPr>
      <w:rFonts w:ascii="Times New Roman" w:eastAsia="Times New Roman" w:hAnsi="Times New Roman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locked/>
    <w:rsid w:val="009C392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locked/>
    <w:rsid w:val="009C392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9C392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locked/>
    <w:rsid w:val="009C392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C392C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354FFB"/>
    <w:pPr>
      <w:spacing w:after="0" w:line="240" w:lineRule="auto"/>
    </w:pPr>
  </w:style>
  <w:style w:type="paragraph" w:customStyle="1" w:styleId="Default">
    <w:name w:val="Default"/>
    <w:rsid w:val="005D43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Body Text"/>
    <w:basedOn w:val="a"/>
    <w:link w:val="af7"/>
    <w:uiPriority w:val="99"/>
    <w:semiHidden/>
    <w:unhideWhenUsed/>
    <w:locked/>
    <w:rsid w:val="005126C9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5126C9"/>
  </w:style>
  <w:style w:type="paragraph" w:customStyle="1" w:styleId="14">
    <w:name w:val="Стиль1"/>
    <w:basedOn w:val="a"/>
    <w:rsid w:val="00207DF6"/>
    <w:pPr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Стиль5"/>
    <w:basedOn w:val="a"/>
    <w:rsid w:val="00207DF6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footnote reference"/>
    <w:locked/>
    <w:rsid w:val="00AD10E6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locked/>
    <w:rsid w:val="00CA3393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CA3393"/>
    <w:rPr>
      <w:sz w:val="20"/>
      <w:szCs w:val="20"/>
    </w:rPr>
  </w:style>
  <w:style w:type="paragraph" w:customStyle="1" w:styleId="21">
    <w:name w:val="Заголовок 2_УМУ"/>
    <w:basedOn w:val="2"/>
    <w:link w:val="22"/>
    <w:autoRedefine/>
    <w:qFormat/>
    <w:rsid w:val="00AF2522"/>
    <w:pPr>
      <w:suppressAutoHyphens/>
      <w:autoSpaceDE w:val="0"/>
      <w:autoSpaceDN w:val="0"/>
      <w:adjustRightInd w:val="0"/>
      <w:spacing w:before="360" w:after="360" w:line="300" w:lineRule="auto"/>
      <w:ind w:firstLine="709"/>
      <w:jc w:val="both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22">
    <w:name w:val="Заголовок 2_УМУ Знак"/>
    <w:basedOn w:val="20"/>
    <w:link w:val="21"/>
    <w:rsid w:val="00AF2522"/>
    <w:rPr>
      <w:rFonts w:ascii="Times New Roman" w:eastAsiaTheme="majorEastAsia" w:hAnsi="Times New Roman" w:cs="Times New Roman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C13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5">
    <w:name w:val="Сетка таблицы1"/>
    <w:basedOn w:val="a1"/>
    <w:next w:val="a3"/>
    <w:uiPriority w:val="39"/>
    <w:locked/>
    <w:rsid w:val="003C1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uiPriority w:val="34"/>
    <w:locked/>
    <w:rsid w:val="003C1A84"/>
  </w:style>
  <w:style w:type="paragraph" w:styleId="23">
    <w:name w:val="toc 2"/>
    <w:basedOn w:val="a"/>
    <w:next w:val="a"/>
    <w:autoRedefine/>
    <w:uiPriority w:val="39"/>
    <w:unhideWhenUsed/>
    <w:locked/>
    <w:rsid w:val="00EA2DD1"/>
    <w:pPr>
      <w:tabs>
        <w:tab w:val="right" w:leader="dot" w:pos="9627"/>
      </w:tabs>
      <w:spacing w:before="120" w:after="0" w:line="240" w:lineRule="auto"/>
      <w:ind w:left="238"/>
    </w:pPr>
  </w:style>
  <w:style w:type="character" w:styleId="afb">
    <w:name w:val="Placeholder Text"/>
    <w:basedOn w:val="a0"/>
    <w:uiPriority w:val="99"/>
    <w:semiHidden/>
    <w:locked/>
    <w:rsid w:val="00C62970"/>
    <w:rPr>
      <w:color w:val="808080"/>
    </w:rPr>
  </w:style>
  <w:style w:type="table" w:customStyle="1" w:styleId="24">
    <w:name w:val="Сетка таблицы2"/>
    <w:basedOn w:val="a1"/>
    <w:next w:val="a3"/>
    <w:uiPriority w:val="39"/>
    <w:locked/>
    <w:rsid w:val="002B6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Relationship Id="rId1" Type="http://schemas.openxmlformats.org/officeDocument/2006/relationships/hyperlink" Target="http://profstandart.rosmintrud.ru/obshchiy-informatsionnyy-blok/natsionalnyy-reestr-professionalnykh-standartov/reestr-oblastey-i-vidov-professionalnoy-deyatelnost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horin\Desktop\&#1061;&#1086;&#1088;&#1080;&#1085;\&#1064;&#1072;&#1073;&#1083;&#1086;&#1085;%20&#1059;&#1095;&#1077;&#1073;&#1085;&#1086;&#1081;%20&#1087;&#1088;&#1086;&#1075;&#1088;&#1072;&#1084;&#1084;&#1099;%20&#1080;%20&#1087;&#1083;&#1072;&#1085;&#1072;\&#1064;&#1072;&#1073;&#1083;&#1086;&#1085;%20&#1089;%20&#1087;&#1072;&#1088;&#1086;&#1083;&#1077;&#1084;%20123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61085F-6A0E-4F74-A646-6E11D1633A81}"/>
      </w:docPartPr>
      <w:docPartBody>
        <w:p w:rsidR="009551C6" w:rsidRDefault="009551C6">
          <w:r w:rsidRPr="007565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91B3AFAEB54BDAA568E9A795698F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0E851D-C602-45DE-95B1-47D404DB17F3}"/>
      </w:docPartPr>
      <w:docPartBody>
        <w:p w:rsidR="009551C6" w:rsidRDefault="000D37DB" w:rsidP="000D37DB">
          <w:pPr>
            <w:pStyle w:val="3091B3AFAEB54BDAA568E9A795698F711"/>
          </w:pPr>
          <w:r w:rsidRPr="00C62970">
            <w:rPr>
              <w:color w:val="808080"/>
            </w:rPr>
            <w:t>Место для ввода даты.</w:t>
          </w:r>
        </w:p>
      </w:docPartBody>
    </w:docPart>
    <w:docPart>
      <w:docPartPr>
        <w:name w:val="7729C1E5581943B99736B591755B6E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C35075-D0A7-469E-A093-FFEB621156A1}"/>
      </w:docPartPr>
      <w:docPartBody>
        <w:p w:rsidR="009551C6" w:rsidRDefault="000D37DB" w:rsidP="000D37DB">
          <w:pPr>
            <w:pStyle w:val="7729C1E5581943B99736B591755B6E13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C09786C41DA142B491C507863E29A1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BD1357-D48A-4AE7-860E-4F63DB4DD0BE}"/>
      </w:docPartPr>
      <w:docPartBody>
        <w:p w:rsidR="009551C6" w:rsidRDefault="000D37DB" w:rsidP="000D37DB">
          <w:pPr>
            <w:pStyle w:val="C09786C41DA142B491C507863E29A1F91"/>
          </w:pPr>
          <w:r w:rsidRPr="00C62970">
            <w:rPr>
              <w:color w:val="808080"/>
            </w:rPr>
            <w:t>Выберите элемент.</w:t>
          </w:r>
        </w:p>
      </w:docPartBody>
    </w:docPart>
    <w:docPart>
      <w:docPartPr>
        <w:name w:val="E9746647E6CA48B5949B97ADEAEDCA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AE5F14-2BFE-49E3-8938-99508F93692B}"/>
      </w:docPartPr>
      <w:docPartBody>
        <w:p w:rsidR="009551C6" w:rsidRDefault="000D37DB" w:rsidP="000D37DB">
          <w:pPr>
            <w:pStyle w:val="E9746647E6CA48B5949B97ADEAEDCA4A1"/>
          </w:pPr>
          <w:r w:rsidRPr="00C62970">
            <w:rPr>
              <w:color w:val="808080"/>
            </w:rPr>
            <w:t>Выберите элемент.</w:t>
          </w:r>
        </w:p>
      </w:docPartBody>
    </w:docPart>
    <w:docPart>
      <w:docPartPr>
        <w:name w:val="F33A8539794D49CEB108FAC919325C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49DEF6-5991-4F93-B6BD-D3C52663A59B}"/>
      </w:docPartPr>
      <w:docPartBody>
        <w:p w:rsidR="009551C6" w:rsidRDefault="000D37DB" w:rsidP="000D37DB">
          <w:pPr>
            <w:pStyle w:val="F33A8539794D49CEB108FAC919325C0E1"/>
          </w:pPr>
          <w:r w:rsidRPr="00C62970">
            <w:rPr>
              <w:color w:val="808080"/>
            </w:rPr>
            <w:t>Место для ввода даты.</w:t>
          </w:r>
        </w:p>
      </w:docPartBody>
    </w:docPart>
    <w:docPart>
      <w:docPartPr>
        <w:name w:val="CDA20E7B622D414B834EE274FB3C74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9638F-9D8D-48AB-8FAC-9D16957690DE}"/>
      </w:docPartPr>
      <w:docPartBody>
        <w:p w:rsidR="009551C6" w:rsidRDefault="000D37DB" w:rsidP="009551C6">
          <w:pPr>
            <w:pStyle w:val="CDA20E7B622D414B834EE274FB3C747F"/>
          </w:pPr>
          <w:r w:rsidRPr="00C62970">
            <w:t>Место для ввода даты.</w:t>
          </w:r>
        </w:p>
      </w:docPartBody>
    </w:docPart>
    <w:docPart>
      <w:docPartPr>
        <w:name w:val="497C92AB98DF4F8EAC178E82A38CE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7BF5D2-6D45-4873-8FDF-D265D18A3E27}"/>
      </w:docPartPr>
      <w:docPartBody>
        <w:p w:rsidR="009551C6" w:rsidRDefault="000D37DB" w:rsidP="000D37DB">
          <w:pPr>
            <w:pStyle w:val="497C92AB98DF4F8EAC178E82A38CEB331"/>
          </w:pPr>
          <w:r w:rsidRPr="00C62970">
            <w:rPr>
              <w:color w:val="808080"/>
            </w:rPr>
            <w:t>Выберите элемент.</w:t>
          </w:r>
        </w:p>
      </w:docPartBody>
    </w:docPart>
    <w:docPart>
      <w:docPartPr>
        <w:name w:val="E426B53F46C941C092EBB4CA34174D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5FD714-9F5E-444B-999C-5764D78A2643}"/>
      </w:docPartPr>
      <w:docPartBody>
        <w:p w:rsidR="00226CD7" w:rsidRDefault="000D37DB" w:rsidP="000D37DB">
          <w:pPr>
            <w:pStyle w:val="E426B53F46C941C092EBB4CA34174DD51"/>
          </w:pPr>
          <w:r w:rsidRPr="00CE205F">
            <w:rPr>
              <w:color w:val="808080"/>
            </w:rPr>
            <w:t>Место для ввода даты.</w:t>
          </w:r>
        </w:p>
      </w:docPartBody>
    </w:docPart>
    <w:docPart>
      <w:docPartPr>
        <w:name w:val="7F37629E53E7440896C04D732F9165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C914D9-6A9A-41CF-85A1-0CD28B38BCD6}"/>
      </w:docPartPr>
      <w:docPartBody>
        <w:p w:rsidR="00226CD7" w:rsidRDefault="000D37DB" w:rsidP="000D37DB">
          <w:pPr>
            <w:pStyle w:val="7F37629E53E7440896C04D732F916554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71DF6C49DC5E4C459CD62747981C7A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3C4C33-B49B-4F15-95B6-D572E6DDE43D}"/>
      </w:docPartPr>
      <w:docPartBody>
        <w:p w:rsidR="00226CD7" w:rsidRDefault="000D37DB" w:rsidP="000D37DB">
          <w:pPr>
            <w:pStyle w:val="71DF6C49DC5E4C459CD62747981C7AD01"/>
          </w:pPr>
          <w:r w:rsidRPr="00CE205F">
            <w:rPr>
              <w:color w:val="808080"/>
            </w:rPr>
            <w:t>Выберите элемент.</w:t>
          </w:r>
        </w:p>
      </w:docPartBody>
    </w:docPart>
    <w:docPart>
      <w:docPartPr>
        <w:name w:val="68A8D400E6EE4FE48154E81D96B22B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D84AF1-CEDD-4CE7-9D92-ACD6BD4E4550}"/>
      </w:docPartPr>
      <w:docPartBody>
        <w:p w:rsidR="00226CD7" w:rsidRDefault="000D37DB" w:rsidP="000D37DB">
          <w:pPr>
            <w:pStyle w:val="68A8D400E6EE4FE48154E81D96B22BF71"/>
          </w:pPr>
          <w:r w:rsidRPr="00902707">
            <w:rPr>
              <w:color w:val="808080"/>
            </w:rPr>
            <w:t>Выберите элемент.</w:t>
          </w:r>
        </w:p>
      </w:docPartBody>
    </w:docPart>
    <w:docPart>
      <w:docPartPr>
        <w:name w:val="84E7B3CF69154D1881346F57C0A31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CE89B2-856D-4615-9BB6-BE3D46F8710C}"/>
      </w:docPartPr>
      <w:docPartBody>
        <w:p w:rsidR="00226CD7" w:rsidRDefault="009551C6" w:rsidP="009551C6">
          <w:pPr>
            <w:pStyle w:val="84E7B3CF69154D1881346F57C0A315BC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FE125DC873DC4A2495DD895C10330B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3E2778-8401-4E17-A6BF-58EAF4160E13}"/>
      </w:docPartPr>
      <w:docPartBody>
        <w:p w:rsidR="00226CD7" w:rsidRDefault="000D37DB" w:rsidP="000D37DB">
          <w:pPr>
            <w:pStyle w:val="FE125DC873DC4A2495DD895C10330BCE1"/>
          </w:pPr>
          <w:r w:rsidRPr="0038029C">
            <w:rPr>
              <w:color w:val="808080"/>
            </w:rPr>
            <w:t>Выберите элемент.</w:t>
          </w:r>
        </w:p>
      </w:docPartBody>
    </w:docPart>
    <w:docPart>
      <w:docPartPr>
        <w:name w:val="9BCEE174BF774247AEBD319F808177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BDCD5A-6016-4D44-8092-95D0D5E1F3F0}"/>
      </w:docPartPr>
      <w:docPartBody>
        <w:p w:rsidR="00226CD7" w:rsidRDefault="000D37DB" w:rsidP="000D37DB">
          <w:pPr>
            <w:pStyle w:val="9BCEE174BF774247AEBD319F808177681"/>
          </w:pPr>
          <w:r w:rsidRPr="0038029C">
            <w:rPr>
              <w:color w:val="808080"/>
            </w:rPr>
            <w:t>Выберите элемент.</w:t>
          </w:r>
        </w:p>
      </w:docPartBody>
    </w:docPart>
    <w:docPart>
      <w:docPartPr>
        <w:name w:val="099035F824144D85AFE17598D398AE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41CFFF-A011-48CC-8D98-4CEA3A51A4BF}"/>
      </w:docPartPr>
      <w:docPartBody>
        <w:p w:rsidR="00226CD7" w:rsidRDefault="000D37DB" w:rsidP="000D37DB">
          <w:pPr>
            <w:pStyle w:val="099035F824144D85AFE17598D398AE021"/>
          </w:pPr>
          <w:r w:rsidRPr="0038029C">
            <w:rPr>
              <w:color w:val="808080"/>
            </w:rPr>
            <w:t>Выберите элемент.</w:t>
          </w:r>
        </w:p>
      </w:docPartBody>
    </w:docPart>
    <w:docPart>
      <w:docPartPr>
        <w:name w:val="2AD1BB6D0FC94FA0BD33E8972C16EC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BFDF53-CEC4-4FE8-B247-65C4A473CD55}"/>
      </w:docPartPr>
      <w:docPartBody>
        <w:p w:rsidR="00226CD7" w:rsidRDefault="000D37DB" w:rsidP="000D37DB">
          <w:pPr>
            <w:pStyle w:val="2AD1BB6D0FC94FA0BD33E8972C16EC561"/>
          </w:pPr>
          <w:r w:rsidRPr="0038029C">
            <w:rPr>
              <w:color w:val="808080"/>
            </w:rPr>
            <w:t>Выберите элемент.</w:t>
          </w:r>
        </w:p>
      </w:docPartBody>
    </w:docPart>
    <w:docPart>
      <w:docPartPr>
        <w:name w:val="9DFE716A39EA4683B13D1CBB3F5480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12F-0EE5-47AB-B65C-1B6F421D63F5}"/>
      </w:docPartPr>
      <w:docPartBody>
        <w:p w:rsidR="00226CD7" w:rsidRDefault="000D37DB" w:rsidP="000D37DB">
          <w:pPr>
            <w:pStyle w:val="9DFE716A39EA4683B13D1CBB3F5480BD1"/>
          </w:pPr>
          <w:r w:rsidRPr="0038029C">
            <w:rPr>
              <w:color w:val="808080"/>
            </w:rPr>
            <w:t>Выберите элемент.</w:t>
          </w:r>
        </w:p>
      </w:docPartBody>
    </w:docPart>
    <w:docPart>
      <w:docPartPr>
        <w:name w:val="7834A40F5BFB49BFAD562D9BBAD3F8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DEC45A-2ADA-40FB-8149-1D26DE60B50F}"/>
      </w:docPartPr>
      <w:docPartBody>
        <w:p w:rsidR="00226CD7" w:rsidRDefault="000D37DB" w:rsidP="000D37DB">
          <w:pPr>
            <w:pStyle w:val="7834A40F5BFB49BFAD562D9BBAD3F85C1"/>
          </w:pPr>
          <w:r w:rsidRPr="0038029C">
            <w:rPr>
              <w:color w:val="808080"/>
            </w:rPr>
            <w:t>Выберите элемент.</w:t>
          </w:r>
        </w:p>
      </w:docPartBody>
    </w:docPart>
    <w:docPart>
      <w:docPartPr>
        <w:name w:val="D0EA4567D6CC4F9085A61A09B93BC0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EA6B16-4B08-45E7-B4D9-F952F7B6E4C1}"/>
      </w:docPartPr>
      <w:docPartBody>
        <w:p w:rsidR="00226CD7" w:rsidRDefault="000D37DB" w:rsidP="000D37DB">
          <w:pPr>
            <w:pStyle w:val="D0EA4567D6CC4F9085A61A09B93BC0601"/>
          </w:pPr>
          <w:r w:rsidRPr="0038029C">
            <w:rPr>
              <w:color w:val="808080"/>
            </w:rPr>
            <w:t>Выберите элемент.</w:t>
          </w:r>
        </w:p>
      </w:docPartBody>
    </w:docPart>
    <w:docPart>
      <w:docPartPr>
        <w:name w:val="2A821D25533746A2A609C091B3A4F5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334B0C-305B-4F33-B653-A07AD5C95383}"/>
      </w:docPartPr>
      <w:docPartBody>
        <w:p w:rsidR="00226CD7" w:rsidRDefault="000D37DB" w:rsidP="000D37DB">
          <w:pPr>
            <w:pStyle w:val="2A821D25533746A2A609C091B3A4F5721"/>
          </w:pPr>
          <w:r w:rsidRPr="00721239">
            <w:rPr>
              <w:color w:val="808080"/>
            </w:rPr>
            <w:t>Выберите элемент.</w:t>
          </w:r>
        </w:p>
      </w:docPartBody>
    </w:docPart>
    <w:docPart>
      <w:docPartPr>
        <w:name w:val="B7C3B723FC814937A02097ADFE161D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5F1328-E65F-4D7F-9A5A-F61E584F60F1}"/>
      </w:docPartPr>
      <w:docPartBody>
        <w:p w:rsidR="00226CD7" w:rsidRDefault="000D37DB" w:rsidP="000D37DB">
          <w:pPr>
            <w:pStyle w:val="B7C3B723FC814937A02097ADFE161DC01"/>
          </w:pPr>
          <w:r w:rsidRPr="00721239">
            <w:rPr>
              <w:color w:val="808080"/>
            </w:rPr>
            <w:t>Выберите элемент.</w:t>
          </w:r>
        </w:p>
      </w:docPartBody>
    </w:docPart>
    <w:docPart>
      <w:docPartPr>
        <w:name w:val="962616A8CE6A49099800C93E6F4359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6D4A70-E294-416A-A953-B5A019AB48F4}"/>
      </w:docPartPr>
      <w:docPartBody>
        <w:p w:rsidR="00226CD7" w:rsidRDefault="000D37DB" w:rsidP="000D37DB">
          <w:pPr>
            <w:pStyle w:val="962616A8CE6A49099800C93E6F4359F01"/>
          </w:pPr>
          <w:r w:rsidRPr="00435377">
            <w:rPr>
              <w:color w:val="808080"/>
            </w:rPr>
            <w:t>Выберите элемент.</w:t>
          </w:r>
        </w:p>
      </w:docPartBody>
    </w:docPart>
    <w:docPart>
      <w:docPartPr>
        <w:name w:val="C0B2F6D8E03E4D6BBA7C60F3EDD3CC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3816F-45AE-426F-9036-9D79FCBBBC79}"/>
      </w:docPartPr>
      <w:docPartBody>
        <w:p w:rsidR="00226CD7" w:rsidRDefault="000D37DB" w:rsidP="000D37DB">
          <w:pPr>
            <w:pStyle w:val="C0B2F6D8E03E4D6BBA7C60F3EDD3CC971"/>
          </w:pPr>
          <w:r w:rsidRPr="00435377">
            <w:rPr>
              <w:color w:val="808080"/>
            </w:rPr>
            <w:t>Выберите элемент.</w:t>
          </w:r>
        </w:p>
      </w:docPartBody>
    </w:docPart>
    <w:docPart>
      <w:docPartPr>
        <w:name w:val="29D5BC4157E748FAAE0C07E80BB2CE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C13ABE-6694-4BDE-BB91-A986F94818A9}"/>
      </w:docPartPr>
      <w:docPartBody>
        <w:p w:rsidR="00226CD7" w:rsidRDefault="000D37DB" w:rsidP="000D37DB">
          <w:pPr>
            <w:pStyle w:val="29D5BC4157E748FAAE0C07E80BB2CE771"/>
          </w:pPr>
          <w:r w:rsidRPr="00435377">
            <w:rPr>
              <w:color w:val="808080"/>
            </w:rPr>
            <w:t>Выберите элемент.</w:t>
          </w:r>
        </w:p>
      </w:docPartBody>
    </w:docPart>
    <w:docPart>
      <w:docPartPr>
        <w:name w:val="F695EFB94B5A462DB9F7ABA0E4C1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4AE765-3AC6-4357-88BF-5DDFFA09EDB6}"/>
      </w:docPartPr>
      <w:docPartBody>
        <w:p w:rsidR="00226CD7" w:rsidRDefault="000D37DB" w:rsidP="000D37DB">
          <w:pPr>
            <w:pStyle w:val="F695EFB94B5A462DB9F7ABA0E4C14A2C1"/>
          </w:pPr>
          <w:r w:rsidRPr="00435377">
            <w:rPr>
              <w:color w:val="808080"/>
            </w:rPr>
            <w:t>Выберите элемент.</w:t>
          </w:r>
        </w:p>
      </w:docPartBody>
    </w:docPart>
    <w:docPart>
      <w:docPartPr>
        <w:name w:val="2C63AB85F6B24808A9E4C87257361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16EA19-3C27-4C23-91B2-192F71992330}"/>
      </w:docPartPr>
      <w:docPartBody>
        <w:p w:rsidR="00226CD7" w:rsidRDefault="000D37DB" w:rsidP="000D37DB">
          <w:pPr>
            <w:pStyle w:val="2C63AB85F6B24808A9E4C872573615B7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35D9F1935614459383FBD8B369A4B1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FA092F-4F78-48E8-B7D8-58C965F82426}"/>
      </w:docPartPr>
      <w:docPartBody>
        <w:p w:rsidR="00226CD7" w:rsidRDefault="000D37DB" w:rsidP="000D37DB">
          <w:pPr>
            <w:pStyle w:val="35D9F1935614459383FBD8B369A4B18E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10D6F881E1114E58A9AD9B3FC3FF9C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B55A7-2369-41D1-B91D-C830F4D78E04}"/>
      </w:docPartPr>
      <w:docPartBody>
        <w:p w:rsidR="00226CD7" w:rsidRDefault="000D37DB" w:rsidP="000D37DB">
          <w:pPr>
            <w:pStyle w:val="10D6F881E1114E58A9AD9B3FC3FF9CF6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64C4197CFBAC48E5BC3EEE2172F2E1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5B8CF-0BC9-45B6-A77A-1C44E1658DED}"/>
      </w:docPartPr>
      <w:docPartBody>
        <w:p w:rsidR="00226CD7" w:rsidRDefault="000D37DB" w:rsidP="000D37DB">
          <w:pPr>
            <w:pStyle w:val="64C4197CFBAC48E5BC3EEE2172F2E148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217DA0A1BF0E4C3EAB068BE94CCA90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DB3475-52A2-4DF0-A90B-78111A82C83F}"/>
      </w:docPartPr>
      <w:docPartBody>
        <w:p w:rsidR="00226CD7" w:rsidRDefault="000D37DB" w:rsidP="000D37DB">
          <w:pPr>
            <w:pStyle w:val="217DA0A1BF0E4C3EAB068BE94CCA90331"/>
          </w:pPr>
          <w:r w:rsidRPr="00207BF8">
            <w:rPr>
              <w:color w:val="808080"/>
            </w:rPr>
            <w:t>Место для ввода даты.</w:t>
          </w:r>
        </w:p>
      </w:docPartBody>
    </w:docPart>
    <w:docPart>
      <w:docPartPr>
        <w:name w:val="BF0B2BE428B047CFB64EFCA141089D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A445A-75E2-4155-B334-2444E67F217E}"/>
      </w:docPartPr>
      <w:docPartBody>
        <w:p w:rsidR="00226CD7" w:rsidRDefault="000D37DB" w:rsidP="000D37DB">
          <w:pPr>
            <w:pStyle w:val="BF0B2BE428B047CFB64EFCA141089D2D1"/>
          </w:pPr>
          <w:r w:rsidRPr="00140518">
            <w:rPr>
              <w:rStyle w:val="a3"/>
            </w:rPr>
            <w:t>Выберите элемент.</w:t>
          </w:r>
        </w:p>
      </w:docPartBody>
    </w:docPart>
    <w:docPart>
      <w:docPartPr>
        <w:name w:val="9BB8468A4578495B8974BA09FE0C3B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1F637C-B4D6-4076-B411-D95A1D9BFE7F}"/>
      </w:docPartPr>
      <w:docPartBody>
        <w:p w:rsidR="00276D40" w:rsidRDefault="0041437B" w:rsidP="0041437B">
          <w:pPr>
            <w:pStyle w:val="9BB8468A4578495B8974BA09FE0C3B68"/>
          </w:pPr>
          <w:r w:rsidRPr="00C62970">
            <w:rPr>
              <w:color w:val="808080"/>
            </w:rPr>
            <w:t>Место для ввода даты.</w:t>
          </w:r>
        </w:p>
      </w:docPartBody>
    </w:docPart>
    <w:docPart>
      <w:docPartPr>
        <w:name w:val="DC0ABD28478B46B5B0737F708D49A2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3C864-4656-4463-9A01-9C88F3C707CE}"/>
      </w:docPartPr>
      <w:docPartBody>
        <w:p w:rsidR="00D46DD7" w:rsidRDefault="00236374" w:rsidP="00236374">
          <w:pPr>
            <w:pStyle w:val="DC0ABD28478B46B5B0737F708D49A204"/>
          </w:pPr>
          <w:r w:rsidRPr="00140518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1C6"/>
    <w:rsid w:val="000974B6"/>
    <w:rsid w:val="000A42AE"/>
    <w:rsid w:val="000A62E7"/>
    <w:rsid w:val="000C4281"/>
    <w:rsid w:val="000D37DB"/>
    <w:rsid w:val="00181C46"/>
    <w:rsid w:val="002168F3"/>
    <w:rsid w:val="00226CD7"/>
    <w:rsid w:val="00236374"/>
    <w:rsid w:val="00276D40"/>
    <w:rsid w:val="003B6633"/>
    <w:rsid w:val="00401AFB"/>
    <w:rsid w:val="0041437B"/>
    <w:rsid w:val="004D7637"/>
    <w:rsid w:val="005D5968"/>
    <w:rsid w:val="006D3B0A"/>
    <w:rsid w:val="007D2257"/>
    <w:rsid w:val="007F46DB"/>
    <w:rsid w:val="009551C6"/>
    <w:rsid w:val="0096105F"/>
    <w:rsid w:val="00973451"/>
    <w:rsid w:val="009C6DC1"/>
    <w:rsid w:val="00B24A0E"/>
    <w:rsid w:val="00D46DD7"/>
    <w:rsid w:val="00DC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6374"/>
    <w:rPr>
      <w:color w:val="808080"/>
    </w:rPr>
  </w:style>
  <w:style w:type="paragraph" w:customStyle="1" w:styleId="3091B3AFAEB54BDAA568E9A795698F71">
    <w:name w:val="3091B3AFAEB54BDAA568E9A795698F71"/>
    <w:rsid w:val="009551C6"/>
  </w:style>
  <w:style w:type="paragraph" w:customStyle="1" w:styleId="7729C1E5581943B99736B591755B6E13">
    <w:name w:val="7729C1E5581943B99736B591755B6E13"/>
    <w:rsid w:val="009551C6"/>
  </w:style>
  <w:style w:type="paragraph" w:customStyle="1" w:styleId="C09786C41DA142B491C507863E29A1F9">
    <w:name w:val="C09786C41DA142B491C507863E29A1F9"/>
    <w:rsid w:val="009551C6"/>
  </w:style>
  <w:style w:type="paragraph" w:customStyle="1" w:styleId="E9746647E6CA48B5949B97ADEAEDCA4A">
    <w:name w:val="E9746647E6CA48B5949B97ADEAEDCA4A"/>
    <w:rsid w:val="009551C6"/>
  </w:style>
  <w:style w:type="paragraph" w:customStyle="1" w:styleId="B07A4F6F553D4645A199A2535383BBC8">
    <w:name w:val="B07A4F6F553D4645A199A2535383BBC8"/>
    <w:rsid w:val="009551C6"/>
  </w:style>
  <w:style w:type="paragraph" w:customStyle="1" w:styleId="F33A8539794D49CEB108FAC919325C0E">
    <w:name w:val="F33A8539794D49CEB108FAC919325C0E"/>
    <w:rsid w:val="009551C6"/>
  </w:style>
  <w:style w:type="paragraph" w:customStyle="1" w:styleId="CDA20E7B622D414B834EE274FB3C747F">
    <w:name w:val="CDA20E7B622D414B834EE274FB3C747F"/>
    <w:rsid w:val="009551C6"/>
  </w:style>
  <w:style w:type="paragraph" w:customStyle="1" w:styleId="497C92AB98DF4F8EAC178E82A38CEB33">
    <w:name w:val="497C92AB98DF4F8EAC178E82A38CEB33"/>
    <w:rsid w:val="009551C6"/>
  </w:style>
  <w:style w:type="paragraph" w:customStyle="1" w:styleId="E426B53F46C941C092EBB4CA34174DD5">
    <w:name w:val="E426B53F46C941C092EBB4CA34174DD5"/>
    <w:rsid w:val="009551C6"/>
  </w:style>
  <w:style w:type="paragraph" w:customStyle="1" w:styleId="7F37629E53E7440896C04D732F916554">
    <w:name w:val="7F37629E53E7440896C04D732F916554"/>
    <w:rsid w:val="009551C6"/>
  </w:style>
  <w:style w:type="paragraph" w:customStyle="1" w:styleId="71DF6C49DC5E4C459CD62747981C7AD0">
    <w:name w:val="71DF6C49DC5E4C459CD62747981C7AD0"/>
    <w:rsid w:val="009551C6"/>
  </w:style>
  <w:style w:type="paragraph" w:customStyle="1" w:styleId="68A8D400E6EE4FE48154E81D96B22BF7">
    <w:name w:val="68A8D400E6EE4FE48154E81D96B22BF7"/>
    <w:rsid w:val="009551C6"/>
  </w:style>
  <w:style w:type="paragraph" w:customStyle="1" w:styleId="84E7B3CF69154D1881346F57C0A315BC">
    <w:name w:val="84E7B3CF69154D1881346F57C0A315BC"/>
    <w:rsid w:val="009551C6"/>
  </w:style>
  <w:style w:type="paragraph" w:customStyle="1" w:styleId="FE125DC873DC4A2495DD895C10330BCE">
    <w:name w:val="FE125DC873DC4A2495DD895C10330BCE"/>
    <w:rsid w:val="009551C6"/>
  </w:style>
  <w:style w:type="paragraph" w:customStyle="1" w:styleId="9BCEE174BF774247AEBD319F80817768">
    <w:name w:val="9BCEE174BF774247AEBD319F80817768"/>
    <w:rsid w:val="009551C6"/>
  </w:style>
  <w:style w:type="paragraph" w:customStyle="1" w:styleId="099035F824144D85AFE17598D398AE02">
    <w:name w:val="099035F824144D85AFE17598D398AE02"/>
    <w:rsid w:val="009551C6"/>
  </w:style>
  <w:style w:type="paragraph" w:customStyle="1" w:styleId="2AD1BB6D0FC94FA0BD33E8972C16EC56">
    <w:name w:val="2AD1BB6D0FC94FA0BD33E8972C16EC56"/>
    <w:rsid w:val="009551C6"/>
  </w:style>
  <w:style w:type="paragraph" w:customStyle="1" w:styleId="9DFE716A39EA4683B13D1CBB3F5480BD">
    <w:name w:val="9DFE716A39EA4683B13D1CBB3F5480BD"/>
    <w:rsid w:val="009551C6"/>
  </w:style>
  <w:style w:type="paragraph" w:customStyle="1" w:styleId="7834A40F5BFB49BFAD562D9BBAD3F85C">
    <w:name w:val="7834A40F5BFB49BFAD562D9BBAD3F85C"/>
    <w:rsid w:val="009551C6"/>
  </w:style>
  <w:style w:type="paragraph" w:customStyle="1" w:styleId="D0EA4567D6CC4F9085A61A09B93BC060">
    <w:name w:val="D0EA4567D6CC4F9085A61A09B93BC060"/>
    <w:rsid w:val="009551C6"/>
  </w:style>
  <w:style w:type="paragraph" w:customStyle="1" w:styleId="2A821D25533746A2A609C091B3A4F572">
    <w:name w:val="2A821D25533746A2A609C091B3A4F572"/>
    <w:rsid w:val="009551C6"/>
  </w:style>
  <w:style w:type="paragraph" w:customStyle="1" w:styleId="B7C3B723FC814937A02097ADFE161DC0">
    <w:name w:val="B7C3B723FC814937A02097ADFE161DC0"/>
    <w:rsid w:val="009551C6"/>
  </w:style>
  <w:style w:type="paragraph" w:customStyle="1" w:styleId="962616A8CE6A49099800C93E6F4359F0">
    <w:name w:val="962616A8CE6A49099800C93E6F4359F0"/>
    <w:rsid w:val="009551C6"/>
  </w:style>
  <w:style w:type="paragraph" w:customStyle="1" w:styleId="C0B2F6D8E03E4D6BBA7C60F3EDD3CC97">
    <w:name w:val="C0B2F6D8E03E4D6BBA7C60F3EDD3CC97"/>
    <w:rsid w:val="009551C6"/>
  </w:style>
  <w:style w:type="paragraph" w:customStyle="1" w:styleId="29D5BC4157E748FAAE0C07E80BB2CE77">
    <w:name w:val="29D5BC4157E748FAAE0C07E80BB2CE77"/>
    <w:rsid w:val="009551C6"/>
  </w:style>
  <w:style w:type="paragraph" w:customStyle="1" w:styleId="F695EFB94B5A462DB9F7ABA0E4C14A2C">
    <w:name w:val="F695EFB94B5A462DB9F7ABA0E4C14A2C"/>
    <w:rsid w:val="009551C6"/>
  </w:style>
  <w:style w:type="paragraph" w:customStyle="1" w:styleId="2C63AB85F6B24808A9E4C872573615B7">
    <w:name w:val="2C63AB85F6B24808A9E4C872573615B7"/>
    <w:rsid w:val="009551C6"/>
  </w:style>
  <w:style w:type="paragraph" w:customStyle="1" w:styleId="35D9F1935614459383FBD8B369A4B18E">
    <w:name w:val="35D9F1935614459383FBD8B369A4B18E"/>
    <w:rsid w:val="009551C6"/>
  </w:style>
  <w:style w:type="paragraph" w:customStyle="1" w:styleId="10D6F881E1114E58A9AD9B3FC3FF9CF6">
    <w:name w:val="10D6F881E1114E58A9AD9B3FC3FF9CF6"/>
    <w:rsid w:val="009551C6"/>
  </w:style>
  <w:style w:type="paragraph" w:customStyle="1" w:styleId="3C0E3A77BB1E4062883C00D00A23BE74">
    <w:name w:val="3C0E3A77BB1E4062883C00D00A23BE74"/>
    <w:rsid w:val="009551C6"/>
  </w:style>
  <w:style w:type="paragraph" w:customStyle="1" w:styleId="64C4197CFBAC48E5BC3EEE2172F2E148">
    <w:name w:val="64C4197CFBAC48E5BC3EEE2172F2E148"/>
    <w:rsid w:val="009551C6"/>
  </w:style>
  <w:style w:type="paragraph" w:customStyle="1" w:styleId="217DA0A1BF0E4C3EAB068BE94CCA9033">
    <w:name w:val="217DA0A1BF0E4C3EAB068BE94CCA9033"/>
    <w:rsid w:val="009551C6"/>
  </w:style>
  <w:style w:type="paragraph" w:customStyle="1" w:styleId="BF0B2BE428B047CFB64EFCA141089D2D">
    <w:name w:val="BF0B2BE428B047CFB64EFCA141089D2D"/>
    <w:rsid w:val="009551C6"/>
  </w:style>
  <w:style w:type="paragraph" w:customStyle="1" w:styleId="3091B3AFAEB54BDAA568E9A795698F711">
    <w:name w:val="3091B3AFAEB54BDAA568E9A795698F711"/>
    <w:rsid w:val="000D37DB"/>
    <w:rPr>
      <w:rFonts w:eastAsiaTheme="minorHAnsi"/>
      <w:lang w:eastAsia="en-US"/>
    </w:rPr>
  </w:style>
  <w:style w:type="paragraph" w:customStyle="1" w:styleId="7729C1E5581943B99736B591755B6E131">
    <w:name w:val="7729C1E5581943B99736B591755B6E131"/>
    <w:rsid w:val="000D37DB"/>
    <w:rPr>
      <w:rFonts w:eastAsiaTheme="minorHAnsi"/>
      <w:lang w:eastAsia="en-US"/>
    </w:rPr>
  </w:style>
  <w:style w:type="paragraph" w:customStyle="1" w:styleId="C09786C41DA142B491C507863E29A1F91">
    <w:name w:val="C09786C41DA142B491C507863E29A1F91"/>
    <w:rsid w:val="000D37DB"/>
    <w:rPr>
      <w:rFonts w:eastAsiaTheme="minorHAnsi"/>
      <w:lang w:eastAsia="en-US"/>
    </w:rPr>
  </w:style>
  <w:style w:type="paragraph" w:customStyle="1" w:styleId="E9746647E6CA48B5949B97ADEAEDCA4A1">
    <w:name w:val="E9746647E6CA48B5949B97ADEAEDCA4A1"/>
    <w:rsid w:val="000D37DB"/>
    <w:rPr>
      <w:rFonts w:eastAsiaTheme="minorHAnsi"/>
      <w:lang w:eastAsia="en-US"/>
    </w:rPr>
  </w:style>
  <w:style w:type="paragraph" w:customStyle="1" w:styleId="F33A8539794D49CEB108FAC919325C0E1">
    <w:name w:val="F33A8539794D49CEB108FAC919325C0E1"/>
    <w:rsid w:val="000D37DB"/>
    <w:rPr>
      <w:rFonts w:eastAsiaTheme="minorHAnsi"/>
      <w:lang w:eastAsia="en-US"/>
    </w:rPr>
  </w:style>
  <w:style w:type="paragraph" w:customStyle="1" w:styleId="497C92AB98DF4F8EAC178E82A38CEB331">
    <w:name w:val="497C92AB98DF4F8EAC178E82A38CEB331"/>
    <w:rsid w:val="000D37DB"/>
    <w:rPr>
      <w:rFonts w:eastAsiaTheme="minorHAnsi"/>
      <w:lang w:eastAsia="en-US"/>
    </w:rPr>
  </w:style>
  <w:style w:type="paragraph" w:customStyle="1" w:styleId="E426B53F46C941C092EBB4CA34174DD51">
    <w:name w:val="E426B53F46C941C092EBB4CA34174DD51"/>
    <w:rsid w:val="000D37DB"/>
    <w:rPr>
      <w:rFonts w:eastAsiaTheme="minorHAnsi"/>
      <w:lang w:eastAsia="en-US"/>
    </w:rPr>
  </w:style>
  <w:style w:type="paragraph" w:customStyle="1" w:styleId="7F37629E53E7440896C04D732F9165541">
    <w:name w:val="7F37629E53E7440896C04D732F9165541"/>
    <w:rsid w:val="000D37DB"/>
    <w:rPr>
      <w:rFonts w:eastAsiaTheme="minorHAnsi"/>
      <w:lang w:eastAsia="en-US"/>
    </w:rPr>
  </w:style>
  <w:style w:type="paragraph" w:customStyle="1" w:styleId="71DF6C49DC5E4C459CD62747981C7AD01">
    <w:name w:val="71DF6C49DC5E4C459CD62747981C7AD01"/>
    <w:rsid w:val="000D37DB"/>
    <w:rPr>
      <w:rFonts w:eastAsiaTheme="minorHAnsi"/>
      <w:lang w:eastAsia="en-US"/>
    </w:rPr>
  </w:style>
  <w:style w:type="paragraph" w:customStyle="1" w:styleId="68A8D400E6EE4FE48154E81D96B22BF71">
    <w:name w:val="68A8D400E6EE4FE48154E81D96B22BF71"/>
    <w:rsid w:val="000D37DB"/>
    <w:rPr>
      <w:rFonts w:eastAsiaTheme="minorHAnsi"/>
      <w:lang w:eastAsia="en-US"/>
    </w:rPr>
  </w:style>
  <w:style w:type="paragraph" w:customStyle="1" w:styleId="FE125DC873DC4A2495DD895C10330BCE1">
    <w:name w:val="FE125DC873DC4A2495DD895C10330BCE1"/>
    <w:rsid w:val="000D37DB"/>
    <w:rPr>
      <w:rFonts w:eastAsiaTheme="minorHAnsi"/>
      <w:lang w:eastAsia="en-US"/>
    </w:rPr>
  </w:style>
  <w:style w:type="paragraph" w:customStyle="1" w:styleId="9BCEE174BF774247AEBD319F808177681">
    <w:name w:val="9BCEE174BF774247AEBD319F808177681"/>
    <w:rsid w:val="000D37DB"/>
    <w:rPr>
      <w:rFonts w:eastAsiaTheme="minorHAnsi"/>
      <w:lang w:eastAsia="en-US"/>
    </w:rPr>
  </w:style>
  <w:style w:type="paragraph" w:customStyle="1" w:styleId="099035F824144D85AFE17598D398AE021">
    <w:name w:val="099035F824144D85AFE17598D398AE021"/>
    <w:rsid w:val="000D37DB"/>
    <w:rPr>
      <w:rFonts w:eastAsiaTheme="minorHAnsi"/>
      <w:lang w:eastAsia="en-US"/>
    </w:rPr>
  </w:style>
  <w:style w:type="paragraph" w:customStyle="1" w:styleId="2AD1BB6D0FC94FA0BD33E8972C16EC561">
    <w:name w:val="2AD1BB6D0FC94FA0BD33E8972C16EC561"/>
    <w:rsid w:val="000D37DB"/>
    <w:rPr>
      <w:rFonts w:eastAsiaTheme="minorHAnsi"/>
      <w:lang w:eastAsia="en-US"/>
    </w:rPr>
  </w:style>
  <w:style w:type="paragraph" w:customStyle="1" w:styleId="9DFE716A39EA4683B13D1CBB3F5480BD1">
    <w:name w:val="9DFE716A39EA4683B13D1CBB3F5480BD1"/>
    <w:rsid w:val="000D37DB"/>
    <w:rPr>
      <w:rFonts w:eastAsiaTheme="minorHAnsi"/>
      <w:lang w:eastAsia="en-US"/>
    </w:rPr>
  </w:style>
  <w:style w:type="paragraph" w:customStyle="1" w:styleId="7834A40F5BFB49BFAD562D9BBAD3F85C1">
    <w:name w:val="7834A40F5BFB49BFAD562D9BBAD3F85C1"/>
    <w:rsid w:val="000D37DB"/>
    <w:rPr>
      <w:rFonts w:eastAsiaTheme="minorHAnsi"/>
      <w:lang w:eastAsia="en-US"/>
    </w:rPr>
  </w:style>
  <w:style w:type="paragraph" w:customStyle="1" w:styleId="D0EA4567D6CC4F9085A61A09B93BC0601">
    <w:name w:val="D0EA4567D6CC4F9085A61A09B93BC0601"/>
    <w:rsid w:val="000D37DB"/>
    <w:rPr>
      <w:rFonts w:eastAsiaTheme="minorHAnsi"/>
      <w:lang w:eastAsia="en-US"/>
    </w:rPr>
  </w:style>
  <w:style w:type="paragraph" w:customStyle="1" w:styleId="2A821D25533746A2A609C091B3A4F5721">
    <w:name w:val="2A821D25533746A2A609C091B3A4F5721"/>
    <w:rsid w:val="000D37DB"/>
    <w:rPr>
      <w:rFonts w:eastAsiaTheme="minorHAnsi"/>
      <w:lang w:eastAsia="en-US"/>
    </w:rPr>
  </w:style>
  <w:style w:type="paragraph" w:customStyle="1" w:styleId="B7C3B723FC814937A02097ADFE161DC01">
    <w:name w:val="B7C3B723FC814937A02097ADFE161DC01"/>
    <w:rsid w:val="000D37DB"/>
    <w:rPr>
      <w:rFonts w:eastAsiaTheme="minorHAnsi"/>
      <w:lang w:eastAsia="en-US"/>
    </w:rPr>
  </w:style>
  <w:style w:type="paragraph" w:customStyle="1" w:styleId="962616A8CE6A49099800C93E6F4359F01">
    <w:name w:val="962616A8CE6A49099800C93E6F4359F01"/>
    <w:rsid w:val="000D37DB"/>
    <w:rPr>
      <w:rFonts w:eastAsiaTheme="minorHAnsi"/>
      <w:lang w:eastAsia="en-US"/>
    </w:rPr>
  </w:style>
  <w:style w:type="paragraph" w:customStyle="1" w:styleId="C0B2F6D8E03E4D6BBA7C60F3EDD3CC971">
    <w:name w:val="C0B2F6D8E03E4D6BBA7C60F3EDD3CC971"/>
    <w:rsid w:val="000D37DB"/>
    <w:rPr>
      <w:rFonts w:eastAsiaTheme="minorHAnsi"/>
      <w:lang w:eastAsia="en-US"/>
    </w:rPr>
  </w:style>
  <w:style w:type="paragraph" w:customStyle="1" w:styleId="2C63AB85F6B24808A9E4C872573615B71">
    <w:name w:val="2C63AB85F6B24808A9E4C872573615B71"/>
    <w:rsid w:val="000D37DB"/>
    <w:rPr>
      <w:rFonts w:eastAsiaTheme="minorHAnsi"/>
      <w:lang w:eastAsia="en-US"/>
    </w:rPr>
  </w:style>
  <w:style w:type="paragraph" w:customStyle="1" w:styleId="35D9F1935614459383FBD8B369A4B18E1">
    <w:name w:val="35D9F1935614459383FBD8B369A4B18E1"/>
    <w:rsid w:val="000D37DB"/>
    <w:rPr>
      <w:rFonts w:eastAsiaTheme="minorHAnsi"/>
      <w:lang w:eastAsia="en-US"/>
    </w:rPr>
  </w:style>
  <w:style w:type="paragraph" w:customStyle="1" w:styleId="10D6F881E1114E58A9AD9B3FC3FF9CF61">
    <w:name w:val="10D6F881E1114E58A9AD9B3FC3FF9CF61"/>
    <w:rsid w:val="000D37DB"/>
    <w:rPr>
      <w:rFonts w:eastAsiaTheme="minorHAnsi"/>
      <w:lang w:eastAsia="en-US"/>
    </w:rPr>
  </w:style>
  <w:style w:type="paragraph" w:customStyle="1" w:styleId="29D5BC4157E748FAAE0C07E80BB2CE771">
    <w:name w:val="29D5BC4157E748FAAE0C07E80BB2CE771"/>
    <w:rsid w:val="000D37DB"/>
    <w:rPr>
      <w:rFonts w:eastAsiaTheme="minorHAnsi"/>
      <w:lang w:eastAsia="en-US"/>
    </w:rPr>
  </w:style>
  <w:style w:type="paragraph" w:customStyle="1" w:styleId="F695EFB94B5A462DB9F7ABA0E4C14A2C1">
    <w:name w:val="F695EFB94B5A462DB9F7ABA0E4C14A2C1"/>
    <w:rsid w:val="000D37DB"/>
    <w:rPr>
      <w:rFonts w:eastAsiaTheme="minorHAnsi"/>
      <w:lang w:eastAsia="en-US"/>
    </w:rPr>
  </w:style>
  <w:style w:type="paragraph" w:customStyle="1" w:styleId="3C0E3A77BB1E4062883C00D00A23BE741">
    <w:name w:val="3C0E3A77BB1E4062883C00D00A23BE741"/>
    <w:rsid w:val="000D37DB"/>
    <w:rPr>
      <w:rFonts w:eastAsiaTheme="minorHAnsi"/>
      <w:lang w:eastAsia="en-US"/>
    </w:rPr>
  </w:style>
  <w:style w:type="paragraph" w:customStyle="1" w:styleId="64C4197CFBAC48E5BC3EEE2172F2E1481">
    <w:name w:val="64C4197CFBAC48E5BC3EEE2172F2E1481"/>
    <w:rsid w:val="000D37DB"/>
    <w:rPr>
      <w:rFonts w:eastAsiaTheme="minorHAnsi"/>
      <w:lang w:eastAsia="en-US"/>
    </w:rPr>
  </w:style>
  <w:style w:type="paragraph" w:customStyle="1" w:styleId="217DA0A1BF0E4C3EAB068BE94CCA90331">
    <w:name w:val="217DA0A1BF0E4C3EAB068BE94CCA90331"/>
    <w:rsid w:val="000D37DB"/>
    <w:rPr>
      <w:rFonts w:eastAsiaTheme="minorHAnsi"/>
      <w:lang w:eastAsia="en-US"/>
    </w:rPr>
  </w:style>
  <w:style w:type="paragraph" w:customStyle="1" w:styleId="BF0B2BE428B047CFB64EFCA141089D2D1">
    <w:name w:val="BF0B2BE428B047CFB64EFCA141089D2D1"/>
    <w:rsid w:val="000D37DB"/>
    <w:pPr>
      <w:ind w:left="720"/>
      <w:contextualSpacing/>
    </w:pPr>
    <w:rPr>
      <w:rFonts w:eastAsiaTheme="minorHAnsi"/>
      <w:lang w:eastAsia="en-US"/>
    </w:rPr>
  </w:style>
  <w:style w:type="paragraph" w:customStyle="1" w:styleId="9BB8468A4578495B8974BA09FE0C3B68">
    <w:name w:val="9BB8468A4578495B8974BA09FE0C3B68"/>
    <w:rsid w:val="0041437B"/>
  </w:style>
  <w:style w:type="paragraph" w:customStyle="1" w:styleId="DC0ABD28478B46B5B0737F708D49A204">
    <w:name w:val="DC0ABD28478B46B5B0737F708D49A204"/>
    <w:rsid w:val="002363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386FE-606F-42AD-A283-FA3D6E26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паролем 123</Template>
  <TotalTime>0</TotalTime>
  <Pages>15</Pages>
  <Words>6027</Words>
  <Characters>34355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Хорин Сергей Георгиевич</dc:creator>
  <cp:lastModifiedBy>Кремлякова Екатерина Сергеевна</cp:lastModifiedBy>
  <cp:revision>2</cp:revision>
  <cp:lastPrinted>2017-07-21T06:56:00Z</cp:lastPrinted>
  <dcterms:created xsi:type="dcterms:W3CDTF">2024-02-15T07:49:00Z</dcterms:created>
  <dcterms:modified xsi:type="dcterms:W3CDTF">2024-02-15T07:49:00Z</dcterms:modified>
</cp:coreProperties>
</file>